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1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05"/>
      </w:tblGrid>
      <w:tr w:rsidR="000110D9" w:rsidRPr="0001609E" w14:paraId="67BD4DD1" w14:textId="77777777" w:rsidTr="008C3009">
        <w:trPr>
          <w:cantSplit/>
          <w:trHeight w:hRule="exact" w:val="1833"/>
          <w:jc w:val="right"/>
        </w:trPr>
        <w:tc>
          <w:tcPr>
            <w:tcW w:w="9105" w:type="dxa"/>
            <w:shd w:val="clear" w:color="auto" w:fill="8DC63F"/>
            <w:vAlign w:val="center"/>
          </w:tcPr>
          <w:p w14:paraId="3EF67A49" w14:textId="2B383904" w:rsidR="00BD221D" w:rsidRPr="00A107E7" w:rsidRDefault="00456B09" w:rsidP="00565C84">
            <w:pPr>
              <w:pStyle w:val="eTRMHeading1"/>
            </w:pPr>
            <w:r>
              <w:t>h</w:t>
            </w:r>
            <w:r w:rsidR="00C330DC">
              <w:t xml:space="preserve">C - </w:t>
            </w:r>
            <w:r w:rsidR="003D70D3" w:rsidRPr="00A107E7">
              <w:t>HVAC</w:t>
            </w:r>
          </w:p>
          <w:p w14:paraId="0AF6E009" w14:textId="68E2B735" w:rsidR="00BD221D" w:rsidRPr="00344F30" w:rsidRDefault="00D75BD4" w:rsidP="002129BA">
            <w:pPr>
              <w:pStyle w:val="eTRMHeading2"/>
            </w:pPr>
            <w:r>
              <w:t>Ductless heat pump</w:t>
            </w:r>
            <w:r w:rsidR="00745E60" w:rsidRPr="00745E60">
              <w:t>, Residential</w:t>
            </w:r>
          </w:p>
          <w:p w14:paraId="6FC2A0C4" w14:textId="4E88F99C" w:rsidR="006D5145" w:rsidRDefault="00745E60" w:rsidP="002129BA">
            <w:pPr>
              <w:pStyle w:val="eTRMHeading2"/>
            </w:pPr>
            <w:r>
              <w:t>SWHC0</w:t>
            </w:r>
            <w:r w:rsidR="00D75BD4">
              <w:t>50</w:t>
            </w:r>
            <w:r>
              <w:t>-0</w:t>
            </w:r>
            <w:r w:rsidR="002A621A">
              <w:t>2</w:t>
            </w:r>
          </w:p>
          <w:p w14:paraId="10BE1877" w14:textId="6B171662" w:rsidR="006D5145" w:rsidRPr="00A107E7" w:rsidRDefault="006D5145" w:rsidP="002129BA">
            <w:pPr>
              <w:pStyle w:val="eTRMHeading2"/>
            </w:pPr>
          </w:p>
        </w:tc>
      </w:tr>
    </w:tbl>
    <w:p w14:paraId="645F3ACB" w14:textId="77777777" w:rsidR="00BD221D" w:rsidRPr="0001609E" w:rsidRDefault="00BD221D" w:rsidP="00BD221D"/>
    <w:p w14:paraId="31745A8D" w14:textId="45DC1270" w:rsidR="00D12B8C" w:rsidRPr="0001609E" w:rsidRDefault="007E1F66" w:rsidP="0053748E">
      <w:pPr>
        <w:jc w:val="center"/>
        <w:rPr>
          <w:spacing w:val="80"/>
          <w:sz w:val="28"/>
        </w:rPr>
      </w:pPr>
      <w:r w:rsidRPr="0001609E">
        <w:rPr>
          <w:spacing w:val="80"/>
          <w:sz w:val="28"/>
        </w:rPr>
        <w:t>CONTENTS</w:t>
      </w:r>
    </w:p>
    <w:p w14:paraId="6543E79B" w14:textId="25FA336B" w:rsidR="00E20726" w:rsidRDefault="001C6C9B">
      <w:pPr>
        <w:pStyle w:val="TOC3"/>
        <w:rPr>
          <w:rFonts w:asciiTheme="minorHAnsi" w:hAnsiTheme="minorHAnsi"/>
          <w:noProof/>
          <w:szCs w:val="22"/>
        </w:rPr>
      </w:pPr>
      <w:r w:rsidRPr="0001609E">
        <w:fldChar w:fldCharType="begin"/>
      </w:r>
      <w:r w:rsidRPr="0001609E">
        <w:instrText xml:space="preserve"> TOC \t "eTRM Heading 3,3" </w:instrText>
      </w:r>
      <w:r w:rsidRPr="0001609E">
        <w:fldChar w:fldCharType="separate"/>
      </w:r>
      <w:r w:rsidR="00E20726">
        <w:rPr>
          <w:noProof/>
        </w:rPr>
        <w:t>Measure Name</w:t>
      </w:r>
      <w:r w:rsidR="00E20726">
        <w:rPr>
          <w:noProof/>
        </w:rPr>
        <w:tab/>
      </w:r>
      <w:r w:rsidR="00E20726">
        <w:rPr>
          <w:noProof/>
        </w:rPr>
        <w:fldChar w:fldCharType="begin"/>
      </w:r>
      <w:r w:rsidR="00E20726">
        <w:rPr>
          <w:noProof/>
        </w:rPr>
        <w:instrText xml:space="preserve"> PAGEREF _Toc53490180 \h </w:instrText>
      </w:r>
      <w:r w:rsidR="00E20726">
        <w:rPr>
          <w:noProof/>
        </w:rPr>
      </w:r>
      <w:r w:rsidR="00E20726">
        <w:rPr>
          <w:noProof/>
        </w:rPr>
        <w:fldChar w:fldCharType="separate"/>
      </w:r>
      <w:r w:rsidR="00E20726">
        <w:rPr>
          <w:noProof/>
        </w:rPr>
        <w:t>2</w:t>
      </w:r>
      <w:r w:rsidR="00E20726">
        <w:rPr>
          <w:noProof/>
        </w:rPr>
        <w:fldChar w:fldCharType="end"/>
      </w:r>
    </w:p>
    <w:p w14:paraId="7919049D" w14:textId="63A023D0" w:rsidR="00E20726" w:rsidRDefault="00E20726">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_Toc53490181 \h </w:instrText>
      </w:r>
      <w:r>
        <w:rPr>
          <w:noProof/>
        </w:rPr>
      </w:r>
      <w:r>
        <w:rPr>
          <w:noProof/>
        </w:rPr>
        <w:fldChar w:fldCharType="separate"/>
      </w:r>
      <w:r>
        <w:rPr>
          <w:noProof/>
        </w:rPr>
        <w:t>2</w:t>
      </w:r>
      <w:r>
        <w:rPr>
          <w:noProof/>
        </w:rPr>
        <w:fldChar w:fldCharType="end"/>
      </w:r>
    </w:p>
    <w:p w14:paraId="4FD2FD09" w14:textId="68D214F2" w:rsidR="00E20726" w:rsidRDefault="00E20726">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_Toc53490182 \h </w:instrText>
      </w:r>
      <w:r>
        <w:rPr>
          <w:noProof/>
        </w:rPr>
      </w:r>
      <w:r>
        <w:rPr>
          <w:noProof/>
        </w:rPr>
        <w:fldChar w:fldCharType="separate"/>
      </w:r>
      <w:r>
        <w:rPr>
          <w:noProof/>
        </w:rPr>
        <w:t>2</w:t>
      </w:r>
      <w:r>
        <w:rPr>
          <w:noProof/>
        </w:rPr>
        <w:fldChar w:fldCharType="end"/>
      </w:r>
    </w:p>
    <w:p w14:paraId="6C4221CD" w14:textId="2391264E" w:rsidR="00E20726" w:rsidRDefault="00E20726">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_Toc53490183 \h </w:instrText>
      </w:r>
      <w:r>
        <w:rPr>
          <w:noProof/>
        </w:rPr>
      </w:r>
      <w:r>
        <w:rPr>
          <w:noProof/>
        </w:rPr>
        <w:fldChar w:fldCharType="separate"/>
      </w:r>
      <w:r>
        <w:rPr>
          <w:noProof/>
        </w:rPr>
        <w:t>3</w:t>
      </w:r>
      <w:r>
        <w:rPr>
          <w:noProof/>
        </w:rPr>
        <w:fldChar w:fldCharType="end"/>
      </w:r>
    </w:p>
    <w:p w14:paraId="4017A604" w14:textId="2227E79D" w:rsidR="00E20726" w:rsidRDefault="00E20726">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_Toc53490184 \h </w:instrText>
      </w:r>
      <w:r>
        <w:rPr>
          <w:noProof/>
        </w:rPr>
      </w:r>
      <w:r>
        <w:rPr>
          <w:noProof/>
        </w:rPr>
        <w:fldChar w:fldCharType="separate"/>
      </w:r>
      <w:r>
        <w:rPr>
          <w:noProof/>
        </w:rPr>
        <w:t>5</w:t>
      </w:r>
      <w:r>
        <w:rPr>
          <w:noProof/>
        </w:rPr>
        <w:fldChar w:fldCharType="end"/>
      </w:r>
    </w:p>
    <w:p w14:paraId="6648BAB2" w14:textId="3D65E2CC" w:rsidR="00E20726" w:rsidRDefault="00E20726">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_Toc53490185 \h </w:instrText>
      </w:r>
      <w:r>
        <w:rPr>
          <w:noProof/>
        </w:rPr>
      </w:r>
      <w:r>
        <w:rPr>
          <w:noProof/>
        </w:rPr>
        <w:fldChar w:fldCharType="separate"/>
      </w:r>
      <w:r>
        <w:rPr>
          <w:noProof/>
        </w:rPr>
        <w:t>5</w:t>
      </w:r>
      <w:r>
        <w:rPr>
          <w:noProof/>
        </w:rPr>
        <w:fldChar w:fldCharType="end"/>
      </w:r>
    </w:p>
    <w:p w14:paraId="0F2F374D" w14:textId="31BB2B44" w:rsidR="00E20726" w:rsidRDefault="00E20726">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_Toc53490186 \h </w:instrText>
      </w:r>
      <w:r>
        <w:rPr>
          <w:noProof/>
        </w:rPr>
      </w:r>
      <w:r>
        <w:rPr>
          <w:noProof/>
        </w:rPr>
        <w:fldChar w:fldCharType="separate"/>
      </w:r>
      <w:r>
        <w:rPr>
          <w:noProof/>
        </w:rPr>
        <w:t>9</w:t>
      </w:r>
      <w:r>
        <w:rPr>
          <w:noProof/>
        </w:rPr>
        <w:fldChar w:fldCharType="end"/>
      </w:r>
    </w:p>
    <w:p w14:paraId="21694962" w14:textId="04C408FB" w:rsidR="00E20726" w:rsidRDefault="00E20726">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_Toc53490187 \h </w:instrText>
      </w:r>
      <w:r>
        <w:rPr>
          <w:noProof/>
        </w:rPr>
      </w:r>
      <w:r>
        <w:rPr>
          <w:noProof/>
        </w:rPr>
        <w:fldChar w:fldCharType="separate"/>
      </w:r>
      <w:r>
        <w:rPr>
          <w:noProof/>
        </w:rPr>
        <w:t>9</w:t>
      </w:r>
      <w:r>
        <w:rPr>
          <w:noProof/>
        </w:rPr>
        <w:fldChar w:fldCharType="end"/>
      </w:r>
    </w:p>
    <w:p w14:paraId="5F310838" w14:textId="6046934F" w:rsidR="00E20726" w:rsidRDefault="00E20726">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_Toc53490188 \h </w:instrText>
      </w:r>
      <w:r>
        <w:rPr>
          <w:noProof/>
        </w:rPr>
      </w:r>
      <w:r>
        <w:rPr>
          <w:noProof/>
        </w:rPr>
        <w:fldChar w:fldCharType="separate"/>
      </w:r>
      <w:r>
        <w:rPr>
          <w:noProof/>
        </w:rPr>
        <w:t>11</w:t>
      </w:r>
      <w:r>
        <w:rPr>
          <w:noProof/>
        </w:rPr>
        <w:fldChar w:fldCharType="end"/>
      </w:r>
    </w:p>
    <w:p w14:paraId="77154174" w14:textId="629DE45F" w:rsidR="00E20726" w:rsidRDefault="00E20726">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_Toc53490189 \h </w:instrText>
      </w:r>
      <w:r>
        <w:rPr>
          <w:noProof/>
        </w:rPr>
      </w:r>
      <w:r>
        <w:rPr>
          <w:noProof/>
        </w:rPr>
        <w:fldChar w:fldCharType="separate"/>
      </w:r>
      <w:r>
        <w:rPr>
          <w:noProof/>
        </w:rPr>
        <w:t>11</w:t>
      </w:r>
      <w:r>
        <w:rPr>
          <w:noProof/>
        </w:rPr>
        <w:fldChar w:fldCharType="end"/>
      </w:r>
    </w:p>
    <w:p w14:paraId="057CFBAD" w14:textId="1875D0FB" w:rsidR="00E20726" w:rsidRDefault="00E20726">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_Toc53490190 \h </w:instrText>
      </w:r>
      <w:r>
        <w:rPr>
          <w:noProof/>
        </w:rPr>
      </w:r>
      <w:r>
        <w:rPr>
          <w:noProof/>
        </w:rPr>
        <w:fldChar w:fldCharType="separate"/>
      </w:r>
      <w:r>
        <w:rPr>
          <w:noProof/>
        </w:rPr>
        <w:t>11</w:t>
      </w:r>
      <w:r>
        <w:rPr>
          <w:noProof/>
        </w:rPr>
        <w:fldChar w:fldCharType="end"/>
      </w:r>
    </w:p>
    <w:p w14:paraId="26CFCB21" w14:textId="3BA8B0C9" w:rsidR="00E20726" w:rsidRDefault="00E20726">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_Toc53490191 \h </w:instrText>
      </w:r>
      <w:r>
        <w:rPr>
          <w:noProof/>
        </w:rPr>
      </w:r>
      <w:r>
        <w:rPr>
          <w:noProof/>
        </w:rPr>
        <w:fldChar w:fldCharType="separate"/>
      </w:r>
      <w:r>
        <w:rPr>
          <w:noProof/>
        </w:rPr>
        <w:t>11</w:t>
      </w:r>
      <w:r>
        <w:rPr>
          <w:noProof/>
        </w:rPr>
        <w:fldChar w:fldCharType="end"/>
      </w:r>
    </w:p>
    <w:p w14:paraId="0CB07C12" w14:textId="6BC44319" w:rsidR="00E20726" w:rsidRDefault="00E20726">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_Toc53490192 \h </w:instrText>
      </w:r>
      <w:r>
        <w:rPr>
          <w:noProof/>
        </w:rPr>
      </w:r>
      <w:r>
        <w:rPr>
          <w:noProof/>
        </w:rPr>
        <w:fldChar w:fldCharType="separate"/>
      </w:r>
      <w:r>
        <w:rPr>
          <w:noProof/>
        </w:rPr>
        <w:t>15</w:t>
      </w:r>
      <w:r>
        <w:rPr>
          <w:noProof/>
        </w:rPr>
        <w:fldChar w:fldCharType="end"/>
      </w:r>
    </w:p>
    <w:p w14:paraId="6994722A" w14:textId="1B3B6F6C" w:rsidR="00E20726" w:rsidRDefault="00E20726">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_Toc53490193 \h </w:instrText>
      </w:r>
      <w:r>
        <w:rPr>
          <w:noProof/>
        </w:rPr>
      </w:r>
      <w:r>
        <w:rPr>
          <w:noProof/>
        </w:rPr>
        <w:fldChar w:fldCharType="separate"/>
      </w:r>
      <w:r>
        <w:rPr>
          <w:noProof/>
        </w:rPr>
        <w:t>15</w:t>
      </w:r>
      <w:r>
        <w:rPr>
          <w:noProof/>
        </w:rPr>
        <w:fldChar w:fldCharType="end"/>
      </w:r>
    </w:p>
    <w:p w14:paraId="7EEC94DD" w14:textId="2DD139A0" w:rsidR="00E20726" w:rsidRDefault="00E20726">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_Toc53490194 \h </w:instrText>
      </w:r>
      <w:r>
        <w:rPr>
          <w:noProof/>
        </w:rPr>
      </w:r>
      <w:r>
        <w:rPr>
          <w:noProof/>
        </w:rPr>
        <w:fldChar w:fldCharType="separate"/>
      </w:r>
      <w:r>
        <w:rPr>
          <w:noProof/>
        </w:rPr>
        <w:t>15</w:t>
      </w:r>
      <w:r>
        <w:rPr>
          <w:noProof/>
        </w:rPr>
        <w:fldChar w:fldCharType="end"/>
      </w:r>
    </w:p>
    <w:p w14:paraId="5517D9CB" w14:textId="252972FB" w:rsidR="00E20726" w:rsidRDefault="00E20726">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_Toc53490195 \h </w:instrText>
      </w:r>
      <w:r>
        <w:rPr>
          <w:noProof/>
        </w:rPr>
      </w:r>
      <w:r>
        <w:rPr>
          <w:noProof/>
        </w:rPr>
        <w:fldChar w:fldCharType="separate"/>
      </w:r>
      <w:r>
        <w:rPr>
          <w:noProof/>
        </w:rPr>
        <w:t>16</w:t>
      </w:r>
      <w:r>
        <w:rPr>
          <w:noProof/>
        </w:rPr>
        <w:fldChar w:fldCharType="end"/>
      </w:r>
    </w:p>
    <w:p w14:paraId="0F0B3629" w14:textId="34289163" w:rsidR="00E20726" w:rsidRDefault="00E20726">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_Toc53490196 \h </w:instrText>
      </w:r>
      <w:r>
        <w:rPr>
          <w:noProof/>
        </w:rPr>
      </w:r>
      <w:r>
        <w:rPr>
          <w:noProof/>
        </w:rPr>
        <w:fldChar w:fldCharType="separate"/>
      </w:r>
      <w:r>
        <w:rPr>
          <w:noProof/>
        </w:rPr>
        <w:t>17</w:t>
      </w:r>
      <w:r>
        <w:rPr>
          <w:noProof/>
        </w:rPr>
        <w:fldChar w:fldCharType="end"/>
      </w:r>
    </w:p>
    <w:p w14:paraId="3C298E93" w14:textId="366647A1" w:rsidR="00E20726" w:rsidRDefault="00E20726">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_Toc53490197 \h </w:instrText>
      </w:r>
      <w:r>
        <w:rPr>
          <w:noProof/>
        </w:rPr>
      </w:r>
      <w:r>
        <w:rPr>
          <w:noProof/>
        </w:rPr>
        <w:fldChar w:fldCharType="separate"/>
      </w:r>
      <w:r>
        <w:rPr>
          <w:noProof/>
        </w:rPr>
        <w:t>17</w:t>
      </w:r>
      <w:r>
        <w:rPr>
          <w:noProof/>
        </w:rPr>
        <w:fldChar w:fldCharType="end"/>
      </w:r>
    </w:p>
    <w:p w14:paraId="214F626A" w14:textId="525A0DD9" w:rsidR="00E20726" w:rsidRDefault="00E20726">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_Toc53490198 \h </w:instrText>
      </w:r>
      <w:r>
        <w:rPr>
          <w:noProof/>
        </w:rPr>
      </w:r>
      <w:r>
        <w:rPr>
          <w:noProof/>
        </w:rPr>
        <w:fldChar w:fldCharType="separate"/>
      </w:r>
      <w:r>
        <w:rPr>
          <w:noProof/>
        </w:rPr>
        <w:t>17</w:t>
      </w:r>
      <w:r>
        <w:rPr>
          <w:noProof/>
        </w:rPr>
        <w:fldChar w:fldCharType="end"/>
      </w:r>
    </w:p>
    <w:p w14:paraId="7D7F3B25" w14:textId="1D20200A" w:rsidR="00E20726" w:rsidRDefault="00E20726">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_Toc53490199 \h </w:instrText>
      </w:r>
      <w:r>
        <w:rPr>
          <w:noProof/>
        </w:rPr>
      </w:r>
      <w:r>
        <w:rPr>
          <w:noProof/>
        </w:rPr>
        <w:fldChar w:fldCharType="separate"/>
      </w:r>
      <w:r>
        <w:rPr>
          <w:noProof/>
        </w:rPr>
        <w:t>17</w:t>
      </w:r>
      <w:r>
        <w:rPr>
          <w:noProof/>
        </w:rPr>
        <w:fldChar w:fldCharType="end"/>
      </w:r>
    </w:p>
    <w:p w14:paraId="150CF4F4" w14:textId="57721A85" w:rsidR="00E20726" w:rsidRDefault="00E20726">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_Toc53490200 \h </w:instrText>
      </w:r>
      <w:r>
        <w:rPr>
          <w:noProof/>
        </w:rPr>
      </w:r>
      <w:r>
        <w:rPr>
          <w:noProof/>
        </w:rPr>
        <w:fldChar w:fldCharType="separate"/>
      </w:r>
      <w:r>
        <w:rPr>
          <w:noProof/>
        </w:rPr>
        <w:t>18</w:t>
      </w:r>
      <w:r>
        <w:rPr>
          <w:noProof/>
        </w:rPr>
        <w:fldChar w:fldCharType="end"/>
      </w:r>
    </w:p>
    <w:p w14:paraId="2D1DE785" w14:textId="3BD8DB63" w:rsidR="00E20726" w:rsidRDefault="00E20726">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_Toc53490201 \h </w:instrText>
      </w:r>
      <w:r>
        <w:rPr>
          <w:noProof/>
        </w:rPr>
      </w:r>
      <w:r>
        <w:rPr>
          <w:noProof/>
        </w:rPr>
        <w:fldChar w:fldCharType="separate"/>
      </w:r>
      <w:r>
        <w:rPr>
          <w:noProof/>
        </w:rPr>
        <w:t>18</w:t>
      </w:r>
      <w:r>
        <w:rPr>
          <w:noProof/>
        </w:rPr>
        <w:fldChar w:fldCharType="end"/>
      </w:r>
    </w:p>
    <w:p w14:paraId="6F47999A" w14:textId="20302F1F" w:rsidR="00E20726" w:rsidRDefault="00E20726">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_Toc53490202 \h </w:instrText>
      </w:r>
      <w:r>
        <w:rPr>
          <w:noProof/>
        </w:rPr>
      </w:r>
      <w:r>
        <w:rPr>
          <w:noProof/>
        </w:rPr>
        <w:fldChar w:fldCharType="separate"/>
      </w:r>
      <w:r>
        <w:rPr>
          <w:noProof/>
        </w:rPr>
        <w:t>19</w:t>
      </w:r>
      <w:r>
        <w:rPr>
          <w:noProof/>
        </w:rPr>
        <w:fldChar w:fldCharType="end"/>
      </w:r>
    </w:p>
    <w:p w14:paraId="4C194BAF" w14:textId="28DCA34E" w:rsidR="001C6C9B" w:rsidRPr="0001609E" w:rsidRDefault="001C6C9B" w:rsidP="00D12B8C">
      <w:r w:rsidRPr="0001609E">
        <w:fldChar w:fldCharType="end"/>
      </w:r>
    </w:p>
    <w:p w14:paraId="7DD78D3A" w14:textId="77777777" w:rsidR="007E1F66" w:rsidRPr="0001609E" w:rsidRDefault="007E1F66" w:rsidP="00427574">
      <w:pPr>
        <w:pStyle w:val="eTRMHeading3"/>
        <w:sectPr w:rsidR="007E1F66" w:rsidRPr="0001609E"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01609E" w:rsidRDefault="00871123" w:rsidP="00427574">
      <w:pPr>
        <w:pStyle w:val="eTRMHeading3"/>
      </w:pPr>
      <w:bookmarkStart w:id="0" w:name="_Toc486490839"/>
      <w:bookmarkStart w:id="1" w:name="_Toc486580912"/>
      <w:bookmarkStart w:id="2" w:name="_Toc53490180"/>
      <w:r w:rsidRPr="0001609E">
        <w:lastRenderedPageBreak/>
        <w:t>Measure Name</w:t>
      </w:r>
      <w:bookmarkEnd w:id="0"/>
      <w:bookmarkEnd w:id="1"/>
      <w:bookmarkEnd w:id="2"/>
    </w:p>
    <w:p w14:paraId="3B952704" w14:textId="749FA863" w:rsidR="00871123" w:rsidRDefault="00745E60" w:rsidP="00462BB6">
      <w:pPr>
        <w:spacing w:before="20" w:after="20" w:line="280" w:lineRule="exact"/>
      </w:pPr>
      <w:r w:rsidRPr="00745E60">
        <w:t xml:space="preserve">HVAC </w:t>
      </w:r>
      <w:r w:rsidR="00581236">
        <w:t>–</w:t>
      </w:r>
      <w:r w:rsidRPr="00745E60">
        <w:t xml:space="preserve"> </w:t>
      </w:r>
      <w:bookmarkStart w:id="3" w:name="_Hlk33606354"/>
      <w:r w:rsidR="00581236">
        <w:t>Ductless Heat Pump</w:t>
      </w:r>
      <w:r w:rsidRPr="00745E60">
        <w:t>, Residential</w:t>
      </w:r>
      <w:bookmarkEnd w:id="3"/>
    </w:p>
    <w:p w14:paraId="6406A9D4" w14:textId="77777777" w:rsidR="00871123" w:rsidRPr="0001609E" w:rsidRDefault="00871123" w:rsidP="00427574">
      <w:pPr>
        <w:pStyle w:val="eTRMHeading3"/>
      </w:pPr>
      <w:bookmarkStart w:id="4" w:name="_Toc486490840"/>
      <w:bookmarkStart w:id="5" w:name="_Toc486580913"/>
      <w:bookmarkStart w:id="6" w:name="_Toc53490181"/>
      <w:r w:rsidRPr="0001609E">
        <w:t>Statewide Measure ID</w:t>
      </w:r>
      <w:bookmarkEnd w:id="4"/>
      <w:bookmarkEnd w:id="5"/>
      <w:bookmarkEnd w:id="6"/>
    </w:p>
    <w:p w14:paraId="6EAE2100" w14:textId="35BD42BE" w:rsidR="00871123" w:rsidRPr="0001609E" w:rsidRDefault="00745E60" w:rsidP="00A107E7">
      <w:r w:rsidRPr="00745E60">
        <w:t>SWHC0</w:t>
      </w:r>
      <w:r w:rsidR="00581236">
        <w:t>50</w:t>
      </w:r>
      <w:r w:rsidRPr="00745E60">
        <w:t>-0</w:t>
      </w:r>
      <w:r w:rsidR="009E604E">
        <w:t>2</w:t>
      </w:r>
    </w:p>
    <w:p w14:paraId="0F7CA2E6" w14:textId="77777777" w:rsidR="00E70CBD" w:rsidRPr="0001609E" w:rsidRDefault="00E70CBD" w:rsidP="00427574">
      <w:pPr>
        <w:pStyle w:val="eTRMHeading3"/>
      </w:pPr>
      <w:bookmarkStart w:id="7" w:name="_Toc486490847"/>
      <w:bookmarkStart w:id="8" w:name="_Toc486580918"/>
      <w:bookmarkStart w:id="9" w:name="_Toc53490182"/>
      <w:r w:rsidRPr="0001609E">
        <w:t>Technology Summary</w:t>
      </w:r>
      <w:bookmarkEnd w:id="7"/>
      <w:bookmarkEnd w:id="8"/>
      <w:bookmarkEnd w:id="9"/>
      <w:r w:rsidRPr="0001609E">
        <w:t xml:space="preserve"> </w:t>
      </w:r>
    </w:p>
    <w:p w14:paraId="143E5EEE" w14:textId="708C7EFA" w:rsidR="00581236" w:rsidRDefault="00581236" w:rsidP="00581236">
      <w:pPr>
        <w:pStyle w:val="NoSpacing"/>
        <w:rPr>
          <w:rFonts w:ascii="Calibri Light" w:eastAsiaTheme="minorEastAsia" w:hAnsi="Calibri Light"/>
          <w:szCs w:val="24"/>
        </w:rPr>
      </w:pPr>
      <w:r w:rsidRPr="00886FAC">
        <w:rPr>
          <w:rFonts w:ascii="Calibri Light" w:eastAsiaTheme="minorEastAsia" w:hAnsi="Calibri Light"/>
          <w:b/>
          <w:bCs/>
          <w:szCs w:val="24"/>
        </w:rPr>
        <w:t>Ductless Heat Pump</w:t>
      </w:r>
      <w:r w:rsidR="00C96C40">
        <w:rPr>
          <w:rFonts w:ascii="Calibri Light" w:eastAsiaTheme="minorEastAsia" w:hAnsi="Calibri Light"/>
          <w:szCs w:val="24"/>
        </w:rPr>
        <w:t xml:space="preserve"> - </w:t>
      </w:r>
      <w:r w:rsidR="00886FAC">
        <w:rPr>
          <w:rFonts w:ascii="Calibri Light" w:eastAsiaTheme="minorEastAsia" w:hAnsi="Calibri Light"/>
          <w:szCs w:val="24"/>
        </w:rPr>
        <w:t>A d</w:t>
      </w:r>
      <w:r w:rsidRPr="00581236">
        <w:rPr>
          <w:rFonts w:ascii="Calibri Light" w:eastAsiaTheme="minorEastAsia" w:hAnsi="Calibri Light"/>
          <w:szCs w:val="24"/>
        </w:rPr>
        <w:t>uctless, mini-</w:t>
      </w:r>
      <w:proofErr w:type="gramStart"/>
      <w:r w:rsidRPr="00581236">
        <w:rPr>
          <w:rFonts w:ascii="Calibri Light" w:eastAsiaTheme="minorEastAsia" w:hAnsi="Calibri Light"/>
          <w:szCs w:val="24"/>
        </w:rPr>
        <w:t>split</w:t>
      </w:r>
      <w:proofErr w:type="gramEnd"/>
      <w:r w:rsidRPr="00581236">
        <w:rPr>
          <w:rFonts w:ascii="Calibri Light" w:eastAsiaTheme="minorEastAsia" w:hAnsi="Calibri Light"/>
          <w:szCs w:val="24"/>
        </w:rPr>
        <w:t xml:space="preserve"> or multi-split</w:t>
      </w:r>
      <w:r>
        <w:rPr>
          <w:rFonts w:ascii="Calibri Light" w:eastAsiaTheme="minorEastAsia" w:hAnsi="Calibri Light"/>
          <w:szCs w:val="24"/>
        </w:rPr>
        <w:t>,</w:t>
      </w:r>
      <w:r w:rsidRPr="00581236">
        <w:rPr>
          <w:rFonts w:ascii="Calibri Light" w:eastAsiaTheme="minorEastAsia" w:hAnsi="Calibri Light"/>
          <w:szCs w:val="24"/>
        </w:rPr>
        <w:t xml:space="preserve"> heat pump</w:t>
      </w:r>
      <w:r>
        <w:rPr>
          <w:rFonts w:ascii="Calibri Light" w:eastAsiaTheme="minorEastAsia" w:hAnsi="Calibri Light"/>
          <w:szCs w:val="24"/>
        </w:rPr>
        <w:t xml:space="preserve"> is</w:t>
      </w:r>
      <w:r w:rsidRPr="00581236">
        <w:rPr>
          <w:rFonts w:ascii="Calibri Light" w:eastAsiaTheme="minorEastAsia" w:hAnsi="Calibri Light"/>
          <w:szCs w:val="24"/>
        </w:rPr>
        <w:t xml:space="preserve"> </w:t>
      </w:r>
      <w:r w:rsidR="00C96C40">
        <w:rPr>
          <w:rFonts w:ascii="Calibri Light" w:eastAsiaTheme="minorEastAsia" w:hAnsi="Calibri Light"/>
          <w:szCs w:val="24"/>
        </w:rPr>
        <w:t xml:space="preserve">a </w:t>
      </w:r>
      <w:r w:rsidRPr="00581236">
        <w:rPr>
          <w:rFonts w:ascii="Calibri Light" w:eastAsiaTheme="minorEastAsia" w:hAnsi="Calibri Light"/>
          <w:szCs w:val="24"/>
        </w:rPr>
        <w:t xml:space="preserve">non-ducted </w:t>
      </w:r>
      <w:r w:rsidR="00015465">
        <w:rPr>
          <w:rFonts w:ascii="Calibri Light" w:eastAsiaTheme="minorEastAsia" w:hAnsi="Calibri Light"/>
          <w:szCs w:val="24"/>
        </w:rPr>
        <w:t xml:space="preserve">all-electric </w:t>
      </w:r>
      <w:r w:rsidRPr="00581236">
        <w:rPr>
          <w:rFonts w:ascii="Calibri Light" w:eastAsiaTheme="minorEastAsia" w:hAnsi="Calibri Light"/>
          <w:szCs w:val="24"/>
        </w:rPr>
        <w:t xml:space="preserve">heating and cooling system. Like standard air-source heat pumps, </w:t>
      </w:r>
      <w:r>
        <w:rPr>
          <w:rFonts w:ascii="Calibri Light" w:eastAsiaTheme="minorEastAsia" w:hAnsi="Calibri Light"/>
          <w:szCs w:val="24"/>
        </w:rPr>
        <w:t>ductless heat pumps</w:t>
      </w:r>
      <w:r w:rsidRPr="00581236">
        <w:rPr>
          <w:rFonts w:ascii="Calibri Light" w:eastAsiaTheme="minorEastAsia" w:hAnsi="Calibri Light"/>
          <w:szCs w:val="24"/>
        </w:rPr>
        <w:t xml:space="preserve"> have two main components - an outdoor compressor/condenser and an indoor air-handling unit. A conduit, which houses the power cable, refrigerant tubing, and a condensate drain, links the outdoor and indoor units. </w:t>
      </w:r>
      <w:r w:rsidR="00D2336E" w:rsidRPr="00D2336E">
        <w:rPr>
          <w:rFonts w:ascii="Calibri Light" w:eastAsiaTheme="minorEastAsia" w:hAnsi="Calibri Light"/>
          <w:szCs w:val="24"/>
        </w:rPr>
        <w:t xml:space="preserve">Heat pumps include a reversing valve and outdoor defrost controls so that the system can use the same mechanical compression/evaporator/condenser hardware to provide </w:t>
      </w:r>
      <w:r w:rsidR="00D2336E">
        <w:rPr>
          <w:rFonts w:ascii="Calibri Light" w:eastAsiaTheme="minorEastAsia" w:hAnsi="Calibri Light"/>
          <w:szCs w:val="24"/>
        </w:rPr>
        <w:t>heating and cooling by reversing the refrigeration cycle.</w:t>
      </w:r>
    </w:p>
    <w:p w14:paraId="79CA6CC0" w14:textId="77777777" w:rsidR="003D2758" w:rsidRPr="00581236" w:rsidRDefault="003D2758" w:rsidP="00581236">
      <w:pPr>
        <w:pStyle w:val="NoSpacing"/>
        <w:rPr>
          <w:rFonts w:ascii="Calibri Light" w:eastAsiaTheme="minorEastAsia" w:hAnsi="Calibri Light"/>
          <w:szCs w:val="24"/>
        </w:rPr>
      </w:pPr>
    </w:p>
    <w:p w14:paraId="3DE2895B" w14:textId="6F37201F" w:rsidR="00581236" w:rsidRPr="00581236" w:rsidRDefault="00886FAC" w:rsidP="00581236">
      <w:pPr>
        <w:pStyle w:val="NoSpacing"/>
        <w:rPr>
          <w:rFonts w:ascii="Calibri Light" w:eastAsiaTheme="minorEastAsia" w:hAnsi="Calibri Light"/>
          <w:szCs w:val="24"/>
        </w:rPr>
      </w:pPr>
      <w:r>
        <w:rPr>
          <w:rFonts w:ascii="Calibri Light" w:eastAsiaTheme="minorEastAsia" w:hAnsi="Calibri Light"/>
          <w:szCs w:val="24"/>
        </w:rPr>
        <w:t>A heating and cooling system with a d</w:t>
      </w:r>
      <w:r w:rsidR="00581236">
        <w:rPr>
          <w:rFonts w:ascii="Calibri Light" w:eastAsiaTheme="minorEastAsia" w:hAnsi="Calibri Light"/>
          <w:szCs w:val="24"/>
        </w:rPr>
        <w:t>uctless unit</w:t>
      </w:r>
      <w:r w:rsidR="00015465">
        <w:rPr>
          <w:rFonts w:ascii="Calibri Light" w:eastAsiaTheme="minorEastAsia" w:hAnsi="Calibri Light"/>
          <w:szCs w:val="24"/>
        </w:rPr>
        <w:t xml:space="preserve"> </w:t>
      </w:r>
      <w:r>
        <w:rPr>
          <w:rFonts w:ascii="Calibri Light" w:eastAsiaTheme="minorEastAsia" w:hAnsi="Calibri Light"/>
          <w:szCs w:val="24"/>
        </w:rPr>
        <w:t xml:space="preserve">is distinguished </w:t>
      </w:r>
      <w:r w:rsidR="00015465">
        <w:rPr>
          <w:rFonts w:ascii="Calibri Light" w:eastAsiaTheme="minorEastAsia" w:hAnsi="Calibri Light"/>
          <w:szCs w:val="24"/>
        </w:rPr>
        <w:t xml:space="preserve">from </w:t>
      </w:r>
      <w:r>
        <w:rPr>
          <w:rFonts w:ascii="Calibri Light" w:eastAsiaTheme="minorEastAsia" w:hAnsi="Calibri Light"/>
          <w:szCs w:val="24"/>
        </w:rPr>
        <w:t xml:space="preserve">one with a </w:t>
      </w:r>
      <w:r w:rsidR="00015465">
        <w:rPr>
          <w:rFonts w:ascii="Calibri Light" w:eastAsiaTheme="minorEastAsia" w:hAnsi="Calibri Light"/>
          <w:szCs w:val="24"/>
        </w:rPr>
        <w:t>central unit by having</w:t>
      </w:r>
      <w:r w:rsidR="00581236">
        <w:rPr>
          <w:rFonts w:ascii="Calibri Light" w:eastAsiaTheme="minorEastAsia" w:hAnsi="Calibri Light"/>
          <w:szCs w:val="24"/>
        </w:rPr>
        <w:t xml:space="preserve"> a </w:t>
      </w:r>
      <w:r w:rsidR="00581236" w:rsidRPr="00581236">
        <w:rPr>
          <w:rFonts w:ascii="Calibri Light" w:eastAsiaTheme="minorEastAsia" w:hAnsi="Calibri Light"/>
          <w:szCs w:val="24"/>
        </w:rPr>
        <w:t xml:space="preserve">dedicated indoor </w:t>
      </w:r>
      <w:r>
        <w:rPr>
          <w:rFonts w:ascii="Calibri Light" w:eastAsiaTheme="minorEastAsia" w:hAnsi="Calibri Light"/>
          <w:szCs w:val="24"/>
        </w:rPr>
        <w:t xml:space="preserve">coil </w:t>
      </w:r>
      <w:r w:rsidR="00581236" w:rsidRPr="00581236">
        <w:rPr>
          <w:rFonts w:ascii="Calibri Light" w:eastAsiaTheme="minorEastAsia" w:hAnsi="Calibri Light"/>
          <w:szCs w:val="24"/>
        </w:rPr>
        <w:t>unit for each zone</w:t>
      </w:r>
      <w:r w:rsidR="00581236">
        <w:rPr>
          <w:rFonts w:ascii="Calibri Light" w:eastAsiaTheme="minorEastAsia" w:hAnsi="Calibri Light"/>
          <w:szCs w:val="24"/>
        </w:rPr>
        <w:t xml:space="preserve"> and </w:t>
      </w:r>
      <w:r w:rsidR="00015465">
        <w:rPr>
          <w:rFonts w:ascii="Calibri Light" w:eastAsiaTheme="minorEastAsia" w:hAnsi="Calibri Light"/>
          <w:szCs w:val="24"/>
        </w:rPr>
        <w:t xml:space="preserve">hence not </w:t>
      </w:r>
      <w:r w:rsidR="00581236">
        <w:rPr>
          <w:rFonts w:ascii="Calibri Light" w:eastAsiaTheme="minorEastAsia" w:hAnsi="Calibri Light"/>
          <w:szCs w:val="24"/>
        </w:rPr>
        <w:t>requir</w:t>
      </w:r>
      <w:r w:rsidR="00015465">
        <w:rPr>
          <w:rFonts w:ascii="Calibri Light" w:eastAsiaTheme="minorEastAsia" w:hAnsi="Calibri Light"/>
          <w:szCs w:val="24"/>
        </w:rPr>
        <w:t>ing</w:t>
      </w:r>
      <w:r w:rsidR="00581236">
        <w:rPr>
          <w:rFonts w:ascii="Calibri Light" w:eastAsiaTheme="minorEastAsia" w:hAnsi="Calibri Light"/>
          <w:szCs w:val="24"/>
        </w:rPr>
        <w:t xml:space="preserve"> ductwork to distribute conditioned air</w:t>
      </w:r>
      <w:r w:rsidR="00015465">
        <w:rPr>
          <w:rFonts w:ascii="Calibri Light" w:eastAsiaTheme="minorEastAsia" w:hAnsi="Calibri Light"/>
          <w:szCs w:val="24"/>
        </w:rPr>
        <w:t xml:space="preserve">. </w:t>
      </w:r>
      <w:r w:rsidR="00581236" w:rsidRPr="00581236">
        <w:rPr>
          <w:rFonts w:ascii="Calibri Light" w:eastAsiaTheme="minorEastAsia" w:hAnsi="Calibri Light"/>
          <w:szCs w:val="24"/>
        </w:rPr>
        <w:t xml:space="preserve">Each ductless indoor unit can be linked to its own outdoor unit, which is called </w:t>
      </w:r>
      <w:r w:rsidR="00015465" w:rsidRPr="00581236">
        <w:rPr>
          <w:rFonts w:ascii="Calibri Light" w:eastAsiaTheme="minorEastAsia" w:hAnsi="Calibri Light"/>
          <w:szCs w:val="24"/>
        </w:rPr>
        <w:t>mini</w:t>
      </w:r>
      <w:r>
        <w:rPr>
          <w:rFonts w:ascii="Calibri Light" w:eastAsiaTheme="minorEastAsia" w:hAnsi="Calibri Light"/>
          <w:szCs w:val="24"/>
        </w:rPr>
        <w:t>-</w:t>
      </w:r>
      <w:r w:rsidR="00015465" w:rsidRPr="00581236">
        <w:rPr>
          <w:rFonts w:ascii="Calibri Light" w:eastAsiaTheme="minorEastAsia" w:hAnsi="Calibri Light"/>
          <w:szCs w:val="24"/>
        </w:rPr>
        <w:t>split</w:t>
      </w:r>
      <w:r>
        <w:rPr>
          <w:rFonts w:ascii="Calibri Light" w:eastAsiaTheme="minorEastAsia" w:hAnsi="Calibri Light"/>
          <w:szCs w:val="24"/>
        </w:rPr>
        <w:t>;</w:t>
      </w:r>
      <w:r w:rsidR="00015465">
        <w:rPr>
          <w:rFonts w:ascii="Calibri Light" w:eastAsiaTheme="minorEastAsia" w:hAnsi="Calibri Light"/>
          <w:szCs w:val="24"/>
        </w:rPr>
        <w:t xml:space="preserve"> o</w:t>
      </w:r>
      <w:r w:rsidR="00581236" w:rsidRPr="00581236">
        <w:rPr>
          <w:rFonts w:ascii="Calibri Light" w:eastAsiaTheme="minorEastAsia" w:hAnsi="Calibri Light"/>
          <w:szCs w:val="24"/>
        </w:rPr>
        <w:t>r</w:t>
      </w:r>
      <w:r>
        <w:rPr>
          <w:rFonts w:ascii="Calibri Light" w:eastAsiaTheme="minorEastAsia" w:hAnsi="Calibri Light"/>
          <w:szCs w:val="24"/>
        </w:rPr>
        <w:t xml:space="preserve"> </w:t>
      </w:r>
      <w:r w:rsidR="00581236" w:rsidRPr="00581236">
        <w:rPr>
          <w:rFonts w:ascii="Calibri Light" w:eastAsiaTheme="minorEastAsia" w:hAnsi="Calibri Light"/>
          <w:szCs w:val="24"/>
        </w:rPr>
        <w:t xml:space="preserve">several indoor units, each serving a zone, can be linked to one </w:t>
      </w:r>
      <w:r w:rsidR="00C3165A">
        <w:rPr>
          <w:rFonts w:ascii="Calibri Light" w:eastAsiaTheme="minorEastAsia" w:hAnsi="Calibri Light"/>
          <w:szCs w:val="24"/>
        </w:rPr>
        <w:t xml:space="preserve">or more </w:t>
      </w:r>
      <w:r w:rsidR="00581236" w:rsidRPr="00581236">
        <w:rPr>
          <w:rFonts w:ascii="Calibri Light" w:eastAsiaTheme="minorEastAsia" w:hAnsi="Calibri Light"/>
          <w:szCs w:val="24"/>
        </w:rPr>
        <w:t xml:space="preserve">outdoor unit, which is called multi-split. </w:t>
      </w:r>
    </w:p>
    <w:p w14:paraId="51D654D1" w14:textId="05A1AFFA" w:rsidR="00492A6B" w:rsidRDefault="00205F7B" w:rsidP="00492A6B">
      <w:r>
        <w:t xml:space="preserve">Among other </w:t>
      </w:r>
      <w:r w:rsidR="00AA6FE0">
        <w:t>energy efficiency features such as</w:t>
      </w:r>
      <w:r w:rsidR="00712FEE">
        <w:t xml:space="preserve"> variable speed fans and compressors, t</w:t>
      </w:r>
      <w:r w:rsidR="00581236" w:rsidRPr="00581236">
        <w:t xml:space="preserve">he main advantage of ductless </w:t>
      </w:r>
      <w:r w:rsidR="00015465">
        <w:t>unit is</w:t>
      </w:r>
      <w:r w:rsidR="00581236" w:rsidRPr="00581236">
        <w:t xml:space="preserve"> their flexibility for zoning – each zone has its own thermostat and only the occupied zones are conditioned. </w:t>
      </w:r>
      <w:r w:rsidR="00015465">
        <w:t xml:space="preserve">Additionally, energy losses through duct work are avoided which </w:t>
      </w:r>
      <w:r w:rsidR="00581236" w:rsidRPr="00581236">
        <w:t>can account for more than 30% of the space conditioning energy consumption.</w:t>
      </w:r>
      <w:r w:rsidR="00581236" w:rsidRPr="00015465">
        <w:rPr>
          <w:vertAlign w:val="superscript"/>
        </w:rPr>
        <w:footnoteReference w:id="1"/>
      </w:r>
      <w:r w:rsidR="00886FAC">
        <w:t xml:space="preserve"> </w:t>
      </w:r>
      <w:r w:rsidR="00492A6B">
        <w:t>In comparison to all-in-one room</w:t>
      </w:r>
      <w:r w:rsidR="0054315E">
        <w:t xml:space="preserve"> or window</w:t>
      </w:r>
      <w:r w:rsidR="00492A6B">
        <w:t xml:space="preserve"> heat pumps, </w:t>
      </w:r>
      <w:r w:rsidR="001B3586">
        <w:t>ductless</w:t>
      </w:r>
      <w:r w:rsidR="00492A6B">
        <w:t xml:space="preserve"> heat pumps do not require the equipment to penetrate the building envelope except for the passage of the refrigerant lines. Considering visual aesthetics and practical issues of space, the use of a remote outdoor unit also allows for that unit to include larger heat transfer components.</w:t>
      </w:r>
    </w:p>
    <w:p w14:paraId="3DCC6581" w14:textId="232C39C1" w:rsidR="00581236" w:rsidRDefault="0070701B" w:rsidP="003D2758">
      <w:r>
        <w:t>Following federal standards for efficiency labeling, a ductless heat pump is rated by a seasonal energy efficiency ratio (SEER) rating for the cooling mode function and a heating seasonal performance factor (HSPF) rating for the heating mode. These ratings essentially represent an average efficiency for conversion of electric energy (kWh) to thermal heat transfer (</w:t>
      </w:r>
      <w:proofErr w:type="spellStart"/>
      <w:r>
        <w:t>kBTU</w:t>
      </w:r>
      <w:proofErr w:type="spellEnd"/>
      <w:r>
        <w:t>) over a range of operating conditions.</w:t>
      </w:r>
      <w:r w:rsidR="00E33758">
        <w:t xml:space="preserve"> ENERGYSTAR certifies</w:t>
      </w:r>
      <w:r w:rsidR="0092015F">
        <w:t xml:space="preserve"> efficient</w:t>
      </w:r>
      <w:r w:rsidR="00E33758">
        <w:t xml:space="preserve"> ductless heat pumps</w:t>
      </w:r>
      <w:r w:rsidR="00D8504A">
        <w:t xml:space="preserve"> </w:t>
      </w:r>
      <w:r w:rsidR="00E33758">
        <w:t xml:space="preserve">using the same criteria as central </w:t>
      </w:r>
      <w:r w:rsidR="001E111A">
        <w:t>heat pumps</w:t>
      </w:r>
      <w:r w:rsidR="0074352C">
        <w:rPr>
          <w:rStyle w:val="FootnoteReference"/>
        </w:rPr>
        <w:footnoteReference w:id="2"/>
      </w:r>
      <w:r w:rsidR="00027D4C">
        <w:t xml:space="preserve"> and listed on </w:t>
      </w:r>
      <w:r w:rsidR="003D40D3">
        <w:t xml:space="preserve">Consortium for Energy Efficiency (CEE) online </w:t>
      </w:r>
      <w:r w:rsidR="008C6977">
        <w:t>directory under “</w:t>
      </w:r>
      <w:r w:rsidR="003D2758">
        <w:t>Variable Speed</w:t>
      </w:r>
      <w:r w:rsidR="008C6977">
        <w:t xml:space="preserve"> Mini-Split and Multi-Split Heat Pumps” since typically d</w:t>
      </w:r>
      <w:r w:rsidR="00581236" w:rsidRPr="00581236">
        <w:t>uctless heat pump</w:t>
      </w:r>
      <w:r w:rsidR="00015465">
        <w:t xml:space="preserve"> is </w:t>
      </w:r>
      <w:r w:rsidR="00581236" w:rsidRPr="00581236">
        <w:t>variable speed.</w:t>
      </w:r>
      <w:r w:rsidR="009666E5">
        <w:t xml:space="preserve"> </w:t>
      </w:r>
      <w:r w:rsidR="0092015F">
        <w:t>The Consortium for Energy Efficiency (CEE) specifies four CEE Tiers, with CEE Tier 1 being equivalent to the ENERGYSTAR specification.</w:t>
      </w:r>
      <w:r w:rsidR="004D2790">
        <w:rPr>
          <w:rStyle w:val="FootnoteReference"/>
        </w:rPr>
        <w:footnoteReference w:id="3"/>
      </w:r>
      <w:r w:rsidR="0092015F">
        <w:t xml:space="preserve"> </w:t>
      </w:r>
      <w:r w:rsidR="0092015F" w:rsidRPr="00810B8F">
        <w:t xml:space="preserve">The </w:t>
      </w:r>
      <w:r w:rsidR="004D2790" w:rsidRPr="00810B8F">
        <w:t>Air Conditioning,</w:t>
      </w:r>
      <w:r w:rsidR="0092015F" w:rsidRPr="00810B8F">
        <w:t xml:space="preserve"> Heating</w:t>
      </w:r>
      <w:r w:rsidR="004D2790" w:rsidRPr="00810B8F">
        <w:t>,</w:t>
      </w:r>
      <w:r w:rsidR="0092015F" w:rsidRPr="00810B8F">
        <w:t xml:space="preserve"> and Refrigeration Institute (AHRI) </w:t>
      </w:r>
      <w:r w:rsidR="004D2790" w:rsidRPr="00810B8F">
        <w:t xml:space="preserve">and CEE </w:t>
      </w:r>
      <w:r w:rsidR="0092015F" w:rsidRPr="00810B8F">
        <w:t>maintain a</w:t>
      </w:r>
      <w:r w:rsidR="004D2790" w:rsidRPr="00810B8F">
        <w:t xml:space="preserve"> shared online </w:t>
      </w:r>
      <w:r w:rsidR="0092015F" w:rsidRPr="00810B8F">
        <w:t xml:space="preserve">directory </w:t>
      </w:r>
      <w:r w:rsidR="004D2790" w:rsidRPr="00810B8F">
        <w:t xml:space="preserve">of certified </w:t>
      </w:r>
      <w:r w:rsidR="0092015F" w:rsidRPr="00810B8F">
        <w:t xml:space="preserve">product ratings, </w:t>
      </w:r>
      <w:r w:rsidR="004D2790" w:rsidRPr="00810B8F">
        <w:t>which can be used to verify efficiency ratings.</w:t>
      </w:r>
      <w:r w:rsidR="004D2790">
        <w:t xml:space="preserve"> </w:t>
      </w:r>
    </w:p>
    <w:p w14:paraId="75AE3679" w14:textId="07140D19" w:rsidR="001C38B3" w:rsidRPr="00886FAC" w:rsidRDefault="001C38B3" w:rsidP="003D2758">
      <w:pPr>
        <w:rPr>
          <w:b/>
          <w:bCs/>
        </w:rPr>
      </w:pPr>
      <w:r w:rsidRPr="00886FAC">
        <w:rPr>
          <w:b/>
          <w:bCs/>
        </w:rPr>
        <w:lastRenderedPageBreak/>
        <w:t>Ductless heat pump</w:t>
      </w:r>
      <w:r w:rsidR="00B20FC8">
        <w:rPr>
          <w:b/>
          <w:bCs/>
        </w:rPr>
        <w:t xml:space="preserve"> systems </w:t>
      </w:r>
      <w:r w:rsidRPr="00886FAC">
        <w:rPr>
          <w:b/>
          <w:bCs/>
        </w:rPr>
        <w:t xml:space="preserve">can be a </w:t>
      </w:r>
      <w:r w:rsidR="004B19FD" w:rsidRPr="00886FAC">
        <w:rPr>
          <w:b/>
          <w:bCs/>
        </w:rPr>
        <w:t xml:space="preserve">replacement for </w:t>
      </w:r>
      <w:r w:rsidR="00FF04B2" w:rsidRPr="00886FAC">
        <w:rPr>
          <w:b/>
          <w:bCs/>
        </w:rPr>
        <w:t xml:space="preserve">the following </w:t>
      </w:r>
      <w:r w:rsidR="00822893" w:rsidRPr="00886FAC">
        <w:rPr>
          <w:b/>
          <w:bCs/>
        </w:rPr>
        <w:t xml:space="preserve">all-electric air-conditioning </w:t>
      </w:r>
      <w:r w:rsidR="00DB11DD">
        <w:rPr>
          <w:b/>
          <w:bCs/>
        </w:rPr>
        <w:t xml:space="preserve">and space heating </w:t>
      </w:r>
      <w:r w:rsidR="00822893" w:rsidRPr="00886FAC">
        <w:rPr>
          <w:b/>
          <w:bCs/>
        </w:rPr>
        <w:t xml:space="preserve">systems. </w:t>
      </w:r>
    </w:p>
    <w:p w14:paraId="637D34E5" w14:textId="48580378" w:rsidR="00154B60" w:rsidRDefault="00822893" w:rsidP="00822893">
      <w:pPr>
        <w:pStyle w:val="ListParagraph"/>
        <w:numPr>
          <w:ilvl w:val="0"/>
          <w:numId w:val="20"/>
        </w:numPr>
      </w:pPr>
      <w:bookmarkStart w:id="10" w:name="_Hlk64625555"/>
      <w:r>
        <w:t>Through the wall or window air-conditioner</w:t>
      </w:r>
      <w:r w:rsidR="006E061A">
        <w:t xml:space="preserve"> (Room AC)</w:t>
      </w:r>
      <w:r>
        <w:t xml:space="preserve"> </w:t>
      </w:r>
      <w:r w:rsidR="00154B60">
        <w:t>coupled with electric resistance space heater for heating</w:t>
      </w:r>
      <w:r w:rsidR="00E20100">
        <w:t xml:space="preserve">. </w:t>
      </w:r>
    </w:p>
    <w:p w14:paraId="6FDA05EB" w14:textId="33890312" w:rsidR="000B6690" w:rsidRDefault="000B6690" w:rsidP="00822893">
      <w:pPr>
        <w:pStyle w:val="ListParagraph"/>
        <w:numPr>
          <w:ilvl w:val="0"/>
          <w:numId w:val="20"/>
        </w:numPr>
      </w:pPr>
      <w:r>
        <w:t>Through the wall or window heat pump</w:t>
      </w:r>
      <w:r w:rsidR="006E061A">
        <w:t xml:space="preserve"> </w:t>
      </w:r>
      <w:r w:rsidR="003B2F38">
        <w:t>(Room HP)</w:t>
      </w:r>
      <w:r>
        <w:t>.</w:t>
      </w:r>
    </w:p>
    <w:p w14:paraId="34F15DCC" w14:textId="46D7A699" w:rsidR="000B6690" w:rsidRDefault="0028559D" w:rsidP="00822893">
      <w:pPr>
        <w:pStyle w:val="ListParagraph"/>
        <w:numPr>
          <w:ilvl w:val="0"/>
          <w:numId w:val="20"/>
        </w:numPr>
      </w:pPr>
      <w:r>
        <w:t xml:space="preserve">Ductless air-conditioner providing cooling </w:t>
      </w:r>
      <w:r w:rsidR="000B1818">
        <w:t>coupled</w:t>
      </w:r>
      <w:r w:rsidR="009C5727">
        <w:t xml:space="preserve"> with </w:t>
      </w:r>
      <w:r w:rsidR="001D1813">
        <w:t>electric resistance space heat</w:t>
      </w:r>
      <w:r w:rsidR="00E87CCD">
        <w:t>er</w:t>
      </w:r>
      <w:r w:rsidR="009C5727">
        <w:t xml:space="preserve"> for heating</w:t>
      </w:r>
      <w:r w:rsidR="003B2F38">
        <w:t xml:space="preserve"> (Ductless AC). </w:t>
      </w:r>
    </w:p>
    <w:p w14:paraId="16B09CEB" w14:textId="00A012BF" w:rsidR="009C5727" w:rsidRDefault="009C5727" w:rsidP="00822893">
      <w:pPr>
        <w:pStyle w:val="ListParagraph"/>
        <w:numPr>
          <w:ilvl w:val="0"/>
          <w:numId w:val="20"/>
        </w:numPr>
      </w:pPr>
      <w:r>
        <w:t xml:space="preserve">Less efficient </w:t>
      </w:r>
      <w:r w:rsidR="006E061A">
        <w:t xml:space="preserve">(than minimum California Energy Standards) </w:t>
      </w:r>
      <w:r>
        <w:t>ductless heat pump</w:t>
      </w:r>
      <w:r w:rsidR="003B2F38">
        <w:t xml:space="preserve"> (Ductless HP).</w:t>
      </w:r>
      <w:bookmarkEnd w:id="10"/>
      <w:r>
        <w:t xml:space="preserve"> </w:t>
      </w:r>
    </w:p>
    <w:p w14:paraId="04DE9E98" w14:textId="25A90236" w:rsidR="000B6365" w:rsidRDefault="00B311CE" w:rsidP="009C5727">
      <w:pPr>
        <w:rPr>
          <w:rFonts w:cs="Calibri Light"/>
          <w:color w:val="000000"/>
        </w:rPr>
      </w:pPr>
      <w:r>
        <w:t xml:space="preserve">While </w:t>
      </w:r>
      <w:r w:rsidR="00D17720">
        <w:t>technically</w:t>
      </w:r>
      <w:r>
        <w:t xml:space="preserve"> </w:t>
      </w:r>
      <w:r w:rsidR="00F8073A">
        <w:t xml:space="preserve">a </w:t>
      </w:r>
      <w:r>
        <w:t xml:space="preserve">ductless heat pump could replace </w:t>
      </w:r>
      <w:r w:rsidR="00F8073A">
        <w:t xml:space="preserve">a </w:t>
      </w:r>
      <w:r>
        <w:t>central heat pump,</w:t>
      </w:r>
      <w:r w:rsidR="000B6365">
        <w:t xml:space="preserve"> this would require significant building envelope modifications </w:t>
      </w:r>
      <w:r w:rsidR="00F43232" w:rsidRPr="00D7628F">
        <w:rPr>
          <w:rFonts w:cs="Calibri Light"/>
          <w:color w:val="000000"/>
        </w:rPr>
        <w:t xml:space="preserve">such as closing off the vents, removing the existing duct work and air-handling unit, etc. </w:t>
      </w:r>
      <w:r w:rsidR="00F43232">
        <w:rPr>
          <w:rFonts w:cs="Calibri Light"/>
          <w:color w:val="000000"/>
        </w:rPr>
        <w:t>These modifications can</w:t>
      </w:r>
      <w:r w:rsidR="00F43232" w:rsidRPr="00D7628F">
        <w:rPr>
          <w:rFonts w:cs="Calibri Light"/>
          <w:color w:val="000000"/>
        </w:rPr>
        <w:t xml:space="preserve"> be </w:t>
      </w:r>
      <w:r w:rsidR="00886FAC">
        <w:rPr>
          <w:rFonts w:cs="Calibri Light"/>
          <w:color w:val="000000"/>
        </w:rPr>
        <w:t>costly</w:t>
      </w:r>
      <w:r w:rsidR="00F43232" w:rsidRPr="00D7628F">
        <w:rPr>
          <w:rFonts w:cs="Calibri Light"/>
          <w:color w:val="000000"/>
        </w:rPr>
        <w:t xml:space="preserve"> </w:t>
      </w:r>
      <w:r w:rsidR="000B6365" w:rsidRPr="00D7628F">
        <w:rPr>
          <w:rFonts w:cs="Calibri Light"/>
          <w:color w:val="000000"/>
        </w:rPr>
        <w:t>and</w:t>
      </w:r>
      <w:r w:rsidR="00F43232" w:rsidRPr="00D7628F">
        <w:rPr>
          <w:rFonts w:cs="Calibri Light"/>
          <w:color w:val="000000"/>
        </w:rPr>
        <w:t xml:space="preserve"> compromis</w:t>
      </w:r>
      <w:r w:rsidR="00F43232">
        <w:rPr>
          <w:rFonts w:cs="Calibri Light"/>
          <w:color w:val="000000"/>
        </w:rPr>
        <w:t>e</w:t>
      </w:r>
      <w:r w:rsidR="00F43232" w:rsidRPr="00D7628F">
        <w:rPr>
          <w:rFonts w:cs="Calibri Light"/>
          <w:color w:val="000000"/>
        </w:rPr>
        <w:t xml:space="preserve"> the aesthetics of the home</w:t>
      </w:r>
      <w:r w:rsidR="00886FAC">
        <w:rPr>
          <w:rFonts w:cs="Calibri Light"/>
          <w:color w:val="000000"/>
        </w:rPr>
        <w:t xml:space="preserve">, </w:t>
      </w:r>
      <w:r w:rsidR="00FB3A28">
        <w:rPr>
          <w:rFonts w:cs="Calibri Light"/>
          <w:color w:val="000000"/>
        </w:rPr>
        <w:t>creating a barrier to</w:t>
      </w:r>
      <w:r w:rsidR="004D2790">
        <w:rPr>
          <w:rFonts w:cs="Calibri Light"/>
          <w:color w:val="000000"/>
        </w:rPr>
        <w:t xml:space="preserve"> </w:t>
      </w:r>
      <w:r w:rsidR="000B6365">
        <w:rPr>
          <w:rFonts w:cs="Calibri Light"/>
          <w:color w:val="000000"/>
        </w:rPr>
        <w:t xml:space="preserve">adoption of </w:t>
      </w:r>
      <w:r w:rsidR="00886FAC">
        <w:rPr>
          <w:rFonts w:cs="Calibri Light"/>
          <w:color w:val="000000"/>
        </w:rPr>
        <w:t xml:space="preserve">a </w:t>
      </w:r>
      <w:r w:rsidR="000B6365">
        <w:rPr>
          <w:rFonts w:cs="Calibri Light"/>
          <w:color w:val="000000"/>
        </w:rPr>
        <w:t xml:space="preserve">ductless heat pump </w:t>
      </w:r>
      <w:r w:rsidR="00886FAC">
        <w:rPr>
          <w:rFonts w:cs="Calibri Light"/>
          <w:color w:val="000000"/>
        </w:rPr>
        <w:t xml:space="preserve">system </w:t>
      </w:r>
      <w:r w:rsidR="000B6365">
        <w:rPr>
          <w:rFonts w:cs="Calibri Light"/>
          <w:color w:val="000000"/>
        </w:rPr>
        <w:t xml:space="preserve">where </w:t>
      </w:r>
      <w:r w:rsidR="001B5FB8">
        <w:rPr>
          <w:rFonts w:cs="Calibri Light"/>
          <w:color w:val="000000"/>
        </w:rPr>
        <w:t xml:space="preserve">a </w:t>
      </w:r>
      <w:r w:rsidR="000B6365">
        <w:rPr>
          <w:rFonts w:cs="Calibri Light"/>
          <w:color w:val="000000"/>
        </w:rPr>
        <w:t xml:space="preserve">central heat pump exists or is </w:t>
      </w:r>
      <w:r w:rsidR="001B5FB8">
        <w:rPr>
          <w:rFonts w:cs="Calibri Light"/>
          <w:color w:val="000000"/>
        </w:rPr>
        <w:t>already included in late stages of design</w:t>
      </w:r>
      <w:r w:rsidR="000B6365">
        <w:rPr>
          <w:rFonts w:cs="Calibri Light"/>
          <w:color w:val="000000"/>
        </w:rPr>
        <w:t>.</w:t>
      </w:r>
      <w:r w:rsidR="000C7913">
        <w:rPr>
          <w:rFonts w:cs="Calibri Light"/>
          <w:color w:val="000000"/>
        </w:rPr>
        <w:t xml:space="preserve"> Furthermore according to a 2017 study, home builders have reported negative perceptions because ductless systems do not require a semi-conditioned unvented attic (designed around ducted central systems and popularized by marketing campaigns) and </w:t>
      </w:r>
      <w:r w:rsidR="006C5F6C">
        <w:rPr>
          <w:rFonts w:cs="Calibri Light"/>
          <w:color w:val="000000"/>
        </w:rPr>
        <w:t xml:space="preserve">in large single family homes with many zones, </w:t>
      </w:r>
      <w:r w:rsidR="000C7913">
        <w:rPr>
          <w:rFonts w:cs="Calibri Light"/>
          <w:color w:val="000000"/>
        </w:rPr>
        <w:t>do require more careful attention to achieve uniform conditioning.</w:t>
      </w:r>
      <w:r w:rsidR="000C7913">
        <w:rPr>
          <w:rStyle w:val="FootnoteReference"/>
          <w:rFonts w:cs="Calibri Light"/>
          <w:color w:val="000000"/>
        </w:rPr>
        <w:footnoteReference w:id="4"/>
      </w:r>
    </w:p>
    <w:p w14:paraId="537F20F7" w14:textId="6A4B9362" w:rsidR="00936372" w:rsidRDefault="001B5FB8" w:rsidP="009C5727">
      <w:pPr>
        <w:rPr>
          <w:rFonts w:cs="Calibri Light"/>
          <w:color w:val="000000"/>
        </w:rPr>
      </w:pPr>
      <w:r w:rsidRPr="00E73FCF">
        <w:rPr>
          <w:rFonts w:cs="Calibri Light"/>
          <w:color w:val="000000"/>
        </w:rPr>
        <w:t>The installation of a d</w:t>
      </w:r>
      <w:r w:rsidR="007F791A" w:rsidRPr="00E73FCF">
        <w:rPr>
          <w:rFonts w:cs="Calibri Light"/>
          <w:color w:val="000000"/>
        </w:rPr>
        <w:t xml:space="preserve">uctless heat pump replacing an existing mixed fuel </w:t>
      </w:r>
      <w:r w:rsidR="009A5B7B" w:rsidRPr="00E73FCF">
        <w:rPr>
          <w:rFonts w:cs="Calibri Light"/>
          <w:color w:val="000000"/>
        </w:rPr>
        <w:t xml:space="preserve">(typically electricity for cooling and gas for heating) </w:t>
      </w:r>
      <w:r w:rsidR="00936372" w:rsidRPr="00E73FCF">
        <w:rPr>
          <w:rFonts w:cs="Calibri Light"/>
          <w:color w:val="000000"/>
        </w:rPr>
        <w:t>unit will be classified as fuel substitution measure</w:t>
      </w:r>
      <w:r w:rsidRPr="00E73FCF">
        <w:rPr>
          <w:rFonts w:cs="Calibri Light"/>
          <w:color w:val="000000"/>
        </w:rPr>
        <w:t>,</w:t>
      </w:r>
      <w:r w:rsidR="00936372" w:rsidRPr="00E73FCF">
        <w:rPr>
          <w:rFonts w:cs="Calibri Light"/>
          <w:color w:val="000000"/>
        </w:rPr>
        <w:t xml:space="preserve"> and </w:t>
      </w:r>
      <w:r w:rsidR="003B3EAB" w:rsidRPr="00E73FCF">
        <w:rPr>
          <w:rFonts w:cs="Calibri Light"/>
          <w:color w:val="000000"/>
        </w:rPr>
        <w:t>th</w:t>
      </w:r>
      <w:r w:rsidRPr="00E73FCF">
        <w:rPr>
          <w:rFonts w:cs="Calibri Light"/>
          <w:color w:val="000000"/>
        </w:rPr>
        <w:t>is</w:t>
      </w:r>
      <w:r w:rsidR="003B3EAB" w:rsidRPr="00E73FCF">
        <w:rPr>
          <w:rFonts w:cs="Calibri Light"/>
          <w:color w:val="000000"/>
        </w:rPr>
        <w:t xml:space="preserve"> measure </w:t>
      </w:r>
      <w:r w:rsidRPr="00E73FCF">
        <w:rPr>
          <w:rFonts w:cs="Calibri Light"/>
          <w:color w:val="000000"/>
        </w:rPr>
        <w:t>is</w:t>
      </w:r>
      <w:r w:rsidR="003B3EAB" w:rsidRPr="00E73FCF">
        <w:rPr>
          <w:rFonts w:cs="Calibri Light"/>
          <w:color w:val="000000"/>
        </w:rPr>
        <w:t xml:space="preserve"> available in workpaper SWHC044-01</w:t>
      </w:r>
      <w:r w:rsidRPr="00E73FCF">
        <w:rPr>
          <w:rFonts w:cs="Calibri Light"/>
          <w:color w:val="000000"/>
        </w:rPr>
        <w:t>.</w:t>
      </w:r>
      <w:r w:rsidR="003B3EAB" w:rsidRPr="00E73FCF">
        <w:rPr>
          <w:rStyle w:val="FootnoteReference"/>
          <w:rFonts w:cs="Calibri Light"/>
          <w:color w:val="000000"/>
        </w:rPr>
        <w:footnoteReference w:id="5"/>
      </w:r>
    </w:p>
    <w:p w14:paraId="5AF18021" w14:textId="77777777" w:rsidR="007D230B" w:rsidRPr="0001609E" w:rsidRDefault="007D230B" w:rsidP="00427574">
      <w:pPr>
        <w:pStyle w:val="eTRMHeading3"/>
      </w:pPr>
      <w:bookmarkStart w:id="11" w:name="_Toc486490848"/>
      <w:bookmarkStart w:id="12" w:name="_Toc486580919"/>
      <w:bookmarkStart w:id="13" w:name="_Toc53490183"/>
      <w:r w:rsidRPr="0001609E">
        <w:t>Measure Case Description</w:t>
      </w:r>
      <w:bookmarkEnd w:id="11"/>
      <w:bookmarkEnd w:id="12"/>
      <w:bookmarkEnd w:id="13"/>
    </w:p>
    <w:p w14:paraId="28092D10" w14:textId="4EB92DC4" w:rsidR="0047705B" w:rsidRDefault="008659C5" w:rsidP="0047705B">
      <w:pPr>
        <w:rPr>
          <w:rFonts w:cstheme="minorHAnsi"/>
          <w:szCs w:val="20"/>
        </w:rPr>
      </w:pPr>
      <w:r>
        <w:rPr>
          <w:rFonts w:cstheme="minorHAnsi"/>
          <w:szCs w:val="20"/>
        </w:rPr>
        <w:t xml:space="preserve">The measure case </w:t>
      </w:r>
      <w:r w:rsidR="0047705B">
        <w:rPr>
          <w:rFonts w:cstheme="minorHAnsi"/>
          <w:szCs w:val="20"/>
        </w:rPr>
        <w:t xml:space="preserve">is a ductless heat pump (mini or multi-split) with cooling capacity less than 65,000 BTU/h and matching one of the following efficiency </w:t>
      </w:r>
      <w:r w:rsidR="00973163">
        <w:rPr>
          <w:rFonts w:cstheme="minorHAnsi"/>
          <w:szCs w:val="20"/>
        </w:rPr>
        <w:t>tiers</w:t>
      </w:r>
      <w:r w:rsidR="0047705B">
        <w:rPr>
          <w:rFonts w:cstheme="minorHAnsi"/>
          <w:szCs w:val="20"/>
        </w:rPr>
        <w:t>.</w:t>
      </w:r>
      <w:r w:rsidR="00CC1674">
        <w:rPr>
          <w:rFonts w:cstheme="minorHAnsi"/>
          <w:szCs w:val="20"/>
        </w:rPr>
        <w:t xml:space="preserve"> </w:t>
      </w:r>
      <w:r w:rsidR="0047705B">
        <w:rPr>
          <w:rFonts w:cstheme="minorHAnsi"/>
          <w:szCs w:val="20"/>
        </w:rPr>
        <w:t xml:space="preserve">Each efficiency tier exceeds code requirements. Equipment should meet or exceed both the SEER and HSPF rating listed </w:t>
      </w:r>
      <w:proofErr w:type="gramStart"/>
      <w:r w:rsidR="0047705B">
        <w:rPr>
          <w:rFonts w:cstheme="minorHAnsi"/>
          <w:szCs w:val="20"/>
        </w:rPr>
        <w:t>in order to</w:t>
      </w:r>
      <w:proofErr w:type="gramEnd"/>
      <w:r w:rsidR="0047705B">
        <w:rPr>
          <w:rFonts w:cstheme="minorHAnsi"/>
          <w:szCs w:val="20"/>
        </w:rPr>
        <w:t xml:space="preserve"> qualify </w:t>
      </w:r>
      <w:r w:rsidR="002E567D">
        <w:rPr>
          <w:rFonts w:cstheme="minorHAnsi"/>
          <w:szCs w:val="20"/>
        </w:rPr>
        <w:t>under a Statewide</w:t>
      </w:r>
      <w:r w:rsidR="0047705B">
        <w:rPr>
          <w:rFonts w:cstheme="minorHAnsi"/>
          <w:szCs w:val="20"/>
        </w:rPr>
        <w:t xml:space="preserve"> </w:t>
      </w:r>
      <w:r w:rsidR="002E567D">
        <w:rPr>
          <w:rFonts w:cstheme="minorHAnsi"/>
          <w:szCs w:val="20"/>
        </w:rPr>
        <w:t>Offering ID</w:t>
      </w:r>
      <w:r w:rsidR="0047705B">
        <w:rPr>
          <w:rFonts w:cstheme="minorHAnsi"/>
          <w:szCs w:val="20"/>
        </w:rPr>
        <w:t>.</w:t>
      </w:r>
      <w:r w:rsidR="001B5FB8">
        <w:rPr>
          <w:rFonts w:cstheme="minorHAnsi"/>
          <w:szCs w:val="20"/>
        </w:rPr>
        <w:t xml:space="preserve"> </w:t>
      </w:r>
      <w:r w:rsidR="00100B92">
        <w:rPr>
          <w:rFonts w:cstheme="minorHAnsi"/>
          <w:szCs w:val="20"/>
        </w:rPr>
        <w:t>The HSPF efficiency levels in each tier are chosen as discussed in the section on Electric Savings (kWh). (These tiers</w:t>
      </w:r>
      <w:r w:rsidR="00100B92" w:rsidRPr="00100B92">
        <w:rPr>
          <w:rFonts w:cstheme="minorHAnsi"/>
          <w:szCs w:val="20"/>
        </w:rPr>
        <w:t xml:space="preserve"> </w:t>
      </w:r>
      <w:r w:rsidR="00100B92">
        <w:rPr>
          <w:rFonts w:cstheme="minorHAnsi"/>
          <w:szCs w:val="20"/>
        </w:rPr>
        <w:t>were created solely for this workpaper and are not connected to any other efficiency tier system. Equipment will not have a tier label, but the appropriate tier should be determined from SEER and HSPF ratings.)</w:t>
      </w:r>
    </w:p>
    <w:p w14:paraId="7E26EE85" w14:textId="1870E939" w:rsidR="00100B92" w:rsidRDefault="00100B92" w:rsidP="00100B92">
      <w:pPr>
        <w:pStyle w:val="Caption"/>
      </w:pPr>
      <w:r>
        <w:t>Efficiency Tiers</w:t>
      </w:r>
    </w:p>
    <w:tbl>
      <w:tblPr>
        <w:tblStyle w:val="TableGridLight"/>
        <w:tblW w:w="9239" w:type="dxa"/>
        <w:tblLook w:val="04A0" w:firstRow="1" w:lastRow="0" w:firstColumn="1" w:lastColumn="0" w:noHBand="0" w:noVBand="1"/>
      </w:tblPr>
      <w:tblGrid>
        <w:gridCol w:w="1122"/>
        <w:gridCol w:w="2218"/>
        <w:gridCol w:w="2505"/>
        <w:gridCol w:w="3394"/>
      </w:tblGrid>
      <w:tr w:rsidR="002E567D" w:rsidRPr="008D2389" w14:paraId="129445E5" w14:textId="77777777" w:rsidTr="00AF2F38">
        <w:trPr>
          <w:trHeight w:hRule="exact" w:val="360"/>
        </w:trPr>
        <w:tc>
          <w:tcPr>
            <w:tcW w:w="1122" w:type="dxa"/>
            <w:shd w:val="clear" w:color="auto" w:fill="F2F2F2" w:themeFill="background1" w:themeFillShade="F2"/>
            <w:vAlign w:val="center"/>
          </w:tcPr>
          <w:p w14:paraId="08D0622E" w14:textId="77777777" w:rsidR="002E567D" w:rsidRDefault="002E567D" w:rsidP="00C96C40">
            <w:pPr>
              <w:jc w:val="center"/>
              <w:rPr>
                <w:rFonts w:cs="Calibri Light"/>
                <w:b/>
                <w:sz w:val="20"/>
                <w:szCs w:val="20"/>
              </w:rPr>
            </w:pPr>
            <w:r>
              <w:rPr>
                <w:rFonts w:cs="Calibri Light"/>
                <w:b/>
                <w:sz w:val="20"/>
                <w:szCs w:val="20"/>
              </w:rPr>
              <w:t>Equipment</w:t>
            </w:r>
          </w:p>
        </w:tc>
        <w:tc>
          <w:tcPr>
            <w:tcW w:w="2218" w:type="dxa"/>
            <w:shd w:val="clear" w:color="auto" w:fill="F2F2F2" w:themeFill="background1" w:themeFillShade="F2"/>
            <w:noWrap/>
            <w:vAlign w:val="center"/>
            <w:hideMark/>
          </w:tcPr>
          <w:p w14:paraId="3D532620" w14:textId="6C11B811" w:rsidR="002E567D" w:rsidRPr="00A3215B" w:rsidRDefault="002F33CF" w:rsidP="00C96C40">
            <w:pPr>
              <w:jc w:val="center"/>
              <w:rPr>
                <w:rFonts w:cs="Calibri Light"/>
                <w:b/>
                <w:sz w:val="20"/>
                <w:szCs w:val="20"/>
              </w:rPr>
            </w:pPr>
            <w:r>
              <w:rPr>
                <w:rFonts w:cs="Calibri Light"/>
                <w:b/>
                <w:sz w:val="20"/>
                <w:szCs w:val="20"/>
              </w:rPr>
              <w:t xml:space="preserve">Measure </w:t>
            </w:r>
            <w:r w:rsidR="002E567D">
              <w:rPr>
                <w:rFonts w:cs="Calibri Light"/>
                <w:b/>
                <w:sz w:val="20"/>
                <w:szCs w:val="20"/>
              </w:rPr>
              <w:t>Tier</w:t>
            </w:r>
          </w:p>
        </w:tc>
        <w:tc>
          <w:tcPr>
            <w:tcW w:w="2505" w:type="dxa"/>
            <w:shd w:val="clear" w:color="auto" w:fill="F2F2F2" w:themeFill="background1" w:themeFillShade="F2"/>
            <w:noWrap/>
            <w:vAlign w:val="center"/>
            <w:hideMark/>
          </w:tcPr>
          <w:p w14:paraId="39EA61EE" w14:textId="77777777" w:rsidR="002E567D" w:rsidRPr="00A3215B" w:rsidRDefault="002E567D" w:rsidP="00C96C40">
            <w:pPr>
              <w:jc w:val="center"/>
              <w:rPr>
                <w:rFonts w:cs="Calibri Light"/>
                <w:b/>
                <w:sz w:val="20"/>
                <w:szCs w:val="20"/>
              </w:rPr>
            </w:pPr>
            <w:r>
              <w:rPr>
                <w:rFonts w:cs="Calibri Light"/>
                <w:b/>
                <w:sz w:val="20"/>
                <w:szCs w:val="20"/>
              </w:rPr>
              <w:t>SEER</w:t>
            </w:r>
          </w:p>
        </w:tc>
        <w:tc>
          <w:tcPr>
            <w:tcW w:w="3394" w:type="dxa"/>
            <w:shd w:val="clear" w:color="auto" w:fill="F2F2F2" w:themeFill="background1" w:themeFillShade="F2"/>
          </w:tcPr>
          <w:p w14:paraId="6FBBCC29" w14:textId="77777777" w:rsidR="002E567D" w:rsidRDefault="002E567D" w:rsidP="00C96C40">
            <w:pPr>
              <w:jc w:val="center"/>
              <w:rPr>
                <w:rFonts w:cs="Calibri Light"/>
                <w:b/>
                <w:sz w:val="20"/>
                <w:szCs w:val="20"/>
              </w:rPr>
            </w:pPr>
            <w:r>
              <w:rPr>
                <w:rFonts w:cs="Calibri Light"/>
                <w:b/>
                <w:sz w:val="20"/>
                <w:szCs w:val="20"/>
              </w:rPr>
              <w:t>HSPF</w:t>
            </w:r>
          </w:p>
        </w:tc>
      </w:tr>
      <w:tr w:rsidR="009E532A" w:rsidRPr="008D2389" w14:paraId="123F7409" w14:textId="77777777" w:rsidTr="00AF2F38">
        <w:trPr>
          <w:trHeight w:hRule="exact" w:val="360"/>
        </w:trPr>
        <w:tc>
          <w:tcPr>
            <w:tcW w:w="1122" w:type="dxa"/>
            <w:vMerge w:val="restart"/>
            <w:shd w:val="clear" w:color="auto" w:fill="auto"/>
            <w:vAlign w:val="center"/>
          </w:tcPr>
          <w:p w14:paraId="0BE8B4E9" w14:textId="43C57231" w:rsidR="009E532A" w:rsidRDefault="009E532A" w:rsidP="00AC135F">
            <w:pPr>
              <w:jc w:val="center"/>
              <w:rPr>
                <w:rFonts w:cs="Calibri Light"/>
                <w:sz w:val="20"/>
                <w:szCs w:val="20"/>
              </w:rPr>
            </w:pPr>
            <w:r>
              <w:rPr>
                <w:rFonts w:cs="Calibri Light"/>
                <w:sz w:val="20"/>
                <w:szCs w:val="20"/>
              </w:rPr>
              <w:t xml:space="preserve">Ductless </w:t>
            </w:r>
            <w:r w:rsidRPr="00FF39EC">
              <w:rPr>
                <w:rFonts w:cs="Calibri Light"/>
                <w:sz w:val="20"/>
                <w:szCs w:val="20"/>
              </w:rPr>
              <w:t>Heat</w:t>
            </w:r>
            <w:r>
              <w:rPr>
                <w:rFonts w:cs="Calibri Light"/>
                <w:sz w:val="20"/>
                <w:szCs w:val="20"/>
              </w:rPr>
              <w:t xml:space="preserve"> </w:t>
            </w:r>
            <w:r w:rsidRPr="00FF39EC">
              <w:rPr>
                <w:rFonts w:cs="Calibri Light"/>
                <w:sz w:val="20"/>
                <w:szCs w:val="20"/>
              </w:rPr>
              <w:t>Pump</w:t>
            </w:r>
            <w:r>
              <w:rPr>
                <w:rFonts w:cs="Calibri Light"/>
                <w:sz w:val="20"/>
                <w:szCs w:val="20"/>
              </w:rPr>
              <w:t xml:space="preserve"> (mini-split</w:t>
            </w:r>
            <w:r w:rsidR="00B94317">
              <w:rPr>
                <w:rFonts w:cs="Calibri Light"/>
                <w:sz w:val="20"/>
                <w:szCs w:val="20"/>
              </w:rPr>
              <w:t xml:space="preserve"> and multi-split</w:t>
            </w:r>
            <w:r>
              <w:rPr>
                <w:rFonts w:cs="Calibri Light"/>
                <w:sz w:val="20"/>
                <w:szCs w:val="20"/>
              </w:rPr>
              <w:t>)</w:t>
            </w:r>
          </w:p>
        </w:tc>
        <w:tc>
          <w:tcPr>
            <w:tcW w:w="2218" w:type="dxa"/>
            <w:noWrap/>
            <w:vAlign w:val="center"/>
            <w:hideMark/>
          </w:tcPr>
          <w:p w14:paraId="7971044A" w14:textId="7AA38F72" w:rsidR="009E532A" w:rsidRPr="00A3215B" w:rsidRDefault="009E532A" w:rsidP="00C96C40">
            <w:pPr>
              <w:jc w:val="center"/>
              <w:rPr>
                <w:rFonts w:cs="Calibri Light"/>
                <w:sz w:val="20"/>
                <w:szCs w:val="20"/>
              </w:rPr>
            </w:pPr>
            <w:r>
              <w:rPr>
                <w:rFonts w:cs="Calibri Light"/>
                <w:sz w:val="20"/>
                <w:szCs w:val="20"/>
              </w:rPr>
              <w:t>Tier 1</w:t>
            </w:r>
          </w:p>
        </w:tc>
        <w:tc>
          <w:tcPr>
            <w:tcW w:w="2505" w:type="dxa"/>
            <w:noWrap/>
            <w:vAlign w:val="center"/>
            <w:hideMark/>
          </w:tcPr>
          <w:p w14:paraId="7FBE8D2E" w14:textId="7905FEDA" w:rsidR="009E532A" w:rsidRPr="00A3215B" w:rsidRDefault="00B94317" w:rsidP="00C96C40">
            <w:pPr>
              <w:ind w:right="36"/>
              <w:jc w:val="center"/>
              <w:rPr>
                <w:rFonts w:cs="Calibri Light"/>
                <w:sz w:val="20"/>
                <w:szCs w:val="20"/>
              </w:rPr>
            </w:pPr>
            <w:r>
              <w:rPr>
                <w:rFonts w:cs="Calibri Light"/>
                <w:sz w:val="20"/>
                <w:szCs w:val="20"/>
              </w:rPr>
              <w:t xml:space="preserve">≥ </w:t>
            </w:r>
            <w:r w:rsidR="009E532A">
              <w:rPr>
                <w:rFonts w:cs="Calibri Light"/>
                <w:sz w:val="20"/>
                <w:szCs w:val="20"/>
              </w:rPr>
              <w:t>15</w:t>
            </w:r>
          </w:p>
        </w:tc>
        <w:tc>
          <w:tcPr>
            <w:tcW w:w="3394" w:type="dxa"/>
          </w:tcPr>
          <w:p w14:paraId="4C3B191E" w14:textId="1CEF7203" w:rsidR="009E532A" w:rsidRDefault="00A5682E" w:rsidP="00C96C40">
            <w:pPr>
              <w:jc w:val="center"/>
              <w:rPr>
                <w:rFonts w:cs="Calibri Light"/>
                <w:sz w:val="20"/>
                <w:szCs w:val="20"/>
              </w:rPr>
            </w:pPr>
            <w:r>
              <w:rPr>
                <w:rFonts w:cs="Calibri Light"/>
                <w:sz w:val="20"/>
                <w:szCs w:val="20"/>
              </w:rPr>
              <w:t>≥ 9.0</w:t>
            </w:r>
          </w:p>
        </w:tc>
      </w:tr>
      <w:tr w:rsidR="009E532A" w:rsidRPr="008D2389" w14:paraId="2BAF4D1F" w14:textId="77777777" w:rsidTr="00AF2F38">
        <w:trPr>
          <w:trHeight w:hRule="exact" w:val="360"/>
        </w:trPr>
        <w:tc>
          <w:tcPr>
            <w:tcW w:w="1122" w:type="dxa"/>
            <w:vMerge/>
            <w:shd w:val="clear" w:color="auto" w:fill="auto"/>
          </w:tcPr>
          <w:p w14:paraId="27533278" w14:textId="77777777" w:rsidR="009E532A" w:rsidRDefault="009E532A" w:rsidP="00C96C40">
            <w:pPr>
              <w:jc w:val="center"/>
              <w:rPr>
                <w:rFonts w:cs="Calibri Light"/>
                <w:sz w:val="20"/>
                <w:szCs w:val="20"/>
              </w:rPr>
            </w:pPr>
          </w:p>
        </w:tc>
        <w:tc>
          <w:tcPr>
            <w:tcW w:w="2218" w:type="dxa"/>
            <w:noWrap/>
            <w:vAlign w:val="center"/>
          </w:tcPr>
          <w:p w14:paraId="3DC3FE16" w14:textId="6FC30AC9" w:rsidR="009E532A" w:rsidRDefault="009E532A" w:rsidP="00C96C40">
            <w:pPr>
              <w:jc w:val="center"/>
              <w:rPr>
                <w:rFonts w:cs="Calibri Light"/>
                <w:sz w:val="20"/>
                <w:szCs w:val="20"/>
              </w:rPr>
            </w:pPr>
            <w:r>
              <w:rPr>
                <w:rFonts w:cs="Calibri Light"/>
                <w:sz w:val="20"/>
                <w:szCs w:val="20"/>
              </w:rPr>
              <w:t>Tier 2</w:t>
            </w:r>
          </w:p>
        </w:tc>
        <w:tc>
          <w:tcPr>
            <w:tcW w:w="2505" w:type="dxa"/>
            <w:noWrap/>
            <w:vAlign w:val="center"/>
          </w:tcPr>
          <w:p w14:paraId="22F75953" w14:textId="3524B541" w:rsidR="009E532A" w:rsidRDefault="00B94317" w:rsidP="00C96C40">
            <w:pPr>
              <w:jc w:val="center"/>
              <w:rPr>
                <w:rFonts w:cs="Calibri Light"/>
                <w:sz w:val="20"/>
                <w:szCs w:val="20"/>
              </w:rPr>
            </w:pPr>
            <w:r>
              <w:rPr>
                <w:rFonts w:cs="Calibri Light"/>
                <w:sz w:val="20"/>
                <w:szCs w:val="20"/>
              </w:rPr>
              <w:t xml:space="preserve">≥ </w:t>
            </w:r>
            <w:r w:rsidR="009E532A">
              <w:rPr>
                <w:rFonts w:cs="Calibri Light"/>
                <w:sz w:val="20"/>
                <w:szCs w:val="20"/>
              </w:rPr>
              <w:t>16</w:t>
            </w:r>
          </w:p>
        </w:tc>
        <w:tc>
          <w:tcPr>
            <w:tcW w:w="3394" w:type="dxa"/>
          </w:tcPr>
          <w:p w14:paraId="062A9C00" w14:textId="28F5A313" w:rsidR="009E532A" w:rsidRDefault="00A5682E" w:rsidP="00C96C40">
            <w:pPr>
              <w:jc w:val="center"/>
              <w:rPr>
                <w:rFonts w:cs="Calibri Light"/>
                <w:sz w:val="20"/>
                <w:szCs w:val="20"/>
              </w:rPr>
            </w:pPr>
            <w:r>
              <w:rPr>
                <w:rFonts w:cs="Calibri Light"/>
                <w:sz w:val="20"/>
                <w:szCs w:val="20"/>
              </w:rPr>
              <w:t>≥ 9.2</w:t>
            </w:r>
          </w:p>
        </w:tc>
      </w:tr>
      <w:tr w:rsidR="009E532A" w:rsidRPr="008D2389" w14:paraId="2DE2E906" w14:textId="77777777" w:rsidTr="00AF2F38">
        <w:trPr>
          <w:trHeight w:hRule="exact" w:val="360"/>
        </w:trPr>
        <w:tc>
          <w:tcPr>
            <w:tcW w:w="1122" w:type="dxa"/>
            <w:vMerge/>
            <w:shd w:val="clear" w:color="auto" w:fill="auto"/>
          </w:tcPr>
          <w:p w14:paraId="7F2E5CAC" w14:textId="77777777" w:rsidR="009E532A" w:rsidRDefault="009E532A" w:rsidP="00C96C40">
            <w:pPr>
              <w:jc w:val="center"/>
              <w:rPr>
                <w:rFonts w:cs="Calibri Light"/>
                <w:sz w:val="20"/>
                <w:szCs w:val="20"/>
              </w:rPr>
            </w:pPr>
          </w:p>
        </w:tc>
        <w:tc>
          <w:tcPr>
            <w:tcW w:w="2218" w:type="dxa"/>
            <w:noWrap/>
            <w:vAlign w:val="center"/>
          </w:tcPr>
          <w:p w14:paraId="30A63E74" w14:textId="2881C352" w:rsidR="009E532A" w:rsidRDefault="009E532A" w:rsidP="00C96C40">
            <w:pPr>
              <w:jc w:val="center"/>
              <w:rPr>
                <w:rFonts w:cs="Calibri Light"/>
                <w:sz w:val="20"/>
                <w:szCs w:val="20"/>
              </w:rPr>
            </w:pPr>
            <w:r>
              <w:rPr>
                <w:rFonts w:cs="Calibri Light"/>
                <w:sz w:val="20"/>
                <w:szCs w:val="20"/>
              </w:rPr>
              <w:t>Tier 3</w:t>
            </w:r>
          </w:p>
        </w:tc>
        <w:tc>
          <w:tcPr>
            <w:tcW w:w="2505" w:type="dxa"/>
            <w:noWrap/>
            <w:vAlign w:val="center"/>
          </w:tcPr>
          <w:p w14:paraId="74B6A74D" w14:textId="5C4A3F46" w:rsidR="009E532A" w:rsidRDefault="00B94317" w:rsidP="00C96C40">
            <w:pPr>
              <w:jc w:val="center"/>
              <w:rPr>
                <w:rFonts w:cs="Calibri Light"/>
                <w:sz w:val="20"/>
                <w:szCs w:val="20"/>
              </w:rPr>
            </w:pPr>
            <w:r>
              <w:rPr>
                <w:rFonts w:cs="Calibri Light"/>
                <w:sz w:val="20"/>
                <w:szCs w:val="20"/>
              </w:rPr>
              <w:t xml:space="preserve">≥ </w:t>
            </w:r>
            <w:r w:rsidR="009E532A">
              <w:rPr>
                <w:rFonts w:cs="Calibri Light"/>
                <w:sz w:val="20"/>
                <w:szCs w:val="20"/>
              </w:rPr>
              <w:t>17</w:t>
            </w:r>
          </w:p>
        </w:tc>
        <w:tc>
          <w:tcPr>
            <w:tcW w:w="3394" w:type="dxa"/>
          </w:tcPr>
          <w:p w14:paraId="1E3D39E6" w14:textId="52DE2386" w:rsidR="009E532A" w:rsidRDefault="00A5682E" w:rsidP="00C96C40">
            <w:pPr>
              <w:jc w:val="center"/>
              <w:rPr>
                <w:rFonts w:cs="Calibri Light"/>
                <w:sz w:val="20"/>
                <w:szCs w:val="20"/>
              </w:rPr>
            </w:pPr>
            <w:r>
              <w:rPr>
                <w:rFonts w:cs="Calibri Light"/>
                <w:sz w:val="20"/>
                <w:szCs w:val="20"/>
              </w:rPr>
              <w:t>≥ 9.5</w:t>
            </w:r>
          </w:p>
        </w:tc>
      </w:tr>
      <w:tr w:rsidR="009E532A" w:rsidRPr="008D2389" w14:paraId="20910314" w14:textId="77777777" w:rsidTr="00AF2F38">
        <w:trPr>
          <w:trHeight w:hRule="exact" w:val="360"/>
        </w:trPr>
        <w:tc>
          <w:tcPr>
            <w:tcW w:w="1122" w:type="dxa"/>
            <w:vMerge/>
            <w:shd w:val="clear" w:color="auto" w:fill="auto"/>
          </w:tcPr>
          <w:p w14:paraId="7512550E" w14:textId="77777777" w:rsidR="009E532A" w:rsidRDefault="009E532A" w:rsidP="00C96C40">
            <w:pPr>
              <w:jc w:val="center"/>
              <w:rPr>
                <w:rFonts w:cs="Calibri Light"/>
                <w:sz w:val="20"/>
                <w:szCs w:val="20"/>
              </w:rPr>
            </w:pPr>
          </w:p>
        </w:tc>
        <w:tc>
          <w:tcPr>
            <w:tcW w:w="2218" w:type="dxa"/>
            <w:noWrap/>
            <w:vAlign w:val="center"/>
          </w:tcPr>
          <w:p w14:paraId="5B55FE09" w14:textId="152EF5D6" w:rsidR="009E532A" w:rsidRDefault="009E532A" w:rsidP="00C96C40">
            <w:pPr>
              <w:jc w:val="center"/>
              <w:rPr>
                <w:rFonts w:cs="Calibri Light"/>
                <w:sz w:val="20"/>
                <w:szCs w:val="20"/>
              </w:rPr>
            </w:pPr>
            <w:r>
              <w:rPr>
                <w:rFonts w:cs="Calibri Light"/>
                <w:sz w:val="20"/>
                <w:szCs w:val="20"/>
              </w:rPr>
              <w:t>Tier 4</w:t>
            </w:r>
          </w:p>
        </w:tc>
        <w:tc>
          <w:tcPr>
            <w:tcW w:w="2505" w:type="dxa"/>
            <w:noWrap/>
            <w:vAlign w:val="center"/>
          </w:tcPr>
          <w:p w14:paraId="0CFF742B" w14:textId="276A5745" w:rsidR="009E532A" w:rsidRDefault="00B94317" w:rsidP="00C96C40">
            <w:pPr>
              <w:jc w:val="center"/>
              <w:rPr>
                <w:rFonts w:cs="Calibri Light"/>
                <w:sz w:val="20"/>
                <w:szCs w:val="20"/>
              </w:rPr>
            </w:pPr>
            <w:r>
              <w:rPr>
                <w:rFonts w:cs="Calibri Light"/>
                <w:sz w:val="20"/>
                <w:szCs w:val="20"/>
              </w:rPr>
              <w:t xml:space="preserve">≥ </w:t>
            </w:r>
            <w:r w:rsidR="009E532A">
              <w:rPr>
                <w:rFonts w:cs="Calibri Light"/>
                <w:sz w:val="20"/>
                <w:szCs w:val="20"/>
              </w:rPr>
              <w:t>18</w:t>
            </w:r>
          </w:p>
        </w:tc>
        <w:tc>
          <w:tcPr>
            <w:tcW w:w="3394" w:type="dxa"/>
          </w:tcPr>
          <w:p w14:paraId="3F184161" w14:textId="2F059F27" w:rsidR="009E532A" w:rsidRDefault="00A5682E" w:rsidP="00C96C40">
            <w:pPr>
              <w:jc w:val="center"/>
              <w:rPr>
                <w:rFonts w:cs="Calibri Light"/>
                <w:sz w:val="20"/>
                <w:szCs w:val="20"/>
              </w:rPr>
            </w:pPr>
            <w:r>
              <w:rPr>
                <w:rFonts w:cs="Calibri Light"/>
                <w:sz w:val="20"/>
                <w:szCs w:val="20"/>
              </w:rPr>
              <w:t>≥ 9.8</w:t>
            </w:r>
          </w:p>
        </w:tc>
      </w:tr>
      <w:tr w:rsidR="009E532A" w:rsidRPr="008D2389" w14:paraId="0FC91622" w14:textId="77777777" w:rsidTr="00AF2F38">
        <w:trPr>
          <w:trHeight w:hRule="exact" w:val="360"/>
        </w:trPr>
        <w:tc>
          <w:tcPr>
            <w:tcW w:w="1122" w:type="dxa"/>
            <w:vMerge/>
            <w:shd w:val="clear" w:color="auto" w:fill="auto"/>
          </w:tcPr>
          <w:p w14:paraId="3CEE9947" w14:textId="77777777" w:rsidR="009E532A" w:rsidRDefault="009E532A" w:rsidP="00C96C40">
            <w:pPr>
              <w:jc w:val="center"/>
              <w:rPr>
                <w:rFonts w:cs="Calibri Light"/>
                <w:sz w:val="20"/>
                <w:szCs w:val="20"/>
              </w:rPr>
            </w:pPr>
          </w:p>
        </w:tc>
        <w:tc>
          <w:tcPr>
            <w:tcW w:w="2218" w:type="dxa"/>
            <w:noWrap/>
            <w:vAlign w:val="center"/>
          </w:tcPr>
          <w:p w14:paraId="287B11A9" w14:textId="35185AE5" w:rsidR="009E532A" w:rsidRDefault="009E532A" w:rsidP="00C96C40">
            <w:pPr>
              <w:jc w:val="center"/>
              <w:rPr>
                <w:rFonts w:cs="Calibri Light"/>
                <w:sz w:val="20"/>
                <w:szCs w:val="20"/>
              </w:rPr>
            </w:pPr>
            <w:r>
              <w:rPr>
                <w:rFonts w:cs="Calibri Light"/>
                <w:sz w:val="20"/>
                <w:szCs w:val="20"/>
              </w:rPr>
              <w:t>Tier 5</w:t>
            </w:r>
          </w:p>
        </w:tc>
        <w:tc>
          <w:tcPr>
            <w:tcW w:w="2505" w:type="dxa"/>
            <w:noWrap/>
            <w:vAlign w:val="center"/>
          </w:tcPr>
          <w:p w14:paraId="14614435" w14:textId="35A2A8B1" w:rsidR="009E532A" w:rsidRDefault="00B94317" w:rsidP="00C96C40">
            <w:pPr>
              <w:jc w:val="center"/>
              <w:rPr>
                <w:rFonts w:cs="Calibri Light"/>
                <w:sz w:val="20"/>
                <w:szCs w:val="20"/>
              </w:rPr>
            </w:pPr>
            <w:r>
              <w:rPr>
                <w:rFonts w:cs="Calibri Light"/>
                <w:sz w:val="20"/>
                <w:szCs w:val="20"/>
              </w:rPr>
              <w:t xml:space="preserve">≥ </w:t>
            </w:r>
            <w:r w:rsidR="009E532A">
              <w:rPr>
                <w:rFonts w:cs="Calibri Light"/>
                <w:sz w:val="20"/>
                <w:szCs w:val="20"/>
              </w:rPr>
              <w:t>19</w:t>
            </w:r>
          </w:p>
        </w:tc>
        <w:tc>
          <w:tcPr>
            <w:tcW w:w="3394" w:type="dxa"/>
          </w:tcPr>
          <w:p w14:paraId="7282677D" w14:textId="66508A97" w:rsidR="009E532A" w:rsidRDefault="00A5682E" w:rsidP="00C96C40">
            <w:pPr>
              <w:jc w:val="center"/>
              <w:rPr>
                <w:rFonts w:cs="Calibri Light"/>
                <w:sz w:val="20"/>
                <w:szCs w:val="20"/>
              </w:rPr>
            </w:pPr>
            <w:r>
              <w:rPr>
                <w:rFonts w:cs="Calibri Light"/>
                <w:sz w:val="20"/>
                <w:szCs w:val="20"/>
              </w:rPr>
              <w:t>≥ 10.0</w:t>
            </w:r>
          </w:p>
        </w:tc>
      </w:tr>
      <w:tr w:rsidR="009E532A" w:rsidRPr="008D2389" w14:paraId="7C0F7D1F" w14:textId="77777777" w:rsidTr="00AF2F38">
        <w:trPr>
          <w:trHeight w:hRule="exact" w:val="360"/>
        </w:trPr>
        <w:tc>
          <w:tcPr>
            <w:tcW w:w="1122" w:type="dxa"/>
            <w:vMerge/>
            <w:shd w:val="clear" w:color="auto" w:fill="auto"/>
          </w:tcPr>
          <w:p w14:paraId="6D216409" w14:textId="77777777" w:rsidR="009E532A" w:rsidRDefault="009E532A" w:rsidP="00C96C40">
            <w:pPr>
              <w:jc w:val="center"/>
              <w:rPr>
                <w:rFonts w:cs="Calibri Light"/>
                <w:sz w:val="20"/>
                <w:szCs w:val="20"/>
              </w:rPr>
            </w:pPr>
          </w:p>
        </w:tc>
        <w:tc>
          <w:tcPr>
            <w:tcW w:w="2218" w:type="dxa"/>
            <w:noWrap/>
            <w:vAlign w:val="center"/>
          </w:tcPr>
          <w:p w14:paraId="35079C9D" w14:textId="4CC96BEA" w:rsidR="009E532A" w:rsidRDefault="009E532A" w:rsidP="00C96C40">
            <w:pPr>
              <w:jc w:val="center"/>
              <w:rPr>
                <w:rFonts w:cs="Calibri Light"/>
                <w:sz w:val="20"/>
                <w:szCs w:val="20"/>
              </w:rPr>
            </w:pPr>
            <w:r>
              <w:rPr>
                <w:rFonts w:cs="Calibri Light"/>
                <w:sz w:val="20"/>
                <w:szCs w:val="20"/>
              </w:rPr>
              <w:t>Tier 6</w:t>
            </w:r>
          </w:p>
        </w:tc>
        <w:tc>
          <w:tcPr>
            <w:tcW w:w="2505" w:type="dxa"/>
            <w:noWrap/>
            <w:vAlign w:val="center"/>
          </w:tcPr>
          <w:p w14:paraId="001009E2" w14:textId="3C2E51BD" w:rsidR="009E532A" w:rsidRDefault="00B94317" w:rsidP="00C96C40">
            <w:pPr>
              <w:jc w:val="center"/>
              <w:rPr>
                <w:rFonts w:cs="Calibri Light"/>
                <w:sz w:val="20"/>
                <w:szCs w:val="20"/>
              </w:rPr>
            </w:pPr>
            <w:r>
              <w:rPr>
                <w:rFonts w:cs="Calibri Light"/>
                <w:sz w:val="20"/>
                <w:szCs w:val="20"/>
              </w:rPr>
              <w:t xml:space="preserve">≥ </w:t>
            </w:r>
            <w:r w:rsidR="009E532A">
              <w:rPr>
                <w:rFonts w:cs="Calibri Light"/>
                <w:sz w:val="20"/>
                <w:szCs w:val="20"/>
              </w:rPr>
              <w:t>20</w:t>
            </w:r>
          </w:p>
        </w:tc>
        <w:tc>
          <w:tcPr>
            <w:tcW w:w="3394" w:type="dxa"/>
          </w:tcPr>
          <w:p w14:paraId="0257C439" w14:textId="014170EB" w:rsidR="009E532A" w:rsidRDefault="00A5682E" w:rsidP="00C96C40">
            <w:pPr>
              <w:jc w:val="center"/>
              <w:rPr>
                <w:rFonts w:cs="Calibri Light"/>
                <w:sz w:val="20"/>
                <w:szCs w:val="20"/>
              </w:rPr>
            </w:pPr>
            <w:r>
              <w:rPr>
                <w:rFonts w:cs="Calibri Light"/>
                <w:sz w:val="20"/>
                <w:szCs w:val="20"/>
              </w:rPr>
              <w:t>≥ 10.3</w:t>
            </w:r>
          </w:p>
        </w:tc>
      </w:tr>
      <w:tr w:rsidR="009E532A" w:rsidRPr="008D2389" w14:paraId="750DE0E4" w14:textId="77777777" w:rsidTr="00AF2F38">
        <w:trPr>
          <w:trHeight w:hRule="exact" w:val="360"/>
        </w:trPr>
        <w:tc>
          <w:tcPr>
            <w:tcW w:w="1122" w:type="dxa"/>
            <w:vMerge/>
            <w:shd w:val="clear" w:color="auto" w:fill="auto"/>
          </w:tcPr>
          <w:p w14:paraId="5557E09A" w14:textId="77777777" w:rsidR="009E532A" w:rsidRDefault="009E532A" w:rsidP="00C96C40">
            <w:pPr>
              <w:jc w:val="center"/>
              <w:rPr>
                <w:rFonts w:cs="Calibri Light"/>
                <w:sz w:val="20"/>
                <w:szCs w:val="20"/>
              </w:rPr>
            </w:pPr>
          </w:p>
        </w:tc>
        <w:tc>
          <w:tcPr>
            <w:tcW w:w="2218" w:type="dxa"/>
            <w:noWrap/>
            <w:vAlign w:val="center"/>
          </w:tcPr>
          <w:p w14:paraId="2750629E" w14:textId="56D248C4" w:rsidR="009E532A" w:rsidRDefault="009E532A" w:rsidP="00C96C40">
            <w:pPr>
              <w:jc w:val="center"/>
              <w:rPr>
                <w:rFonts w:cs="Calibri Light"/>
                <w:sz w:val="20"/>
                <w:szCs w:val="20"/>
              </w:rPr>
            </w:pPr>
            <w:r>
              <w:rPr>
                <w:rFonts w:cs="Calibri Light"/>
                <w:sz w:val="20"/>
                <w:szCs w:val="20"/>
              </w:rPr>
              <w:t>Tier 7</w:t>
            </w:r>
          </w:p>
        </w:tc>
        <w:tc>
          <w:tcPr>
            <w:tcW w:w="2505" w:type="dxa"/>
            <w:noWrap/>
            <w:vAlign w:val="center"/>
          </w:tcPr>
          <w:p w14:paraId="51E405BD" w14:textId="5802856B" w:rsidR="009E532A" w:rsidRDefault="00B94317" w:rsidP="00C96C40">
            <w:pPr>
              <w:jc w:val="center"/>
              <w:rPr>
                <w:rFonts w:cs="Calibri Light"/>
                <w:sz w:val="20"/>
                <w:szCs w:val="20"/>
              </w:rPr>
            </w:pPr>
            <w:r>
              <w:rPr>
                <w:rFonts w:cs="Calibri Light"/>
                <w:sz w:val="20"/>
                <w:szCs w:val="20"/>
              </w:rPr>
              <w:t xml:space="preserve">≥ </w:t>
            </w:r>
            <w:r w:rsidR="009E532A">
              <w:rPr>
                <w:rFonts w:cs="Calibri Light"/>
                <w:sz w:val="20"/>
                <w:szCs w:val="20"/>
              </w:rPr>
              <w:t>21</w:t>
            </w:r>
          </w:p>
        </w:tc>
        <w:tc>
          <w:tcPr>
            <w:tcW w:w="3394" w:type="dxa"/>
          </w:tcPr>
          <w:p w14:paraId="33BD024C" w14:textId="4695A616" w:rsidR="009E532A" w:rsidRDefault="00A5682E" w:rsidP="00C96C40">
            <w:pPr>
              <w:jc w:val="center"/>
              <w:rPr>
                <w:rFonts w:cs="Calibri Light"/>
                <w:sz w:val="20"/>
                <w:szCs w:val="20"/>
              </w:rPr>
            </w:pPr>
            <w:r>
              <w:rPr>
                <w:rFonts w:cs="Calibri Light"/>
                <w:sz w:val="20"/>
                <w:szCs w:val="20"/>
              </w:rPr>
              <w:t>≥ 10.6</w:t>
            </w:r>
          </w:p>
        </w:tc>
      </w:tr>
      <w:tr w:rsidR="009E532A" w:rsidRPr="008D2389" w14:paraId="6614F04E" w14:textId="77777777" w:rsidTr="00AF2F38">
        <w:trPr>
          <w:trHeight w:hRule="exact" w:val="360"/>
        </w:trPr>
        <w:tc>
          <w:tcPr>
            <w:tcW w:w="1122" w:type="dxa"/>
            <w:vMerge/>
            <w:shd w:val="clear" w:color="auto" w:fill="auto"/>
          </w:tcPr>
          <w:p w14:paraId="5D3051C8" w14:textId="77777777" w:rsidR="009E532A" w:rsidRDefault="009E532A" w:rsidP="00C96C40">
            <w:pPr>
              <w:jc w:val="center"/>
              <w:rPr>
                <w:rFonts w:cs="Calibri Light"/>
                <w:sz w:val="20"/>
                <w:szCs w:val="20"/>
              </w:rPr>
            </w:pPr>
          </w:p>
        </w:tc>
        <w:tc>
          <w:tcPr>
            <w:tcW w:w="2218" w:type="dxa"/>
            <w:noWrap/>
            <w:vAlign w:val="center"/>
          </w:tcPr>
          <w:p w14:paraId="21BE4B09" w14:textId="79A71777" w:rsidR="009E532A" w:rsidRDefault="009E532A" w:rsidP="00C96C40">
            <w:pPr>
              <w:jc w:val="center"/>
              <w:rPr>
                <w:rFonts w:cs="Calibri Light"/>
                <w:sz w:val="20"/>
                <w:szCs w:val="20"/>
              </w:rPr>
            </w:pPr>
            <w:r>
              <w:rPr>
                <w:rFonts w:cs="Calibri Light"/>
                <w:sz w:val="20"/>
                <w:szCs w:val="20"/>
              </w:rPr>
              <w:t>Tier 8</w:t>
            </w:r>
          </w:p>
        </w:tc>
        <w:tc>
          <w:tcPr>
            <w:tcW w:w="2505" w:type="dxa"/>
            <w:noWrap/>
            <w:vAlign w:val="center"/>
          </w:tcPr>
          <w:p w14:paraId="1C5168E5" w14:textId="73C537D4" w:rsidR="009E532A" w:rsidRDefault="00B94317" w:rsidP="00C96C40">
            <w:pPr>
              <w:jc w:val="center"/>
              <w:rPr>
                <w:rFonts w:cs="Calibri Light"/>
                <w:sz w:val="20"/>
                <w:szCs w:val="20"/>
              </w:rPr>
            </w:pPr>
            <w:r>
              <w:rPr>
                <w:rFonts w:cs="Calibri Light"/>
                <w:sz w:val="20"/>
                <w:szCs w:val="20"/>
              </w:rPr>
              <w:t xml:space="preserve">≥ </w:t>
            </w:r>
            <w:r w:rsidR="009E532A">
              <w:rPr>
                <w:rFonts w:cs="Calibri Light"/>
                <w:sz w:val="20"/>
                <w:szCs w:val="20"/>
              </w:rPr>
              <w:t>22</w:t>
            </w:r>
          </w:p>
        </w:tc>
        <w:tc>
          <w:tcPr>
            <w:tcW w:w="3394" w:type="dxa"/>
          </w:tcPr>
          <w:p w14:paraId="7A31DDBF" w14:textId="7611751A" w:rsidR="009E532A" w:rsidRDefault="00A5682E" w:rsidP="00C96C40">
            <w:pPr>
              <w:jc w:val="center"/>
              <w:rPr>
                <w:rFonts w:cs="Calibri Light"/>
                <w:sz w:val="20"/>
                <w:szCs w:val="20"/>
              </w:rPr>
            </w:pPr>
            <w:r>
              <w:rPr>
                <w:rFonts w:cs="Calibri Light"/>
                <w:sz w:val="20"/>
                <w:szCs w:val="20"/>
              </w:rPr>
              <w:t>≥ 10.9</w:t>
            </w:r>
          </w:p>
        </w:tc>
      </w:tr>
    </w:tbl>
    <w:p w14:paraId="69E4C7C3" w14:textId="25928743" w:rsidR="002E567D" w:rsidRDefault="002E567D" w:rsidP="0047705B">
      <w:pPr>
        <w:rPr>
          <w:rFonts w:cstheme="minorHAnsi"/>
          <w:szCs w:val="20"/>
        </w:rPr>
      </w:pPr>
      <w:r>
        <w:rPr>
          <w:rFonts w:cstheme="minorHAnsi"/>
          <w:szCs w:val="20"/>
        </w:rPr>
        <w:t xml:space="preserve">The list of Statewide Offering IDs includes variants based on measure application type, </w:t>
      </w:r>
      <w:r w:rsidR="00100B92">
        <w:rPr>
          <w:rFonts w:cstheme="minorHAnsi"/>
          <w:szCs w:val="20"/>
        </w:rPr>
        <w:t xml:space="preserve">class of equipment being replaced, and </w:t>
      </w:r>
      <w:r>
        <w:rPr>
          <w:rFonts w:cstheme="minorHAnsi"/>
          <w:szCs w:val="20"/>
        </w:rPr>
        <w:t>efficiency tier of equipment being installed.</w:t>
      </w:r>
      <w:r w:rsidR="000C7A99">
        <w:rPr>
          <w:rFonts w:cstheme="minorHAnsi"/>
          <w:szCs w:val="20"/>
        </w:rPr>
        <w:t xml:space="preserve"> </w:t>
      </w:r>
      <w:r w:rsidR="000C7A99" w:rsidRPr="009D3F70">
        <w:rPr>
          <w:rFonts w:cstheme="minorHAnsi"/>
          <w:szCs w:val="20"/>
        </w:rPr>
        <w:t xml:space="preserve">Note the following excluded combinations: for new construction applications, there are no offerings with room </w:t>
      </w:r>
      <w:r w:rsidR="00100B92" w:rsidRPr="009D3F70">
        <w:rPr>
          <w:rFonts w:cstheme="minorHAnsi"/>
          <w:szCs w:val="20"/>
        </w:rPr>
        <w:t xml:space="preserve">HVAC </w:t>
      </w:r>
      <w:r w:rsidR="000C7A99" w:rsidRPr="009D3F70">
        <w:rPr>
          <w:rFonts w:cstheme="minorHAnsi"/>
          <w:szCs w:val="20"/>
        </w:rPr>
        <w:t>unit baseline. For multi-split units replacing a room unit, Tier 1 is not offered.</w:t>
      </w:r>
    </w:p>
    <w:p w14:paraId="2A855076" w14:textId="67D41CC8" w:rsidR="006F11FC" w:rsidRDefault="006F11FC" w:rsidP="00184860">
      <w:pPr>
        <w:pStyle w:val="Caption"/>
      </w:pPr>
      <w:r>
        <w:t xml:space="preserve">Measure Case Specification </w:t>
      </w:r>
      <w:r w:rsidR="00F078F9">
        <w:t>– Mini-split Ductless Heat Pumps</w:t>
      </w:r>
    </w:p>
    <w:tbl>
      <w:tblPr>
        <w:tblW w:w="0" w:type="auto"/>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4A0" w:firstRow="1" w:lastRow="0" w:firstColumn="1" w:lastColumn="0" w:noHBand="0" w:noVBand="1"/>
      </w:tblPr>
      <w:tblGrid>
        <w:gridCol w:w="1672"/>
        <w:gridCol w:w="2458"/>
        <w:gridCol w:w="2970"/>
        <w:gridCol w:w="2240"/>
      </w:tblGrid>
      <w:tr w:rsidR="0055009E" w:rsidRPr="000C7A99" w14:paraId="3E792E5D" w14:textId="4969521B" w:rsidTr="00FC049B">
        <w:trPr>
          <w:trHeight w:val="780"/>
          <w:tblHeader/>
        </w:trPr>
        <w:tc>
          <w:tcPr>
            <w:tcW w:w="0" w:type="auto"/>
            <w:shd w:val="clear" w:color="auto" w:fill="F2F2F2" w:themeFill="background1" w:themeFillShade="F2"/>
            <w:vAlign w:val="center"/>
            <w:hideMark/>
          </w:tcPr>
          <w:p w14:paraId="0079A3AC" w14:textId="77777777" w:rsidR="0055009E" w:rsidRPr="000C7A99" w:rsidRDefault="0055009E" w:rsidP="00EE3419">
            <w:pPr>
              <w:spacing w:before="0" w:after="0" w:line="240" w:lineRule="auto"/>
              <w:jc w:val="center"/>
              <w:rPr>
                <w:rFonts w:eastAsia="Times New Roman" w:cs="Calibri Light"/>
                <w:b/>
                <w:bCs/>
                <w:color w:val="000000"/>
                <w:sz w:val="20"/>
                <w:szCs w:val="20"/>
              </w:rPr>
            </w:pPr>
            <w:r w:rsidRPr="000C7A99">
              <w:rPr>
                <w:rFonts w:eastAsia="Times New Roman" w:cs="Calibri Light"/>
                <w:b/>
                <w:bCs/>
                <w:color w:val="000000"/>
                <w:sz w:val="20"/>
                <w:szCs w:val="20"/>
              </w:rPr>
              <w:t>Statewide Offering ID</w:t>
            </w:r>
          </w:p>
        </w:tc>
        <w:tc>
          <w:tcPr>
            <w:tcW w:w="2458" w:type="dxa"/>
            <w:shd w:val="clear" w:color="auto" w:fill="F2F2F2" w:themeFill="background1" w:themeFillShade="F2"/>
            <w:vAlign w:val="center"/>
          </w:tcPr>
          <w:p w14:paraId="329FFB51" w14:textId="77777777" w:rsidR="0055009E" w:rsidRPr="000C7A99" w:rsidRDefault="0055009E" w:rsidP="00EE3419">
            <w:pPr>
              <w:spacing w:before="0" w:after="0" w:line="240" w:lineRule="auto"/>
              <w:jc w:val="center"/>
              <w:rPr>
                <w:rFonts w:eastAsia="Times New Roman" w:cs="Calibri Light"/>
                <w:b/>
                <w:bCs/>
                <w:color w:val="000000"/>
                <w:sz w:val="20"/>
                <w:szCs w:val="20"/>
              </w:rPr>
            </w:pPr>
            <w:r w:rsidRPr="000C7A99">
              <w:rPr>
                <w:rFonts w:eastAsia="Times New Roman" w:cs="Calibri Light"/>
                <w:b/>
                <w:bCs/>
                <w:color w:val="000000"/>
                <w:sz w:val="20"/>
                <w:szCs w:val="20"/>
              </w:rPr>
              <w:t>Existing equipment being replaced</w:t>
            </w:r>
          </w:p>
        </w:tc>
        <w:tc>
          <w:tcPr>
            <w:tcW w:w="2970" w:type="dxa"/>
            <w:shd w:val="clear" w:color="auto" w:fill="F2F2F2" w:themeFill="background1" w:themeFillShade="F2"/>
            <w:vAlign w:val="center"/>
          </w:tcPr>
          <w:p w14:paraId="0E39789C" w14:textId="07909159" w:rsidR="0055009E" w:rsidRPr="000C7A99" w:rsidRDefault="0055009E" w:rsidP="00EE3419">
            <w:pPr>
              <w:spacing w:before="0" w:after="0" w:line="240" w:lineRule="auto"/>
              <w:jc w:val="center"/>
              <w:rPr>
                <w:rFonts w:eastAsia="Times New Roman" w:cs="Calibri Light"/>
                <w:b/>
                <w:bCs/>
                <w:color w:val="000000"/>
                <w:sz w:val="20"/>
                <w:szCs w:val="20"/>
              </w:rPr>
            </w:pPr>
            <w:r w:rsidRPr="000C7A99">
              <w:rPr>
                <w:rFonts w:eastAsia="Times New Roman" w:cs="Calibri Light"/>
                <w:b/>
                <w:bCs/>
                <w:color w:val="000000"/>
                <w:sz w:val="20"/>
                <w:szCs w:val="20"/>
              </w:rPr>
              <w:t xml:space="preserve">Measure case </w:t>
            </w:r>
            <w:r w:rsidR="00460612" w:rsidRPr="000C7A99">
              <w:rPr>
                <w:rFonts w:eastAsia="Times New Roman" w:cs="Calibri Light"/>
                <w:b/>
                <w:bCs/>
                <w:color w:val="000000"/>
                <w:sz w:val="20"/>
                <w:szCs w:val="20"/>
              </w:rPr>
              <w:t>equipment</w:t>
            </w:r>
            <w:r w:rsidR="00F078F9" w:rsidRPr="000C7A99">
              <w:rPr>
                <w:rFonts w:eastAsia="Times New Roman" w:cs="Calibri Light"/>
                <w:b/>
                <w:bCs/>
                <w:color w:val="000000"/>
                <w:sz w:val="20"/>
                <w:szCs w:val="20"/>
              </w:rPr>
              <w:t>:</w:t>
            </w:r>
          </w:p>
          <w:p w14:paraId="5BA26C13" w14:textId="008BA048" w:rsidR="0055009E" w:rsidRPr="000C7A99" w:rsidRDefault="00F078F9" w:rsidP="00EE3419">
            <w:pPr>
              <w:spacing w:before="0" w:after="0" w:line="240" w:lineRule="auto"/>
              <w:jc w:val="center"/>
              <w:rPr>
                <w:rFonts w:eastAsia="Times New Roman" w:cs="Calibri Light"/>
                <w:b/>
                <w:bCs/>
                <w:color w:val="000000"/>
                <w:sz w:val="20"/>
                <w:szCs w:val="20"/>
              </w:rPr>
            </w:pPr>
            <w:r w:rsidRPr="000C7A99">
              <w:rPr>
                <w:sz w:val="20"/>
                <w:szCs w:val="20"/>
              </w:rPr>
              <w:t>Mini-split Ductless Heat Pumps</w:t>
            </w:r>
          </w:p>
        </w:tc>
        <w:tc>
          <w:tcPr>
            <w:tcW w:w="2240" w:type="dxa"/>
            <w:shd w:val="clear" w:color="auto" w:fill="F2F2F2" w:themeFill="background1" w:themeFillShade="F2"/>
          </w:tcPr>
          <w:p w14:paraId="687FC201" w14:textId="0E995E1D" w:rsidR="0055009E" w:rsidRPr="000C7A99" w:rsidRDefault="0055009E" w:rsidP="00EE3419">
            <w:pPr>
              <w:spacing w:before="0" w:after="0" w:line="240" w:lineRule="auto"/>
              <w:jc w:val="center"/>
              <w:rPr>
                <w:rFonts w:eastAsia="Times New Roman" w:cs="Calibri Light"/>
                <w:b/>
                <w:bCs/>
                <w:color w:val="000000"/>
                <w:sz w:val="20"/>
                <w:szCs w:val="20"/>
              </w:rPr>
            </w:pPr>
            <w:r w:rsidRPr="000C7A99">
              <w:rPr>
                <w:rFonts w:eastAsia="Times New Roman" w:cs="Calibri Light"/>
                <w:b/>
                <w:bCs/>
                <w:color w:val="000000"/>
                <w:sz w:val="20"/>
                <w:szCs w:val="20"/>
              </w:rPr>
              <w:t>Measure Application Type</w:t>
            </w:r>
          </w:p>
        </w:tc>
      </w:tr>
      <w:tr w:rsidR="00F078F9" w:rsidRPr="000C7A99" w14:paraId="4D6F2C41" w14:textId="57C01B85" w:rsidTr="00F078F9">
        <w:trPr>
          <w:trHeight w:val="315"/>
        </w:trPr>
        <w:tc>
          <w:tcPr>
            <w:tcW w:w="0" w:type="auto"/>
            <w:shd w:val="clear" w:color="000000" w:fill="FFFFFF"/>
          </w:tcPr>
          <w:p w14:paraId="139CB3F4" w14:textId="61369326"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A</w:t>
            </w:r>
          </w:p>
        </w:tc>
        <w:tc>
          <w:tcPr>
            <w:tcW w:w="2458" w:type="dxa"/>
            <w:vMerge w:val="restart"/>
            <w:shd w:val="clear" w:color="000000" w:fill="FFFFFF"/>
            <w:vAlign w:val="center"/>
          </w:tcPr>
          <w:p w14:paraId="52CAE990" w14:textId="1FCF6701" w:rsidR="00F078F9" w:rsidRPr="000C7A99" w:rsidRDefault="00F078F9" w:rsidP="00F078F9">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Room unit (HP or AC coupled with electric resistance space heater)</w:t>
            </w:r>
          </w:p>
        </w:tc>
        <w:tc>
          <w:tcPr>
            <w:tcW w:w="2970" w:type="dxa"/>
            <w:shd w:val="clear" w:color="000000" w:fill="FFFFFF"/>
          </w:tcPr>
          <w:p w14:paraId="385FF499" w14:textId="5C42493F"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≥15, HSPF ≥</w:t>
            </w:r>
            <w:r w:rsidR="009F474D">
              <w:rPr>
                <w:sz w:val="20"/>
                <w:szCs w:val="20"/>
              </w:rPr>
              <w:t>9.0</w:t>
            </w:r>
          </w:p>
        </w:tc>
        <w:tc>
          <w:tcPr>
            <w:tcW w:w="2240" w:type="dxa"/>
            <w:vMerge w:val="restart"/>
            <w:shd w:val="clear" w:color="000000" w:fill="FFFFFF"/>
            <w:vAlign w:val="center"/>
          </w:tcPr>
          <w:p w14:paraId="7FEC9CB2" w14:textId="335A3E0B" w:rsidR="00F078F9" w:rsidRPr="000C7A99" w:rsidRDefault="00F078F9" w:rsidP="00F078F9">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Accelerated replacement (AR)</w:t>
            </w:r>
          </w:p>
        </w:tc>
      </w:tr>
      <w:tr w:rsidR="00F078F9" w:rsidRPr="000C7A99" w14:paraId="00EC74B1" w14:textId="15EA9E64" w:rsidTr="00F078F9">
        <w:trPr>
          <w:trHeight w:val="315"/>
        </w:trPr>
        <w:tc>
          <w:tcPr>
            <w:tcW w:w="0" w:type="auto"/>
            <w:shd w:val="clear" w:color="000000" w:fill="FFFFFF"/>
          </w:tcPr>
          <w:p w14:paraId="3D018584" w14:textId="05B7FB1D"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B</w:t>
            </w:r>
          </w:p>
        </w:tc>
        <w:tc>
          <w:tcPr>
            <w:tcW w:w="2458" w:type="dxa"/>
            <w:vMerge/>
            <w:shd w:val="clear" w:color="000000" w:fill="FFFFFF"/>
            <w:vAlign w:val="center"/>
          </w:tcPr>
          <w:p w14:paraId="4897C1A3" w14:textId="07607FE5" w:rsidR="00F078F9" w:rsidRPr="000C7A99" w:rsidRDefault="00F078F9" w:rsidP="00F078F9">
            <w:pPr>
              <w:spacing w:before="0" w:after="0" w:line="240" w:lineRule="auto"/>
              <w:jc w:val="center"/>
              <w:rPr>
                <w:rFonts w:eastAsia="Times New Roman" w:cs="Calibri Light"/>
                <w:color w:val="000000"/>
                <w:sz w:val="20"/>
                <w:szCs w:val="20"/>
              </w:rPr>
            </w:pPr>
          </w:p>
        </w:tc>
        <w:tc>
          <w:tcPr>
            <w:tcW w:w="2970" w:type="dxa"/>
            <w:shd w:val="clear" w:color="000000" w:fill="FFFFFF"/>
          </w:tcPr>
          <w:p w14:paraId="696F35EB" w14:textId="7600D44B"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tcPr>
          <w:p w14:paraId="64CB0FA8" w14:textId="77777777" w:rsidR="00F078F9" w:rsidRPr="000C7A99" w:rsidRDefault="00F078F9" w:rsidP="00F078F9">
            <w:pPr>
              <w:spacing w:before="0" w:after="0" w:line="240" w:lineRule="auto"/>
              <w:jc w:val="center"/>
              <w:rPr>
                <w:rFonts w:eastAsia="Times New Roman" w:cs="Calibri Light"/>
                <w:color w:val="000000"/>
                <w:sz w:val="20"/>
                <w:szCs w:val="20"/>
              </w:rPr>
            </w:pPr>
          </w:p>
        </w:tc>
      </w:tr>
      <w:tr w:rsidR="00F078F9" w:rsidRPr="000C7A99" w14:paraId="6DBAE706" w14:textId="0985E800" w:rsidTr="00F078F9">
        <w:trPr>
          <w:trHeight w:val="315"/>
        </w:trPr>
        <w:tc>
          <w:tcPr>
            <w:tcW w:w="0" w:type="auto"/>
            <w:shd w:val="clear" w:color="000000" w:fill="FFFFFF"/>
          </w:tcPr>
          <w:p w14:paraId="0A45620D" w14:textId="7E2946FF"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C</w:t>
            </w:r>
          </w:p>
        </w:tc>
        <w:tc>
          <w:tcPr>
            <w:tcW w:w="2458" w:type="dxa"/>
            <w:vMerge/>
            <w:shd w:val="clear" w:color="000000" w:fill="FFFFFF"/>
            <w:vAlign w:val="center"/>
          </w:tcPr>
          <w:p w14:paraId="49196169" w14:textId="0E17F281" w:rsidR="00F078F9" w:rsidRPr="000C7A99" w:rsidRDefault="00F078F9" w:rsidP="00F078F9">
            <w:pPr>
              <w:spacing w:before="0" w:after="0" w:line="240" w:lineRule="auto"/>
              <w:jc w:val="center"/>
              <w:rPr>
                <w:rFonts w:eastAsia="Times New Roman" w:cs="Calibri Light"/>
                <w:color w:val="000000"/>
                <w:sz w:val="20"/>
                <w:szCs w:val="20"/>
              </w:rPr>
            </w:pPr>
          </w:p>
        </w:tc>
        <w:tc>
          <w:tcPr>
            <w:tcW w:w="2970" w:type="dxa"/>
            <w:shd w:val="clear" w:color="000000" w:fill="FFFFFF"/>
          </w:tcPr>
          <w:p w14:paraId="0C34EB46" w14:textId="18DD3C5B"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7122019E" w14:textId="77777777" w:rsidR="00F078F9" w:rsidRPr="000C7A99" w:rsidRDefault="00F078F9" w:rsidP="00F078F9">
            <w:pPr>
              <w:spacing w:before="0" w:after="0" w:line="240" w:lineRule="auto"/>
              <w:jc w:val="center"/>
              <w:rPr>
                <w:rFonts w:eastAsia="Times New Roman" w:cs="Calibri Light"/>
                <w:color w:val="000000"/>
                <w:sz w:val="20"/>
                <w:szCs w:val="20"/>
              </w:rPr>
            </w:pPr>
          </w:p>
        </w:tc>
      </w:tr>
      <w:tr w:rsidR="00F078F9" w:rsidRPr="000C7A99" w14:paraId="38592168" w14:textId="244E259D" w:rsidTr="00F078F9">
        <w:trPr>
          <w:trHeight w:val="315"/>
        </w:trPr>
        <w:tc>
          <w:tcPr>
            <w:tcW w:w="0" w:type="auto"/>
            <w:shd w:val="clear" w:color="000000" w:fill="FFFFFF"/>
          </w:tcPr>
          <w:p w14:paraId="363DCCAA" w14:textId="10959F13"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D</w:t>
            </w:r>
          </w:p>
        </w:tc>
        <w:tc>
          <w:tcPr>
            <w:tcW w:w="2458" w:type="dxa"/>
            <w:vMerge/>
            <w:shd w:val="clear" w:color="000000" w:fill="FFFFFF"/>
            <w:vAlign w:val="center"/>
          </w:tcPr>
          <w:p w14:paraId="33BB6D34" w14:textId="3E8412FC" w:rsidR="00F078F9" w:rsidRPr="000C7A99" w:rsidRDefault="00F078F9" w:rsidP="00F078F9">
            <w:pPr>
              <w:spacing w:before="0" w:after="0" w:line="240" w:lineRule="auto"/>
              <w:jc w:val="center"/>
              <w:rPr>
                <w:rFonts w:eastAsia="Times New Roman" w:cs="Calibri Light"/>
                <w:color w:val="000000"/>
                <w:sz w:val="20"/>
                <w:szCs w:val="20"/>
              </w:rPr>
            </w:pPr>
          </w:p>
        </w:tc>
        <w:tc>
          <w:tcPr>
            <w:tcW w:w="2970" w:type="dxa"/>
            <w:shd w:val="clear" w:color="000000" w:fill="FFFFFF"/>
          </w:tcPr>
          <w:p w14:paraId="61AA733A" w14:textId="116B771A"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≥18, HSPF ≥9.</w:t>
            </w:r>
            <w:r w:rsidR="009F474D">
              <w:rPr>
                <w:sz w:val="20"/>
                <w:szCs w:val="20"/>
              </w:rPr>
              <w:t>8</w:t>
            </w:r>
          </w:p>
        </w:tc>
        <w:tc>
          <w:tcPr>
            <w:tcW w:w="2240" w:type="dxa"/>
            <w:vMerge/>
            <w:shd w:val="clear" w:color="000000" w:fill="FFFFFF"/>
          </w:tcPr>
          <w:p w14:paraId="6505AF8E" w14:textId="77777777" w:rsidR="00F078F9" w:rsidRPr="000C7A99" w:rsidRDefault="00F078F9" w:rsidP="00F078F9">
            <w:pPr>
              <w:spacing w:before="0" w:after="0" w:line="240" w:lineRule="auto"/>
              <w:jc w:val="center"/>
              <w:rPr>
                <w:rFonts w:eastAsia="Times New Roman" w:cs="Calibri Light"/>
                <w:color w:val="000000"/>
                <w:sz w:val="20"/>
                <w:szCs w:val="20"/>
              </w:rPr>
            </w:pPr>
          </w:p>
        </w:tc>
      </w:tr>
      <w:tr w:rsidR="00F078F9" w:rsidRPr="000C7A99" w14:paraId="538531BF" w14:textId="7059D81B" w:rsidTr="00F078F9">
        <w:trPr>
          <w:trHeight w:val="315"/>
        </w:trPr>
        <w:tc>
          <w:tcPr>
            <w:tcW w:w="0" w:type="auto"/>
            <w:shd w:val="clear" w:color="000000" w:fill="FFFFFF"/>
          </w:tcPr>
          <w:p w14:paraId="7B59E5A2" w14:textId="570447E2" w:rsidR="00F078F9" w:rsidRPr="000C7A99" w:rsidRDefault="00F078F9" w:rsidP="00F078F9">
            <w:pPr>
              <w:spacing w:before="0" w:after="0" w:line="240" w:lineRule="auto"/>
              <w:jc w:val="center"/>
              <w:rPr>
                <w:sz w:val="20"/>
                <w:szCs w:val="20"/>
              </w:rPr>
            </w:pPr>
            <w:r w:rsidRPr="000C7A99">
              <w:rPr>
                <w:sz w:val="20"/>
                <w:szCs w:val="20"/>
              </w:rPr>
              <w:t>E</w:t>
            </w:r>
          </w:p>
        </w:tc>
        <w:tc>
          <w:tcPr>
            <w:tcW w:w="2458" w:type="dxa"/>
            <w:vMerge/>
            <w:shd w:val="clear" w:color="000000" w:fill="FFFFFF"/>
            <w:vAlign w:val="center"/>
          </w:tcPr>
          <w:p w14:paraId="0F76A91E" w14:textId="77777777" w:rsidR="00F078F9" w:rsidRPr="000C7A99" w:rsidRDefault="00F078F9" w:rsidP="00F078F9">
            <w:pPr>
              <w:spacing w:before="0" w:after="0" w:line="240" w:lineRule="auto"/>
              <w:jc w:val="center"/>
              <w:rPr>
                <w:rFonts w:eastAsia="Times New Roman" w:cs="Calibri Light"/>
                <w:color w:val="000000"/>
                <w:sz w:val="20"/>
                <w:szCs w:val="20"/>
              </w:rPr>
            </w:pPr>
          </w:p>
        </w:tc>
        <w:tc>
          <w:tcPr>
            <w:tcW w:w="2970" w:type="dxa"/>
            <w:shd w:val="clear" w:color="000000" w:fill="FFFFFF"/>
          </w:tcPr>
          <w:p w14:paraId="56429619" w14:textId="62C4DD83"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41C47793" w14:textId="77777777" w:rsidR="00F078F9" w:rsidRPr="000C7A99" w:rsidRDefault="00F078F9" w:rsidP="00F078F9">
            <w:pPr>
              <w:spacing w:before="0" w:after="0" w:line="240" w:lineRule="auto"/>
              <w:jc w:val="center"/>
              <w:rPr>
                <w:rFonts w:eastAsia="Times New Roman" w:cs="Calibri Light"/>
                <w:color w:val="000000"/>
                <w:sz w:val="20"/>
                <w:szCs w:val="20"/>
              </w:rPr>
            </w:pPr>
          </w:p>
        </w:tc>
      </w:tr>
      <w:tr w:rsidR="00F078F9" w:rsidRPr="000C7A99" w14:paraId="7CF5F0D7" w14:textId="63698FE3" w:rsidTr="00F078F9">
        <w:trPr>
          <w:trHeight w:val="315"/>
        </w:trPr>
        <w:tc>
          <w:tcPr>
            <w:tcW w:w="0" w:type="auto"/>
            <w:shd w:val="clear" w:color="000000" w:fill="FFFFFF"/>
          </w:tcPr>
          <w:p w14:paraId="08130D1E" w14:textId="5A469AD7" w:rsidR="00F078F9" w:rsidRPr="000C7A99" w:rsidRDefault="00F078F9" w:rsidP="00F078F9">
            <w:pPr>
              <w:spacing w:before="0" w:after="0" w:line="240" w:lineRule="auto"/>
              <w:jc w:val="center"/>
              <w:rPr>
                <w:sz w:val="20"/>
                <w:szCs w:val="20"/>
              </w:rPr>
            </w:pPr>
            <w:r w:rsidRPr="000C7A99">
              <w:rPr>
                <w:sz w:val="20"/>
                <w:szCs w:val="20"/>
              </w:rPr>
              <w:t>F</w:t>
            </w:r>
          </w:p>
        </w:tc>
        <w:tc>
          <w:tcPr>
            <w:tcW w:w="2458" w:type="dxa"/>
            <w:vMerge/>
            <w:shd w:val="clear" w:color="000000" w:fill="FFFFFF"/>
            <w:vAlign w:val="center"/>
          </w:tcPr>
          <w:p w14:paraId="1903EBA9" w14:textId="77777777" w:rsidR="00F078F9" w:rsidRPr="000C7A99" w:rsidRDefault="00F078F9" w:rsidP="00F078F9">
            <w:pPr>
              <w:spacing w:before="0" w:after="0" w:line="240" w:lineRule="auto"/>
              <w:jc w:val="center"/>
              <w:rPr>
                <w:rFonts w:eastAsia="Times New Roman" w:cs="Calibri Light"/>
                <w:color w:val="000000"/>
                <w:sz w:val="20"/>
                <w:szCs w:val="20"/>
              </w:rPr>
            </w:pPr>
          </w:p>
        </w:tc>
        <w:tc>
          <w:tcPr>
            <w:tcW w:w="2970" w:type="dxa"/>
            <w:shd w:val="clear" w:color="000000" w:fill="FFFFFF"/>
          </w:tcPr>
          <w:p w14:paraId="46747694" w14:textId="3572C5DA"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63C1F318" w14:textId="77777777" w:rsidR="00F078F9" w:rsidRPr="000C7A99" w:rsidRDefault="00F078F9" w:rsidP="00F078F9">
            <w:pPr>
              <w:spacing w:before="0" w:after="0" w:line="240" w:lineRule="auto"/>
              <w:jc w:val="center"/>
              <w:rPr>
                <w:rFonts w:eastAsia="Times New Roman" w:cs="Calibri Light"/>
                <w:color w:val="000000"/>
                <w:sz w:val="20"/>
                <w:szCs w:val="20"/>
              </w:rPr>
            </w:pPr>
          </w:p>
        </w:tc>
      </w:tr>
      <w:tr w:rsidR="00F078F9" w:rsidRPr="000C7A99" w14:paraId="3D45167D" w14:textId="2F368D93" w:rsidTr="00F078F9">
        <w:trPr>
          <w:trHeight w:val="315"/>
        </w:trPr>
        <w:tc>
          <w:tcPr>
            <w:tcW w:w="0" w:type="auto"/>
            <w:shd w:val="clear" w:color="000000" w:fill="FFFFFF"/>
          </w:tcPr>
          <w:p w14:paraId="00F4E8E0" w14:textId="61AF1FF7" w:rsidR="00F078F9" w:rsidRPr="000C7A99" w:rsidRDefault="00F078F9" w:rsidP="00F078F9">
            <w:pPr>
              <w:spacing w:before="0" w:after="0" w:line="240" w:lineRule="auto"/>
              <w:jc w:val="center"/>
              <w:rPr>
                <w:sz w:val="20"/>
                <w:szCs w:val="20"/>
              </w:rPr>
            </w:pPr>
            <w:r w:rsidRPr="000C7A99">
              <w:rPr>
                <w:sz w:val="20"/>
                <w:szCs w:val="20"/>
              </w:rPr>
              <w:t>G</w:t>
            </w:r>
          </w:p>
        </w:tc>
        <w:tc>
          <w:tcPr>
            <w:tcW w:w="2458" w:type="dxa"/>
            <w:vMerge/>
            <w:shd w:val="clear" w:color="000000" w:fill="FFFFFF"/>
            <w:vAlign w:val="center"/>
          </w:tcPr>
          <w:p w14:paraId="02558579" w14:textId="77777777" w:rsidR="00F078F9" w:rsidRPr="000C7A99" w:rsidRDefault="00F078F9" w:rsidP="00F078F9">
            <w:pPr>
              <w:spacing w:before="0" w:after="0" w:line="240" w:lineRule="auto"/>
              <w:jc w:val="center"/>
              <w:rPr>
                <w:rFonts w:eastAsia="Times New Roman" w:cs="Calibri Light"/>
                <w:color w:val="000000"/>
                <w:sz w:val="20"/>
                <w:szCs w:val="20"/>
              </w:rPr>
            </w:pPr>
          </w:p>
        </w:tc>
        <w:tc>
          <w:tcPr>
            <w:tcW w:w="2970" w:type="dxa"/>
            <w:shd w:val="clear" w:color="000000" w:fill="FFFFFF"/>
          </w:tcPr>
          <w:p w14:paraId="25EE2D1A" w14:textId="5834F59A"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≥21, HSPF ≥10.</w:t>
            </w:r>
            <w:r w:rsidR="009F474D">
              <w:rPr>
                <w:sz w:val="20"/>
                <w:szCs w:val="20"/>
              </w:rPr>
              <w:t>6</w:t>
            </w:r>
          </w:p>
        </w:tc>
        <w:tc>
          <w:tcPr>
            <w:tcW w:w="2240" w:type="dxa"/>
            <w:vMerge/>
            <w:shd w:val="clear" w:color="000000" w:fill="FFFFFF"/>
          </w:tcPr>
          <w:p w14:paraId="5AE1FCCB" w14:textId="77777777" w:rsidR="00F078F9" w:rsidRPr="000C7A99" w:rsidRDefault="00F078F9" w:rsidP="00F078F9">
            <w:pPr>
              <w:spacing w:before="0" w:after="0" w:line="240" w:lineRule="auto"/>
              <w:jc w:val="center"/>
              <w:rPr>
                <w:rFonts w:eastAsia="Times New Roman" w:cs="Calibri Light"/>
                <w:color w:val="000000"/>
                <w:sz w:val="20"/>
                <w:szCs w:val="20"/>
              </w:rPr>
            </w:pPr>
          </w:p>
        </w:tc>
      </w:tr>
      <w:tr w:rsidR="00F078F9" w:rsidRPr="000C7A99" w14:paraId="2E9DAC42" w14:textId="77777777" w:rsidTr="00F078F9">
        <w:trPr>
          <w:trHeight w:val="315"/>
        </w:trPr>
        <w:tc>
          <w:tcPr>
            <w:tcW w:w="0" w:type="auto"/>
            <w:shd w:val="clear" w:color="000000" w:fill="FFFFFF"/>
          </w:tcPr>
          <w:p w14:paraId="71649488" w14:textId="166A3C39" w:rsidR="00F078F9" w:rsidRPr="000C7A99" w:rsidRDefault="00F078F9" w:rsidP="00F078F9">
            <w:pPr>
              <w:spacing w:before="0" w:after="0" w:line="240" w:lineRule="auto"/>
              <w:jc w:val="center"/>
              <w:rPr>
                <w:sz w:val="20"/>
                <w:szCs w:val="20"/>
              </w:rPr>
            </w:pPr>
            <w:r w:rsidRPr="000C7A99">
              <w:rPr>
                <w:sz w:val="20"/>
                <w:szCs w:val="20"/>
              </w:rPr>
              <w:t>H</w:t>
            </w:r>
          </w:p>
        </w:tc>
        <w:tc>
          <w:tcPr>
            <w:tcW w:w="2458" w:type="dxa"/>
            <w:vMerge/>
            <w:shd w:val="clear" w:color="000000" w:fill="FFFFFF"/>
            <w:vAlign w:val="center"/>
          </w:tcPr>
          <w:p w14:paraId="3AA32BD4" w14:textId="77777777" w:rsidR="00F078F9" w:rsidRPr="000C7A99" w:rsidRDefault="00F078F9" w:rsidP="00F078F9">
            <w:pPr>
              <w:spacing w:before="0" w:after="0" w:line="240" w:lineRule="auto"/>
              <w:jc w:val="center"/>
              <w:rPr>
                <w:rFonts w:eastAsia="Times New Roman" w:cs="Calibri Light"/>
                <w:color w:val="000000"/>
                <w:sz w:val="20"/>
                <w:szCs w:val="20"/>
              </w:rPr>
            </w:pPr>
          </w:p>
        </w:tc>
        <w:tc>
          <w:tcPr>
            <w:tcW w:w="2970" w:type="dxa"/>
            <w:shd w:val="clear" w:color="000000" w:fill="FFFFFF"/>
          </w:tcPr>
          <w:p w14:paraId="20D538C3" w14:textId="699843D0"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≥22, HSPF ≥10.</w:t>
            </w:r>
            <w:r w:rsidR="009F474D">
              <w:rPr>
                <w:sz w:val="20"/>
                <w:szCs w:val="20"/>
              </w:rPr>
              <w:t>9</w:t>
            </w:r>
          </w:p>
        </w:tc>
        <w:tc>
          <w:tcPr>
            <w:tcW w:w="2240" w:type="dxa"/>
            <w:vMerge/>
            <w:shd w:val="clear" w:color="000000" w:fill="FFFFFF"/>
          </w:tcPr>
          <w:p w14:paraId="2EEF5507" w14:textId="77777777" w:rsidR="00F078F9" w:rsidRPr="000C7A99" w:rsidRDefault="00F078F9" w:rsidP="00F078F9">
            <w:pPr>
              <w:spacing w:before="0" w:after="0" w:line="240" w:lineRule="auto"/>
              <w:jc w:val="center"/>
              <w:rPr>
                <w:rFonts w:eastAsia="Times New Roman" w:cs="Calibri Light"/>
                <w:color w:val="000000"/>
                <w:sz w:val="20"/>
                <w:szCs w:val="20"/>
              </w:rPr>
            </w:pPr>
          </w:p>
        </w:tc>
      </w:tr>
      <w:tr w:rsidR="00F078F9" w:rsidRPr="000C7A99" w14:paraId="15E5CCE2" w14:textId="3A0B0F20" w:rsidTr="00F078F9">
        <w:trPr>
          <w:trHeight w:val="315"/>
        </w:trPr>
        <w:tc>
          <w:tcPr>
            <w:tcW w:w="0" w:type="auto"/>
            <w:shd w:val="clear" w:color="000000" w:fill="FFFFFF"/>
          </w:tcPr>
          <w:p w14:paraId="4446173E" w14:textId="049502FE"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I</w:t>
            </w:r>
          </w:p>
        </w:tc>
        <w:tc>
          <w:tcPr>
            <w:tcW w:w="2458" w:type="dxa"/>
            <w:vMerge w:val="restart"/>
            <w:shd w:val="clear" w:color="000000" w:fill="FFFFFF"/>
            <w:vAlign w:val="center"/>
          </w:tcPr>
          <w:p w14:paraId="4E3A36AE" w14:textId="2948CCF1" w:rsidR="00F078F9" w:rsidRPr="000C7A99" w:rsidRDefault="00F078F9" w:rsidP="00F078F9">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Ductless unit (HP or AC coupled with electric resistance space heater)</w:t>
            </w:r>
          </w:p>
          <w:p w14:paraId="26F16614" w14:textId="1EE1968E" w:rsidR="00F078F9" w:rsidRPr="000C7A99" w:rsidRDefault="00F078F9" w:rsidP="00F078F9">
            <w:pPr>
              <w:spacing w:before="0" w:after="0" w:line="240" w:lineRule="auto"/>
              <w:jc w:val="center"/>
              <w:rPr>
                <w:rFonts w:eastAsia="Times New Roman" w:cs="Calibri Light"/>
                <w:color w:val="000000"/>
                <w:sz w:val="20"/>
                <w:szCs w:val="20"/>
              </w:rPr>
            </w:pPr>
          </w:p>
        </w:tc>
        <w:tc>
          <w:tcPr>
            <w:tcW w:w="2970" w:type="dxa"/>
            <w:shd w:val="clear" w:color="000000" w:fill="FFFFFF"/>
          </w:tcPr>
          <w:p w14:paraId="2345757D" w14:textId="3F50F99E" w:rsidR="00F078F9" w:rsidRPr="000C7A99" w:rsidRDefault="00F078F9" w:rsidP="00F078F9">
            <w:pPr>
              <w:spacing w:before="0" w:after="0" w:line="240" w:lineRule="auto"/>
              <w:jc w:val="center"/>
              <w:rPr>
                <w:rFonts w:eastAsia="Times New Roman" w:cs="Calibri Light"/>
                <w:color w:val="000000"/>
                <w:sz w:val="20"/>
                <w:szCs w:val="20"/>
              </w:rPr>
            </w:pPr>
            <w:r w:rsidRPr="000C7A99">
              <w:rPr>
                <w:sz w:val="20"/>
                <w:szCs w:val="20"/>
              </w:rPr>
              <w:t>SEER ≥15, HSPF ≥</w:t>
            </w:r>
            <w:r w:rsidR="009F474D">
              <w:rPr>
                <w:sz w:val="20"/>
                <w:szCs w:val="20"/>
              </w:rPr>
              <w:t>9.0</w:t>
            </w:r>
          </w:p>
        </w:tc>
        <w:tc>
          <w:tcPr>
            <w:tcW w:w="2240" w:type="dxa"/>
            <w:vMerge/>
            <w:shd w:val="clear" w:color="000000" w:fill="FFFFFF"/>
          </w:tcPr>
          <w:p w14:paraId="55500D4C" w14:textId="77777777" w:rsidR="00F078F9" w:rsidRPr="000C7A99" w:rsidRDefault="00F078F9" w:rsidP="00F078F9">
            <w:pPr>
              <w:spacing w:before="0" w:after="0" w:line="240" w:lineRule="auto"/>
              <w:jc w:val="center"/>
              <w:rPr>
                <w:rFonts w:eastAsia="Times New Roman" w:cs="Calibri Light"/>
                <w:color w:val="000000"/>
                <w:sz w:val="20"/>
                <w:szCs w:val="20"/>
              </w:rPr>
            </w:pPr>
          </w:p>
        </w:tc>
      </w:tr>
      <w:tr w:rsidR="009F474D" w:rsidRPr="000C7A99" w14:paraId="4641A79B" w14:textId="6684FFB6" w:rsidTr="00F078F9">
        <w:trPr>
          <w:trHeight w:val="315"/>
        </w:trPr>
        <w:tc>
          <w:tcPr>
            <w:tcW w:w="0" w:type="auto"/>
            <w:shd w:val="clear" w:color="000000" w:fill="FFFFFF"/>
          </w:tcPr>
          <w:p w14:paraId="2BF1B5BF" w14:textId="63A08B29"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J</w:t>
            </w:r>
          </w:p>
        </w:tc>
        <w:tc>
          <w:tcPr>
            <w:tcW w:w="2458" w:type="dxa"/>
            <w:vMerge/>
            <w:shd w:val="clear" w:color="000000" w:fill="FFFFFF"/>
            <w:vAlign w:val="center"/>
          </w:tcPr>
          <w:p w14:paraId="6C7B037C" w14:textId="5E346960"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68301716" w14:textId="160C88F9"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tcPr>
          <w:p w14:paraId="1752CEDF"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5AD093E6" w14:textId="2B6F42A0" w:rsidTr="00F078F9">
        <w:trPr>
          <w:trHeight w:val="315"/>
        </w:trPr>
        <w:tc>
          <w:tcPr>
            <w:tcW w:w="0" w:type="auto"/>
            <w:shd w:val="clear" w:color="000000" w:fill="FFFFFF"/>
          </w:tcPr>
          <w:p w14:paraId="5FC7AD03" w14:textId="21078946"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K</w:t>
            </w:r>
          </w:p>
        </w:tc>
        <w:tc>
          <w:tcPr>
            <w:tcW w:w="2458" w:type="dxa"/>
            <w:vMerge/>
            <w:shd w:val="clear" w:color="000000" w:fill="FFFFFF"/>
            <w:vAlign w:val="center"/>
          </w:tcPr>
          <w:p w14:paraId="74040F6C" w14:textId="1E88BDBF"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4FA98181" w14:textId="6FF2CE2B"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665BCF76"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2350F404" w14:textId="276C7D8E" w:rsidTr="00F078F9">
        <w:trPr>
          <w:trHeight w:val="315"/>
        </w:trPr>
        <w:tc>
          <w:tcPr>
            <w:tcW w:w="0" w:type="auto"/>
            <w:shd w:val="clear" w:color="000000" w:fill="FFFFFF"/>
          </w:tcPr>
          <w:p w14:paraId="0EC6CD87" w14:textId="392A130E"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L</w:t>
            </w:r>
          </w:p>
        </w:tc>
        <w:tc>
          <w:tcPr>
            <w:tcW w:w="2458" w:type="dxa"/>
            <w:vMerge/>
            <w:shd w:val="clear" w:color="000000" w:fill="FFFFFF"/>
            <w:vAlign w:val="center"/>
          </w:tcPr>
          <w:p w14:paraId="29119A16" w14:textId="238B3FD0"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C9DE2F3" w14:textId="2AF35B79"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0819899B"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27BF06FE" w14:textId="77777777" w:rsidTr="00F078F9">
        <w:trPr>
          <w:trHeight w:val="315"/>
        </w:trPr>
        <w:tc>
          <w:tcPr>
            <w:tcW w:w="0" w:type="auto"/>
            <w:shd w:val="clear" w:color="000000" w:fill="FFFFFF"/>
          </w:tcPr>
          <w:p w14:paraId="2EE18303" w14:textId="1E29C4A6" w:rsidR="009F474D" w:rsidRPr="000C7A99" w:rsidRDefault="009F474D" w:rsidP="009F474D">
            <w:pPr>
              <w:spacing w:before="0" w:after="0" w:line="240" w:lineRule="auto"/>
              <w:jc w:val="center"/>
              <w:rPr>
                <w:sz w:val="20"/>
                <w:szCs w:val="20"/>
              </w:rPr>
            </w:pPr>
            <w:r w:rsidRPr="000C7A99">
              <w:rPr>
                <w:sz w:val="20"/>
                <w:szCs w:val="20"/>
              </w:rPr>
              <w:t>M</w:t>
            </w:r>
          </w:p>
        </w:tc>
        <w:tc>
          <w:tcPr>
            <w:tcW w:w="2458" w:type="dxa"/>
            <w:vMerge/>
            <w:shd w:val="clear" w:color="000000" w:fill="FFFFFF"/>
            <w:vAlign w:val="center"/>
          </w:tcPr>
          <w:p w14:paraId="1C6BDAF1"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70BB02A6" w14:textId="55D93253"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516195DC"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1C4FAC93" w14:textId="77777777" w:rsidTr="00F078F9">
        <w:trPr>
          <w:trHeight w:val="315"/>
        </w:trPr>
        <w:tc>
          <w:tcPr>
            <w:tcW w:w="0" w:type="auto"/>
            <w:shd w:val="clear" w:color="000000" w:fill="FFFFFF"/>
          </w:tcPr>
          <w:p w14:paraId="61679666" w14:textId="4369CF80" w:rsidR="009F474D" w:rsidRPr="000C7A99" w:rsidRDefault="009F474D" w:rsidP="009F474D">
            <w:pPr>
              <w:spacing w:before="0" w:after="0" w:line="240" w:lineRule="auto"/>
              <w:jc w:val="center"/>
              <w:rPr>
                <w:sz w:val="20"/>
                <w:szCs w:val="20"/>
              </w:rPr>
            </w:pPr>
            <w:r w:rsidRPr="000C7A99">
              <w:rPr>
                <w:sz w:val="20"/>
                <w:szCs w:val="20"/>
              </w:rPr>
              <w:t>N</w:t>
            </w:r>
          </w:p>
        </w:tc>
        <w:tc>
          <w:tcPr>
            <w:tcW w:w="2458" w:type="dxa"/>
            <w:vMerge/>
            <w:shd w:val="clear" w:color="000000" w:fill="FFFFFF"/>
            <w:vAlign w:val="center"/>
          </w:tcPr>
          <w:p w14:paraId="5E01AE61"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18BAB97" w14:textId="46036DEB"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664265FE"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575AA67F" w14:textId="77777777" w:rsidTr="00F078F9">
        <w:trPr>
          <w:trHeight w:val="315"/>
        </w:trPr>
        <w:tc>
          <w:tcPr>
            <w:tcW w:w="0" w:type="auto"/>
            <w:shd w:val="clear" w:color="000000" w:fill="FFFFFF"/>
          </w:tcPr>
          <w:p w14:paraId="47B57440" w14:textId="4D4A2802" w:rsidR="009F474D" w:rsidRPr="000C7A99" w:rsidRDefault="009F474D" w:rsidP="009F474D">
            <w:pPr>
              <w:spacing w:before="0" w:after="0" w:line="240" w:lineRule="auto"/>
              <w:jc w:val="center"/>
              <w:rPr>
                <w:sz w:val="20"/>
                <w:szCs w:val="20"/>
              </w:rPr>
            </w:pPr>
            <w:r w:rsidRPr="000C7A99">
              <w:rPr>
                <w:sz w:val="20"/>
                <w:szCs w:val="20"/>
              </w:rPr>
              <w:t>O</w:t>
            </w:r>
          </w:p>
        </w:tc>
        <w:tc>
          <w:tcPr>
            <w:tcW w:w="2458" w:type="dxa"/>
            <w:vMerge/>
            <w:shd w:val="clear" w:color="000000" w:fill="FFFFFF"/>
            <w:vAlign w:val="center"/>
          </w:tcPr>
          <w:p w14:paraId="1739A5BA"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19979F53" w14:textId="6E9169F0"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68C7E2F4"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130F1395" w14:textId="77777777" w:rsidTr="00F078F9">
        <w:trPr>
          <w:trHeight w:val="315"/>
        </w:trPr>
        <w:tc>
          <w:tcPr>
            <w:tcW w:w="0" w:type="auto"/>
            <w:shd w:val="clear" w:color="000000" w:fill="FFFFFF"/>
          </w:tcPr>
          <w:p w14:paraId="7A999322" w14:textId="30EDABA5" w:rsidR="009F474D" w:rsidRPr="000C7A99" w:rsidRDefault="009F474D" w:rsidP="009F474D">
            <w:pPr>
              <w:spacing w:before="0" w:after="0" w:line="240" w:lineRule="auto"/>
              <w:jc w:val="center"/>
              <w:rPr>
                <w:sz w:val="20"/>
                <w:szCs w:val="20"/>
              </w:rPr>
            </w:pPr>
            <w:r w:rsidRPr="000C7A99">
              <w:rPr>
                <w:sz w:val="20"/>
                <w:szCs w:val="20"/>
              </w:rPr>
              <w:t>P</w:t>
            </w:r>
          </w:p>
        </w:tc>
        <w:tc>
          <w:tcPr>
            <w:tcW w:w="2458" w:type="dxa"/>
            <w:vMerge/>
            <w:shd w:val="clear" w:color="000000" w:fill="FFFFFF"/>
            <w:vAlign w:val="center"/>
          </w:tcPr>
          <w:p w14:paraId="70AE73DD"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6F9FD081" w14:textId="3F127E99"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610EE25E"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02DEA2FE" w14:textId="77777777" w:rsidTr="00F078F9">
        <w:trPr>
          <w:trHeight w:val="315"/>
        </w:trPr>
        <w:tc>
          <w:tcPr>
            <w:tcW w:w="0" w:type="auto"/>
            <w:shd w:val="clear" w:color="000000" w:fill="FFFFFF"/>
          </w:tcPr>
          <w:p w14:paraId="4919F8C3" w14:textId="28DEA765" w:rsidR="009F474D" w:rsidRPr="000C7A99" w:rsidRDefault="009F474D" w:rsidP="009F474D">
            <w:pPr>
              <w:spacing w:before="0" w:after="0" w:line="240" w:lineRule="auto"/>
              <w:jc w:val="center"/>
              <w:rPr>
                <w:sz w:val="20"/>
                <w:szCs w:val="20"/>
              </w:rPr>
            </w:pPr>
            <w:r w:rsidRPr="000C7A99">
              <w:rPr>
                <w:sz w:val="20"/>
                <w:szCs w:val="20"/>
              </w:rPr>
              <w:t>Q</w:t>
            </w:r>
          </w:p>
        </w:tc>
        <w:tc>
          <w:tcPr>
            <w:tcW w:w="2458" w:type="dxa"/>
            <w:vMerge w:val="restart"/>
            <w:shd w:val="clear" w:color="000000" w:fill="FFFFFF"/>
            <w:vAlign w:val="center"/>
          </w:tcPr>
          <w:p w14:paraId="04691F98" w14:textId="4E92715E" w:rsidR="009F474D" w:rsidRPr="000C7A99" w:rsidRDefault="009F474D"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Ductless HP</w:t>
            </w:r>
          </w:p>
        </w:tc>
        <w:tc>
          <w:tcPr>
            <w:tcW w:w="2970" w:type="dxa"/>
            <w:shd w:val="clear" w:color="000000" w:fill="FFFFFF"/>
          </w:tcPr>
          <w:p w14:paraId="4FEDBA06" w14:textId="44D5B31F"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≥15, HSPF ≥</w:t>
            </w:r>
            <w:r>
              <w:rPr>
                <w:sz w:val="20"/>
                <w:szCs w:val="20"/>
              </w:rPr>
              <w:t>9.0</w:t>
            </w:r>
          </w:p>
        </w:tc>
        <w:tc>
          <w:tcPr>
            <w:tcW w:w="2240" w:type="dxa"/>
            <w:vMerge w:val="restart"/>
            <w:shd w:val="clear" w:color="000000" w:fill="FFFFFF"/>
            <w:vAlign w:val="center"/>
          </w:tcPr>
          <w:p w14:paraId="6E064DAC" w14:textId="6A469E77" w:rsidR="009F474D" w:rsidRPr="000C7A99" w:rsidRDefault="009F474D"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New construction (NC)</w:t>
            </w:r>
          </w:p>
        </w:tc>
      </w:tr>
      <w:tr w:rsidR="009F474D" w:rsidRPr="000C7A99" w14:paraId="4C4F7BFA" w14:textId="77777777" w:rsidTr="00F078F9">
        <w:trPr>
          <w:trHeight w:val="315"/>
        </w:trPr>
        <w:tc>
          <w:tcPr>
            <w:tcW w:w="0" w:type="auto"/>
            <w:shd w:val="clear" w:color="000000" w:fill="FFFFFF"/>
          </w:tcPr>
          <w:p w14:paraId="1DB7B649" w14:textId="00C887FD" w:rsidR="009F474D" w:rsidRPr="000C7A99" w:rsidRDefault="009F474D" w:rsidP="009F474D">
            <w:pPr>
              <w:spacing w:before="0" w:after="0" w:line="240" w:lineRule="auto"/>
              <w:jc w:val="center"/>
              <w:rPr>
                <w:sz w:val="20"/>
                <w:szCs w:val="20"/>
              </w:rPr>
            </w:pPr>
            <w:r w:rsidRPr="000C7A99">
              <w:rPr>
                <w:sz w:val="20"/>
                <w:szCs w:val="20"/>
              </w:rPr>
              <w:t>R</w:t>
            </w:r>
          </w:p>
        </w:tc>
        <w:tc>
          <w:tcPr>
            <w:tcW w:w="2458" w:type="dxa"/>
            <w:vMerge/>
            <w:shd w:val="clear" w:color="000000" w:fill="FFFFFF"/>
            <w:vAlign w:val="center"/>
          </w:tcPr>
          <w:p w14:paraId="2BD8C751"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36633C21" w14:textId="67EB7CF8"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tcPr>
          <w:p w14:paraId="18067F54"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7FC2D61F" w14:textId="77777777" w:rsidTr="00F078F9">
        <w:trPr>
          <w:trHeight w:val="315"/>
        </w:trPr>
        <w:tc>
          <w:tcPr>
            <w:tcW w:w="0" w:type="auto"/>
            <w:shd w:val="clear" w:color="000000" w:fill="FFFFFF"/>
          </w:tcPr>
          <w:p w14:paraId="0D9E263B" w14:textId="2815B487" w:rsidR="009F474D" w:rsidRPr="000C7A99" w:rsidRDefault="009F474D" w:rsidP="009F474D">
            <w:pPr>
              <w:spacing w:before="0" w:after="0" w:line="240" w:lineRule="auto"/>
              <w:jc w:val="center"/>
              <w:rPr>
                <w:sz w:val="20"/>
                <w:szCs w:val="20"/>
              </w:rPr>
            </w:pPr>
            <w:r w:rsidRPr="000C7A99">
              <w:rPr>
                <w:sz w:val="20"/>
                <w:szCs w:val="20"/>
              </w:rPr>
              <w:t>S</w:t>
            </w:r>
          </w:p>
        </w:tc>
        <w:tc>
          <w:tcPr>
            <w:tcW w:w="2458" w:type="dxa"/>
            <w:vMerge/>
            <w:shd w:val="clear" w:color="000000" w:fill="FFFFFF"/>
            <w:vAlign w:val="center"/>
          </w:tcPr>
          <w:p w14:paraId="072D6101"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72EF2659" w14:textId="6082E6E1"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5B9F0D01"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2AE4B2BB" w14:textId="77777777" w:rsidTr="00F078F9">
        <w:trPr>
          <w:trHeight w:val="315"/>
        </w:trPr>
        <w:tc>
          <w:tcPr>
            <w:tcW w:w="0" w:type="auto"/>
            <w:shd w:val="clear" w:color="000000" w:fill="FFFFFF"/>
          </w:tcPr>
          <w:p w14:paraId="5272E5EC" w14:textId="63BB5AAF" w:rsidR="009F474D" w:rsidRPr="000C7A99" w:rsidRDefault="009F474D" w:rsidP="009F474D">
            <w:pPr>
              <w:spacing w:before="0" w:after="0" w:line="240" w:lineRule="auto"/>
              <w:jc w:val="center"/>
              <w:rPr>
                <w:sz w:val="20"/>
                <w:szCs w:val="20"/>
              </w:rPr>
            </w:pPr>
            <w:r w:rsidRPr="000C7A99">
              <w:rPr>
                <w:sz w:val="20"/>
                <w:szCs w:val="20"/>
              </w:rPr>
              <w:t>T</w:t>
            </w:r>
          </w:p>
        </w:tc>
        <w:tc>
          <w:tcPr>
            <w:tcW w:w="2458" w:type="dxa"/>
            <w:vMerge/>
            <w:shd w:val="clear" w:color="000000" w:fill="FFFFFF"/>
            <w:vAlign w:val="center"/>
          </w:tcPr>
          <w:p w14:paraId="1CEB6A26"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E53FE5D" w14:textId="6E0AAA2E"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4751DEFF"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47F3EE7A" w14:textId="77777777" w:rsidTr="00F078F9">
        <w:trPr>
          <w:trHeight w:val="315"/>
        </w:trPr>
        <w:tc>
          <w:tcPr>
            <w:tcW w:w="0" w:type="auto"/>
            <w:shd w:val="clear" w:color="000000" w:fill="FFFFFF"/>
          </w:tcPr>
          <w:p w14:paraId="660D6AA0" w14:textId="2592E765" w:rsidR="009F474D" w:rsidRPr="000C7A99" w:rsidRDefault="009F474D" w:rsidP="009F474D">
            <w:pPr>
              <w:spacing w:before="0" w:after="0" w:line="240" w:lineRule="auto"/>
              <w:jc w:val="center"/>
              <w:rPr>
                <w:sz w:val="20"/>
                <w:szCs w:val="20"/>
              </w:rPr>
            </w:pPr>
            <w:r w:rsidRPr="000C7A99">
              <w:rPr>
                <w:sz w:val="20"/>
                <w:szCs w:val="20"/>
              </w:rPr>
              <w:t>U</w:t>
            </w:r>
          </w:p>
        </w:tc>
        <w:tc>
          <w:tcPr>
            <w:tcW w:w="2458" w:type="dxa"/>
            <w:vMerge/>
            <w:shd w:val="clear" w:color="000000" w:fill="FFFFFF"/>
            <w:vAlign w:val="center"/>
          </w:tcPr>
          <w:p w14:paraId="2BC07270"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10F30543" w14:textId="7CE1C1B1"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561D9542"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11D4A866" w14:textId="77777777" w:rsidTr="00F078F9">
        <w:trPr>
          <w:trHeight w:val="315"/>
        </w:trPr>
        <w:tc>
          <w:tcPr>
            <w:tcW w:w="0" w:type="auto"/>
            <w:shd w:val="clear" w:color="000000" w:fill="FFFFFF"/>
          </w:tcPr>
          <w:p w14:paraId="0CDA2BB9" w14:textId="0FC3DA92" w:rsidR="009F474D" w:rsidRPr="000C7A99" w:rsidRDefault="009F474D" w:rsidP="009F474D">
            <w:pPr>
              <w:spacing w:before="0" w:after="0" w:line="240" w:lineRule="auto"/>
              <w:jc w:val="center"/>
              <w:rPr>
                <w:sz w:val="20"/>
                <w:szCs w:val="20"/>
              </w:rPr>
            </w:pPr>
            <w:r w:rsidRPr="000C7A99">
              <w:rPr>
                <w:sz w:val="20"/>
                <w:szCs w:val="20"/>
              </w:rPr>
              <w:t>V</w:t>
            </w:r>
          </w:p>
        </w:tc>
        <w:tc>
          <w:tcPr>
            <w:tcW w:w="2458" w:type="dxa"/>
            <w:vMerge/>
            <w:shd w:val="clear" w:color="000000" w:fill="FFFFFF"/>
            <w:vAlign w:val="center"/>
          </w:tcPr>
          <w:p w14:paraId="28CC1B58"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3941CF38" w14:textId="0C65917A"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2CB75F6D"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6E1C4AD6" w14:textId="77777777" w:rsidTr="00F078F9">
        <w:trPr>
          <w:trHeight w:val="315"/>
        </w:trPr>
        <w:tc>
          <w:tcPr>
            <w:tcW w:w="0" w:type="auto"/>
            <w:shd w:val="clear" w:color="000000" w:fill="FFFFFF"/>
          </w:tcPr>
          <w:p w14:paraId="64EE210B" w14:textId="67A4D473" w:rsidR="009F474D" w:rsidRPr="000C7A99" w:rsidRDefault="009F474D" w:rsidP="009F474D">
            <w:pPr>
              <w:spacing w:before="0" w:after="0" w:line="240" w:lineRule="auto"/>
              <w:jc w:val="center"/>
              <w:rPr>
                <w:sz w:val="20"/>
                <w:szCs w:val="20"/>
              </w:rPr>
            </w:pPr>
            <w:r w:rsidRPr="000C7A99">
              <w:rPr>
                <w:sz w:val="20"/>
                <w:szCs w:val="20"/>
              </w:rPr>
              <w:t>W</w:t>
            </w:r>
          </w:p>
        </w:tc>
        <w:tc>
          <w:tcPr>
            <w:tcW w:w="2458" w:type="dxa"/>
            <w:vMerge/>
            <w:shd w:val="clear" w:color="000000" w:fill="FFFFFF"/>
            <w:vAlign w:val="center"/>
          </w:tcPr>
          <w:p w14:paraId="1E769424"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461DE732" w14:textId="7443F9BF"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043B32E6"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7169BCA9" w14:textId="77777777" w:rsidTr="00F078F9">
        <w:trPr>
          <w:trHeight w:val="315"/>
        </w:trPr>
        <w:tc>
          <w:tcPr>
            <w:tcW w:w="0" w:type="auto"/>
            <w:shd w:val="clear" w:color="000000" w:fill="FFFFFF"/>
          </w:tcPr>
          <w:p w14:paraId="7FBDA289" w14:textId="39772F92" w:rsidR="009F474D" w:rsidRPr="000C7A99" w:rsidRDefault="009F474D" w:rsidP="009F474D">
            <w:pPr>
              <w:spacing w:before="0" w:after="0" w:line="240" w:lineRule="auto"/>
              <w:jc w:val="center"/>
              <w:rPr>
                <w:sz w:val="20"/>
                <w:szCs w:val="20"/>
              </w:rPr>
            </w:pPr>
            <w:r w:rsidRPr="000C7A99">
              <w:rPr>
                <w:sz w:val="20"/>
                <w:szCs w:val="20"/>
              </w:rPr>
              <w:t>X</w:t>
            </w:r>
          </w:p>
        </w:tc>
        <w:tc>
          <w:tcPr>
            <w:tcW w:w="2458" w:type="dxa"/>
            <w:vMerge/>
            <w:shd w:val="clear" w:color="000000" w:fill="FFFFFF"/>
            <w:vAlign w:val="center"/>
          </w:tcPr>
          <w:p w14:paraId="29116FC3"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1CF94769" w14:textId="63B411C2"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22354A22"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78AA9B0E" w14:textId="6A00FB4D" w:rsidTr="00F078F9">
        <w:trPr>
          <w:trHeight w:val="315"/>
        </w:trPr>
        <w:tc>
          <w:tcPr>
            <w:tcW w:w="0" w:type="auto"/>
            <w:shd w:val="clear" w:color="000000" w:fill="FFFFFF"/>
          </w:tcPr>
          <w:p w14:paraId="304F1CE1" w14:textId="2C68CE2E" w:rsidR="009F474D" w:rsidRPr="00A5682E" w:rsidRDefault="009F474D" w:rsidP="009F474D">
            <w:pPr>
              <w:spacing w:before="0" w:after="0" w:line="240" w:lineRule="auto"/>
              <w:jc w:val="center"/>
              <w:rPr>
                <w:sz w:val="20"/>
                <w:szCs w:val="20"/>
              </w:rPr>
            </w:pPr>
            <w:r w:rsidRPr="00A5682E">
              <w:rPr>
                <w:sz w:val="20"/>
                <w:szCs w:val="20"/>
              </w:rPr>
              <w:t>Y</w:t>
            </w:r>
          </w:p>
        </w:tc>
        <w:tc>
          <w:tcPr>
            <w:tcW w:w="2458" w:type="dxa"/>
            <w:vMerge w:val="restart"/>
            <w:shd w:val="clear" w:color="000000" w:fill="FFFFFF"/>
            <w:vAlign w:val="center"/>
          </w:tcPr>
          <w:p w14:paraId="785252E3" w14:textId="3E78E9AF" w:rsidR="009F474D" w:rsidRPr="00A5682E" w:rsidRDefault="009F474D" w:rsidP="009F474D">
            <w:pPr>
              <w:spacing w:before="0" w:after="0" w:line="240" w:lineRule="auto"/>
              <w:jc w:val="center"/>
              <w:rPr>
                <w:rFonts w:eastAsia="Times New Roman" w:cs="Calibri Light"/>
                <w:color w:val="000000"/>
                <w:sz w:val="20"/>
                <w:szCs w:val="20"/>
              </w:rPr>
            </w:pPr>
            <w:r w:rsidRPr="00A5682E">
              <w:rPr>
                <w:rFonts w:eastAsia="Times New Roman" w:cs="Calibri Light"/>
                <w:color w:val="000000"/>
                <w:sz w:val="20"/>
                <w:szCs w:val="20"/>
              </w:rPr>
              <w:t xml:space="preserve">Room unit (HP or AC coupled with electric resistance space heater) </w:t>
            </w:r>
            <w:r w:rsidRPr="00A5682E">
              <w:rPr>
                <w:rFonts w:eastAsia="Times New Roman" w:cs="Calibri Light"/>
                <w:color w:val="000000"/>
                <w:sz w:val="20"/>
                <w:szCs w:val="20"/>
                <w:vertAlign w:val="superscript"/>
              </w:rPr>
              <w:t>a</w:t>
            </w:r>
          </w:p>
          <w:p w14:paraId="51A316B2" w14:textId="724663A9" w:rsidR="009F474D" w:rsidRPr="00A5682E"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1F4B52AA" w14:textId="2190A014" w:rsidR="009F474D" w:rsidRPr="00A5682E" w:rsidRDefault="009F474D" w:rsidP="009F474D">
            <w:pPr>
              <w:spacing w:before="0" w:after="0" w:line="240" w:lineRule="auto"/>
              <w:jc w:val="center"/>
              <w:rPr>
                <w:rFonts w:eastAsia="Times New Roman" w:cs="Calibri Light"/>
                <w:color w:val="000000"/>
                <w:sz w:val="20"/>
                <w:szCs w:val="20"/>
              </w:rPr>
            </w:pPr>
            <w:r w:rsidRPr="000C7A99">
              <w:rPr>
                <w:sz w:val="20"/>
                <w:szCs w:val="20"/>
              </w:rPr>
              <w:t>SEER ≥15, HSPF ≥</w:t>
            </w:r>
            <w:r>
              <w:rPr>
                <w:sz w:val="20"/>
                <w:szCs w:val="20"/>
              </w:rPr>
              <w:t>9.0</w:t>
            </w:r>
          </w:p>
        </w:tc>
        <w:tc>
          <w:tcPr>
            <w:tcW w:w="2240" w:type="dxa"/>
            <w:vMerge w:val="restart"/>
            <w:shd w:val="clear" w:color="000000" w:fill="FFFFFF"/>
            <w:vAlign w:val="center"/>
          </w:tcPr>
          <w:p w14:paraId="42B5A04D" w14:textId="3BB24635" w:rsidR="009F474D" w:rsidRPr="000C7A99" w:rsidRDefault="009F474D"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Normal replacement (NR)</w:t>
            </w:r>
          </w:p>
        </w:tc>
      </w:tr>
      <w:tr w:rsidR="009F474D" w:rsidRPr="000C7A99" w14:paraId="62E7CAD0" w14:textId="1183FE2A" w:rsidTr="00F078F9">
        <w:trPr>
          <w:trHeight w:val="315"/>
        </w:trPr>
        <w:tc>
          <w:tcPr>
            <w:tcW w:w="0" w:type="auto"/>
            <w:shd w:val="clear" w:color="000000" w:fill="FFFFFF"/>
          </w:tcPr>
          <w:p w14:paraId="440B539C" w14:textId="4BBA81E4" w:rsidR="009F474D" w:rsidRPr="00A5682E" w:rsidRDefault="009F474D" w:rsidP="009F474D">
            <w:pPr>
              <w:spacing w:before="0" w:after="0" w:line="240" w:lineRule="auto"/>
              <w:jc w:val="center"/>
              <w:rPr>
                <w:sz w:val="20"/>
                <w:szCs w:val="20"/>
              </w:rPr>
            </w:pPr>
            <w:r w:rsidRPr="00A5682E">
              <w:rPr>
                <w:sz w:val="20"/>
                <w:szCs w:val="20"/>
              </w:rPr>
              <w:t>Z</w:t>
            </w:r>
          </w:p>
        </w:tc>
        <w:tc>
          <w:tcPr>
            <w:tcW w:w="2458" w:type="dxa"/>
            <w:vMerge/>
            <w:shd w:val="clear" w:color="000000" w:fill="FFFFFF"/>
            <w:vAlign w:val="center"/>
          </w:tcPr>
          <w:p w14:paraId="40BE62F9" w14:textId="39E367FA" w:rsidR="009F474D" w:rsidRPr="00A5682E"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7FF057B6" w14:textId="48914B2E" w:rsidR="009F474D" w:rsidRPr="00A5682E" w:rsidRDefault="009F474D" w:rsidP="009F474D">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tcPr>
          <w:p w14:paraId="0FBA48EF"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037C411C" w14:textId="5A28FEB3" w:rsidTr="00F078F9">
        <w:trPr>
          <w:trHeight w:val="315"/>
        </w:trPr>
        <w:tc>
          <w:tcPr>
            <w:tcW w:w="0" w:type="auto"/>
            <w:shd w:val="clear" w:color="000000" w:fill="FFFFFF"/>
          </w:tcPr>
          <w:p w14:paraId="715C7E07" w14:textId="4D15F719" w:rsidR="009F474D" w:rsidRPr="00A5682E" w:rsidRDefault="009F474D" w:rsidP="009F474D">
            <w:pPr>
              <w:spacing w:before="0" w:after="0" w:line="240" w:lineRule="auto"/>
              <w:jc w:val="center"/>
              <w:rPr>
                <w:sz w:val="20"/>
                <w:szCs w:val="20"/>
              </w:rPr>
            </w:pPr>
            <w:r w:rsidRPr="00A5682E">
              <w:rPr>
                <w:sz w:val="20"/>
                <w:szCs w:val="20"/>
              </w:rPr>
              <w:t>AA</w:t>
            </w:r>
          </w:p>
        </w:tc>
        <w:tc>
          <w:tcPr>
            <w:tcW w:w="2458" w:type="dxa"/>
            <w:vMerge/>
            <w:shd w:val="clear" w:color="000000" w:fill="FFFFFF"/>
            <w:vAlign w:val="center"/>
          </w:tcPr>
          <w:p w14:paraId="747D3C39" w14:textId="31F64A36" w:rsidR="009F474D" w:rsidRPr="00A5682E"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426C5D53" w14:textId="15DD5A67" w:rsidR="009F474D" w:rsidRPr="00A5682E" w:rsidRDefault="009F474D" w:rsidP="009F474D">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71C00CB7"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740B680D" w14:textId="0B7F5FD7" w:rsidTr="00F078F9">
        <w:trPr>
          <w:trHeight w:val="315"/>
        </w:trPr>
        <w:tc>
          <w:tcPr>
            <w:tcW w:w="0" w:type="auto"/>
            <w:shd w:val="clear" w:color="000000" w:fill="FFFFFF"/>
          </w:tcPr>
          <w:p w14:paraId="50DA7FF3" w14:textId="5EB549CE" w:rsidR="009F474D" w:rsidRPr="00A5682E" w:rsidRDefault="009F474D" w:rsidP="009F474D">
            <w:pPr>
              <w:spacing w:before="0" w:after="0" w:line="240" w:lineRule="auto"/>
              <w:jc w:val="center"/>
              <w:rPr>
                <w:sz w:val="20"/>
                <w:szCs w:val="20"/>
              </w:rPr>
            </w:pPr>
            <w:r w:rsidRPr="00A5682E">
              <w:rPr>
                <w:sz w:val="20"/>
                <w:szCs w:val="20"/>
              </w:rPr>
              <w:t>AB</w:t>
            </w:r>
          </w:p>
        </w:tc>
        <w:tc>
          <w:tcPr>
            <w:tcW w:w="2458" w:type="dxa"/>
            <w:vMerge/>
            <w:shd w:val="clear" w:color="000000" w:fill="FFFFFF"/>
            <w:vAlign w:val="center"/>
          </w:tcPr>
          <w:p w14:paraId="566B78F0" w14:textId="6F1FDEFE" w:rsidR="009F474D" w:rsidRPr="00A5682E"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3D27A0C4" w14:textId="5EA57BDE" w:rsidR="009F474D" w:rsidRPr="00A5682E" w:rsidRDefault="009F474D" w:rsidP="009F474D">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308C7002"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28BE198D" w14:textId="77777777" w:rsidTr="00F078F9">
        <w:trPr>
          <w:trHeight w:val="315"/>
        </w:trPr>
        <w:tc>
          <w:tcPr>
            <w:tcW w:w="0" w:type="auto"/>
            <w:shd w:val="clear" w:color="000000" w:fill="FFFFFF"/>
          </w:tcPr>
          <w:p w14:paraId="794EDA69" w14:textId="6BDD47DD" w:rsidR="009F474D" w:rsidRPr="009D3F70" w:rsidRDefault="009F474D" w:rsidP="009F474D">
            <w:pPr>
              <w:spacing w:before="0" w:after="0" w:line="240" w:lineRule="auto"/>
              <w:jc w:val="center"/>
              <w:rPr>
                <w:rFonts w:cs="Calibri Light"/>
                <w:color w:val="000000"/>
                <w:sz w:val="20"/>
                <w:szCs w:val="20"/>
              </w:rPr>
            </w:pPr>
            <w:r w:rsidRPr="009D3F70">
              <w:rPr>
                <w:sz w:val="20"/>
                <w:szCs w:val="20"/>
              </w:rPr>
              <w:lastRenderedPageBreak/>
              <w:t>AC</w:t>
            </w:r>
          </w:p>
        </w:tc>
        <w:tc>
          <w:tcPr>
            <w:tcW w:w="2458" w:type="dxa"/>
            <w:vMerge/>
            <w:shd w:val="clear" w:color="000000" w:fill="FFFFFF"/>
            <w:vAlign w:val="center"/>
          </w:tcPr>
          <w:p w14:paraId="611DF982"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55F9EABC" w14:textId="18FEED50" w:rsidR="009F474D" w:rsidRPr="009D3F70" w:rsidRDefault="009F474D" w:rsidP="009F474D">
            <w:pPr>
              <w:spacing w:before="0" w:after="0" w:line="240" w:lineRule="auto"/>
              <w:jc w:val="center"/>
              <w:rPr>
                <w:rFonts w:eastAsia="Times New Roman" w:cs="Calibri Light"/>
                <w:color w:val="000000"/>
                <w:sz w:val="20"/>
                <w:szCs w:val="20"/>
              </w:rPr>
            </w:pPr>
            <w:r w:rsidRPr="009D3F70">
              <w:rPr>
                <w:sz w:val="20"/>
                <w:szCs w:val="20"/>
              </w:rPr>
              <w:t>SEER ≥19, HSPF ≥10.0</w:t>
            </w:r>
          </w:p>
        </w:tc>
        <w:tc>
          <w:tcPr>
            <w:tcW w:w="2240" w:type="dxa"/>
            <w:vMerge/>
            <w:shd w:val="clear" w:color="000000" w:fill="FFFFFF"/>
          </w:tcPr>
          <w:p w14:paraId="6FAF0775"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2E6AF526" w14:textId="77777777" w:rsidTr="00F078F9">
        <w:trPr>
          <w:trHeight w:val="315"/>
        </w:trPr>
        <w:tc>
          <w:tcPr>
            <w:tcW w:w="0" w:type="auto"/>
            <w:shd w:val="clear" w:color="000000" w:fill="FFFFFF"/>
          </w:tcPr>
          <w:p w14:paraId="29E3E1D8" w14:textId="231AD5EF" w:rsidR="009F474D" w:rsidRPr="009D3F70" w:rsidRDefault="009F474D" w:rsidP="009F474D">
            <w:pPr>
              <w:spacing w:before="0" w:after="0" w:line="240" w:lineRule="auto"/>
              <w:jc w:val="center"/>
              <w:rPr>
                <w:rFonts w:cs="Calibri Light"/>
                <w:color w:val="000000"/>
                <w:sz w:val="20"/>
                <w:szCs w:val="20"/>
              </w:rPr>
            </w:pPr>
            <w:r w:rsidRPr="009D3F70">
              <w:rPr>
                <w:sz w:val="20"/>
                <w:szCs w:val="20"/>
              </w:rPr>
              <w:t>AD</w:t>
            </w:r>
          </w:p>
        </w:tc>
        <w:tc>
          <w:tcPr>
            <w:tcW w:w="2458" w:type="dxa"/>
            <w:vMerge/>
            <w:shd w:val="clear" w:color="000000" w:fill="FFFFFF"/>
            <w:vAlign w:val="center"/>
          </w:tcPr>
          <w:p w14:paraId="265BDA56"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CD3D7EE" w14:textId="4460700E" w:rsidR="009F474D" w:rsidRPr="009D3F70" w:rsidRDefault="009F474D" w:rsidP="009F474D">
            <w:pPr>
              <w:spacing w:before="0" w:after="0" w:line="240" w:lineRule="auto"/>
              <w:jc w:val="center"/>
              <w:rPr>
                <w:rFonts w:eastAsia="Times New Roman" w:cs="Calibri Light"/>
                <w:color w:val="000000"/>
                <w:sz w:val="20"/>
                <w:szCs w:val="20"/>
              </w:rPr>
            </w:pPr>
            <w:r w:rsidRPr="009D3F70">
              <w:rPr>
                <w:sz w:val="20"/>
                <w:szCs w:val="20"/>
              </w:rPr>
              <w:t>SEER ≥20, HSPF ≥10.3</w:t>
            </w:r>
          </w:p>
        </w:tc>
        <w:tc>
          <w:tcPr>
            <w:tcW w:w="2240" w:type="dxa"/>
            <w:vMerge/>
            <w:shd w:val="clear" w:color="000000" w:fill="FFFFFF"/>
          </w:tcPr>
          <w:p w14:paraId="560F9243"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79133959" w14:textId="77777777" w:rsidTr="00F078F9">
        <w:trPr>
          <w:trHeight w:val="315"/>
        </w:trPr>
        <w:tc>
          <w:tcPr>
            <w:tcW w:w="0" w:type="auto"/>
            <w:shd w:val="clear" w:color="000000" w:fill="FFFFFF"/>
          </w:tcPr>
          <w:p w14:paraId="3BAE8BE4" w14:textId="578DF3FC" w:rsidR="009F474D" w:rsidRPr="000C7A99" w:rsidRDefault="009F474D" w:rsidP="009F474D">
            <w:pPr>
              <w:spacing w:before="0" w:after="0" w:line="240" w:lineRule="auto"/>
              <w:jc w:val="center"/>
              <w:rPr>
                <w:rFonts w:cs="Calibri Light"/>
                <w:color w:val="000000"/>
                <w:sz w:val="20"/>
                <w:szCs w:val="20"/>
              </w:rPr>
            </w:pPr>
            <w:r w:rsidRPr="000C7A99">
              <w:rPr>
                <w:sz w:val="20"/>
                <w:szCs w:val="20"/>
              </w:rPr>
              <w:t>AE</w:t>
            </w:r>
          </w:p>
        </w:tc>
        <w:tc>
          <w:tcPr>
            <w:tcW w:w="2458" w:type="dxa"/>
            <w:vMerge/>
            <w:shd w:val="clear" w:color="000000" w:fill="FFFFFF"/>
            <w:vAlign w:val="center"/>
          </w:tcPr>
          <w:p w14:paraId="3239791A"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61E7BB07" w14:textId="1BDDB9A8"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11FEDA8E"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083C3DBD" w14:textId="77777777" w:rsidTr="00F078F9">
        <w:trPr>
          <w:trHeight w:val="315"/>
        </w:trPr>
        <w:tc>
          <w:tcPr>
            <w:tcW w:w="0" w:type="auto"/>
            <w:shd w:val="clear" w:color="000000" w:fill="FFFFFF"/>
          </w:tcPr>
          <w:p w14:paraId="107653C6" w14:textId="7BD5F34B" w:rsidR="009F474D" w:rsidRPr="000C7A99" w:rsidRDefault="009F474D" w:rsidP="009F474D">
            <w:pPr>
              <w:spacing w:before="0" w:after="0" w:line="240" w:lineRule="auto"/>
              <w:jc w:val="center"/>
              <w:rPr>
                <w:rFonts w:cs="Calibri Light"/>
                <w:color w:val="000000"/>
                <w:sz w:val="20"/>
                <w:szCs w:val="20"/>
              </w:rPr>
            </w:pPr>
            <w:r w:rsidRPr="000C7A99">
              <w:rPr>
                <w:sz w:val="20"/>
                <w:szCs w:val="20"/>
              </w:rPr>
              <w:t>AF</w:t>
            </w:r>
          </w:p>
        </w:tc>
        <w:tc>
          <w:tcPr>
            <w:tcW w:w="2458" w:type="dxa"/>
            <w:vMerge/>
            <w:shd w:val="clear" w:color="000000" w:fill="FFFFFF"/>
            <w:vAlign w:val="center"/>
          </w:tcPr>
          <w:p w14:paraId="26788728"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78E5D428" w14:textId="345D24E7"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2408FF70"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4D02AB9C" w14:textId="77777777" w:rsidTr="00F078F9">
        <w:trPr>
          <w:trHeight w:val="315"/>
        </w:trPr>
        <w:tc>
          <w:tcPr>
            <w:tcW w:w="0" w:type="auto"/>
            <w:shd w:val="clear" w:color="000000" w:fill="FFFFFF"/>
          </w:tcPr>
          <w:p w14:paraId="3A1E6374" w14:textId="59E381E6" w:rsidR="009F474D" w:rsidRPr="000C7A99" w:rsidRDefault="009F474D" w:rsidP="009F474D">
            <w:pPr>
              <w:spacing w:before="0" w:after="0" w:line="240" w:lineRule="auto"/>
              <w:jc w:val="center"/>
              <w:rPr>
                <w:rFonts w:cs="Calibri Light"/>
                <w:color w:val="000000"/>
                <w:sz w:val="20"/>
                <w:szCs w:val="20"/>
              </w:rPr>
            </w:pPr>
            <w:r w:rsidRPr="000C7A99">
              <w:rPr>
                <w:sz w:val="20"/>
                <w:szCs w:val="20"/>
              </w:rPr>
              <w:t>AG</w:t>
            </w:r>
          </w:p>
        </w:tc>
        <w:tc>
          <w:tcPr>
            <w:tcW w:w="2458" w:type="dxa"/>
            <w:vMerge w:val="restart"/>
            <w:shd w:val="clear" w:color="000000" w:fill="FFFFFF"/>
            <w:vAlign w:val="center"/>
          </w:tcPr>
          <w:p w14:paraId="3ADA306F" w14:textId="2CE7C5DE" w:rsidR="009F474D" w:rsidRPr="000C7A99" w:rsidRDefault="009F474D"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 xml:space="preserve">Ductless unit </w:t>
            </w:r>
            <w:r w:rsidRPr="000C7A99">
              <w:rPr>
                <w:rFonts w:eastAsia="Times New Roman" w:cs="Calibri Light"/>
                <w:color w:val="000000"/>
                <w:sz w:val="20"/>
                <w:szCs w:val="20"/>
                <w:vertAlign w:val="superscript"/>
              </w:rPr>
              <w:t>b</w:t>
            </w:r>
          </w:p>
        </w:tc>
        <w:tc>
          <w:tcPr>
            <w:tcW w:w="2970" w:type="dxa"/>
            <w:shd w:val="clear" w:color="000000" w:fill="FFFFFF"/>
          </w:tcPr>
          <w:p w14:paraId="5F80DD40" w14:textId="38927FE6"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≥15, HSPF ≥</w:t>
            </w:r>
            <w:r>
              <w:rPr>
                <w:sz w:val="20"/>
                <w:szCs w:val="20"/>
              </w:rPr>
              <w:t>9.0</w:t>
            </w:r>
          </w:p>
        </w:tc>
        <w:tc>
          <w:tcPr>
            <w:tcW w:w="2240" w:type="dxa"/>
            <w:vMerge/>
            <w:shd w:val="clear" w:color="000000" w:fill="FFFFFF"/>
          </w:tcPr>
          <w:p w14:paraId="6DB4D2AA"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3BA0593A" w14:textId="0F714B8C" w:rsidTr="00F078F9">
        <w:trPr>
          <w:trHeight w:val="315"/>
        </w:trPr>
        <w:tc>
          <w:tcPr>
            <w:tcW w:w="0" w:type="auto"/>
            <w:shd w:val="clear" w:color="000000" w:fill="FFFFFF"/>
          </w:tcPr>
          <w:p w14:paraId="2714A807" w14:textId="07FB45ED" w:rsidR="009F474D" w:rsidRPr="000C7A99" w:rsidRDefault="009F474D" w:rsidP="009F474D">
            <w:pPr>
              <w:spacing w:before="0" w:after="0" w:line="240" w:lineRule="auto"/>
              <w:jc w:val="center"/>
              <w:rPr>
                <w:sz w:val="20"/>
                <w:szCs w:val="20"/>
              </w:rPr>
            </w:pPr>
            <w:r w:rsidRPr="000C7A99">
              <w:rPr>
                <w:sz w:val="20"/>
                <w:szCs w:val="20"/>
              </w:rPr>
              <w:t>AH</w:t>
            </w:r>
          </w:p>
        </w:tc>
        <w:tc>
          <w:tcPr>
            <w:tcW w:w="2458" w:type="dxa"/>
            <w:vMerge/>
            <w:shd w:val="clear" w:color="000000" w:fill="FFFFFF"/>
            <w:vAlign w:val="center"/>
          </w:tcPr>
          <w:p w14:paraId="0CFC06DF" w14:textId="06687CFC"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33F607EE" w14:textId="521E7AC3"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tcPr>
          <w:p w14:paraId="086BF6DB"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5158AAB6" w14:textId="1A71D809" w:rsidTr="00F078F9">
        <w:trPr>
          <w:trHeight w:val="315"/>
        </w:trPr>
        <w:tc>
          <w:tcPr>
            <w:tcW w:w="0" w:type="auto"/>
            <w:shd w:val="clear" w:color="000000" w:fill="FFFFFF"/>
          </w:tcPr>
          <w:p w14:paraId="118BD31A" w14:textId="4DB641C1" w:rsidR="009F474D" w:rsidRPr="000C7A99" w:rsidRDefault="009F474D" w:rsidP="009F474D">
            <w:pPr>
              <w:spacing w:before="0" w:after="0" w:line="240" w:lineRule="auto"/>
              <w:jc w:val="center"/>
              <w:rPr>
                <w:sz w:val="20"/>
                <w:szCs w:val="20"/>
              </w:rPr>
            </w:pPr>
            <w:r w:rsidRPr="000C7A99">
              <w:rPr>
                <w:sz w:val="20"/>
                <w:szCs w:val="20"/>
              </w:rPr>
              <w:t>AI</w:t>
            </w:r>
          </w:p>
        </w:tc>
        <w:tc>
          <w:tcPr>
            <w:tcW w:w="2458" w:type="dxa"/>
            <w:vMerge/>
            <w:shd w:val="clear" w:color="000000" w:fill="FFFFFF"/>
            <w:vAlign w:val="center"/>
          </w:tcPr>
          <w:p w14:paraId="16CCFED3" w14:textId="3A0D5C49"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53B5DC09" w14:textId="3B5713A3"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1C7983C6"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2A53D9C6" w14:textId="0BE21761" w:rsidTr="00F078F9">
        <w:trPr>
          <w:trHeight w:val="315"/>
        </w:trPr>
        <w:tc>
          <w:tcPr>
            <w:tcW w:w="0" w:type="auto"/>
            <w:shd w:val="clear" w:color="000000" w:fill="FFFFFF"/>
          </w:tcPr>
          <w:p w14:paraId="5199DB96" w14:textId="64056CD7" w:rsidR="009F474D" w:rsidRPr="000C7A99" w:rsidRDefault="009F474D" w:rsidP="009F474D">
            <w:pPr>
              <w:spacing w:before="0" w:after="0" w:line="240" w:lineRule="auto"/>
              <w:jc w:val="center"/>
              <w:rPr>
                <w:sz w:val="20"/>
                <w:szCs w:val="20"/>
              </w:rPr>
            </w:pPr>
            <w:r w:rsidRPr="000C7A99">
              <w:rPr>
                <w:sz w:val="20"/>
                <w:szCs w:val="20"/>
              </w:rPr>
              <w:t>AJ</w:t>
            </w:r>
          </w:p>
        </w:tc>
        <w:tc>
          <w:tcPr>
            <w:tcW w:w="2458" w:type="dxa"/>
            <w:vMerge/>
            <w:shd w:val="clear" w:color="000000" w:fill="FFFFFF"/>
            <w:vAlign w:val="center"/>
          </w:tcPr>
          <w:p w14:paraId="2697D85B" w14:textId="2B7AA8FB"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FFDC466" w14:textId="0DD91D24"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7BA78ECB"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00736B00" w14:textId="4658C1EA" w:rsidTr="00F078F9">
        <w:trPr>
          <w:trHeight w:val="315"/>
        </w:trPr>
        <w:tc>
          <w:tcPr>
            <w:tcW w:w="0" w:type="auto"/>
            <w:shd w:val="clear" w:color="000000" w:fill="FFFFFF"/>
          </w:tcPr>
          <w:p w14:paraId="6DD65C0A" w14:textId="3F2D6B3E" w:rsidR="009F474D" w:rsidRPr="000C7A99" w:rsidRDefault="009F474D" w:rsidP="009F474D">
            <w:pPr>
              <w:spacing w:before="0" w:after="0" w:line="240" w:lineRule="auto"/>
              <w:jc w:val="center"/>
              <w:rPr>
                <w:sz w:val="20"/>
                <w:szCs w:val="20"/>
              </w:rPr>
            </w:pPr>
            <w:r w:rsidRPr="000C7A99">
              <w:rPr>
                <w:sz w:val="20"/>
                <w:szCs w:val="20"/>
              </w:rPr>
              <w:t>AK</w:t>
            </w:r>
          </w:p>
        </w:tc>
        <w:tc>
          <w:tcPr>
            <w:tcW w:w="2458" w:type="dxa"/>
            <w:vMerge/>
            <w:shd w:val="clear" w:color="000000" w:fill="FFFFFF"/>
            <w:vAlign w:val="center"/>
          </w:tcPr>
          <w:p w14:paraId="1CEE63B2" w14:textId="7C6E4415"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635B4F67" w14:textId="6D08D78C"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56141914"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2B3159E5" w14:textId="77777777" w:rsidTr="00F078F9">
        <w:trPr>
          <w:trHeight w:val="315"/>
        </w:trPr>
        <w:tc>
          <w:tcPr>
            <w:tcW w:w="0" w:type="auto"/>
            <w:shd w:val="clear" w:color="000000" w:fill="FFFFFF"/>
          </w:tcPr>
          <w:p w14:paraId="4D6CEC9E" w14:textId="4C77FC05" w:rsidR="009F474D" w:rsidRPr="000C7A99" w:rsidRDefault="009F474D" w:rsidP="009F474D">
            <w:pPr>
              <w:spacing w:before="0" w:after="0" w:line="240" w:lineRule="auto"/>
              <w:jc w:val="center"/>
              <w:rPr>
                <w:sz w:val="20"/>
                <w:szCs w:val="20"/>
              </w:rPr>
            </w:pPr>
            <w:r w:rsidRPr="000C7A99">
              <w:rPr>
                <w:sz w:val="20"/>
                <w:szCs w:val="20"/>
              </w:rPr>
              <w:t>AL</w:t>
            </w:r>
          </w:p>
        </w:tc>
        <w:tc>
          <w:tcPr>
            <w:tcW w:w="2458" w:type="dxa"/>
            <w:vMerge/>
            <w:shd w:val="clear" w:color="000000" w:fill="FFFFFF"/>
            <w:vAlign w:val="center"/>
          </w:tcPr>
          <w:p w14:paraId="66BE4B67"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D5F9EBD" w14:textId="0DB1316D"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485976DA"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5F52DD8F" w14:textId="77777777" w:rsidTr="00F078F9">
        <w:trPr>
          <w:trHeight w:val="315"/>
        </w:trPr>
        <w:tc>
          <w:tcPr>
            <w:tcW w:w="0" w:type="auto"/>
            <w:shd w:val="clear" w:color="000000" w:fill="FFFFFF"/>
          </w:tcPr>
          <w:p w14:paraId="7BE67147" w14:textId="320C2522" w:rsidR="009F474D" w:rsidRPr="000C7A99" w:rsidRDefault="009F474D" w:rsidP="009F474D">
            <w:pPr>
              <w:spacing w:before="0" w:after="0" w:line="240" w:lineRule="auto"/>
              <w:jc w:val="center"/>
              <w:rPr>
                <w:sz w:val="20"/>
                <w:szCs w:val="20"/>
              </w:rPr>
            </w:pPr>
            <w:r w:rsidRPr="000C7A99">
              <w:rPr>
                <w:sz w:val="20"/>
                <w:szCs w:val="20"/>
              </w:rPr>
              <w:t>AM</w:t>
            </w:r>
          </w:p>
        </w:tc>
        <w:tc>
          <w:tcPr>
            <w:tcW w:w="2458" w:type="dxa"/>
            <w:vMerge/>
            <w:shd w:val="clear" w:color="000000" w:fill="FFFFFF"/>
            <w:vAlign w:val="center"/>
          </w:tcPr>
          <w:p w14:paraId="5294AB86"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C8521E7" w14:textId="62B49A4A"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0A7255D1"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78FE09AA" w14:textId="77777777" w:rsidTr="00F078F9">
        <w:trPr>
          <w:trHeight w:val="315"/>
        </w:trPr>
        <w:tc>
          <w:tcPr>
            <w:tcW w:w="0" w:type="auto"/>
            <w:shd w:val="clear" w:color="000000" w:fill="FFFFFF"/>
          </w:tcPr>
          <w:p w14:paraId="3E9E79DC" w14:textId="16F9509C" w:rsidR="009F474D" w:rsidRPr="000C7A99" w:rsidRDefault="009F474D" w:rsidP="009F474D">
            <w:pPr>
              <w:spacing w:before="0" w:after="0" w:line="240" w:lineRule="auto"/>
              <w:jc w:val="center"/>
              <w:rPr>
                <w:sz w:val="20"/>
                <w:szCs w:val="20"/>
              </w:rPr>
            </w:pPr>
            <w:r w:rsidRPr="000C7A99">
              <w:rPr>
                <w:sz w:val="20"/>
                <w:szCs w:val="20"/>
              </w:rPr>
              <w:t>AN</w:t>
            </w:r>
          </w:p>
        </w:tc>
        <w:tc>
          <w:tcPr>
            <w:tcW w:w="2458" w:type="dxa"/>
            <w:vMerge/>
            <w:shd w:val="clear" w:color="000000" w:fill="FFFFFF"/>
            <w:vAlign w:val="center"/>
          </w:tcPr>
          <w:p w14:paraId="60B5C855"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38D355CC" w14:textId="40075631"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1E8F42B0" w14:textId="77777777" w:rsidR="009F474D" w:rsidRPr="000C7A99" w:rsidRDefault="009F474D" w:rsidP="009F474D">
            <w:pPr>
              <w:spacing w:before="0" w:after="0" w:line="240" w:lineRule="auto"/>
              <w:jc w:val="center"/>
              <w:rPr>
                <w:rFonts w:eastAsia="Times New Roman" w:cs="Calibri Light"/>
                <w:color w:val="000000"/>
                <w:sz w:val="20"/>
                <w:szCs w:val="20"/>
              </w:rPr>
            </w:pPr>
          </w:p>
        </w:tc>
      </w:tr>
    </w:tbl>
    <w:p w14:paraId="316C0EAD" w14:textId="77777777" w:rsidR="007F6AAD" w:rsidRDefault="007F6AAD" w:rsidP="007F6AAD">
      <w:pPr>
        <w:pStyle w:val="eTRMTableFootnote"/>
        <w:rPr>
          <w:szCs w:val="20"/>
          <w:vertAlign w:val="superscript"/>
        </w:rPr>
      </w:pPr>
      <w:bookmarkStart w:id="14" w:name="_Toc486490849"/>
      <w:bookmarkStart w:id="15" w:name="_Toc486580920"/>
    </w:p>
    <w:p w14:paraId="18A169D9" w14:textId="4F9C1204" w:rsidR="008D6DC0" w:rsidRDefault="00576B6F" w:rsidP="007F6AAD">
      <w:pPr>
        <w:pStyle w:val="eTRMTableFootnote"/>
        <w:rPr>
          <w:szCs w:val="20"/>
        </w:rPr>
      </w:pPr>
      <w:r w:rsidRPr="00576B6F">
        <w:rPr>
          <w:szCs w:val="20"/>
          <w:vertAlign w:val="superscript"/>
        </w:rPr>
        <w:t>a</w:t>
      </w:r>
      <w:r w:rsidR="008D6DC0" w:rsidRPr="000365BD">
        <w:rPr>
          <w:szCs w:val="20"/>
        </w:rPr>
        <w:t xml:space="preserve"> </w:t>
      </w:r>
      <w:r w:rsidR="00EC2600" w:rsidRPr="006B7DAC">
        <w:t>Code restricts electric resistance space heater. Hence the savings for these measures would be over a code complaint room HP.</w:t>
      </w:r>
    </w:p>
    <w:p w14:paraId="77A6A886" w14:textId="77777777" w:rsidR="007F6AAD" w:rsidRDefault="007F6AAD" w:rsidP="007F6AAD">
      <w:pPr>
        <w:pStyle w:val="eTRMTableFootnote"/>
        <w:rPr>
          <w:szCs w:val="20"/>
          <w:vertAlign w:val="superscript"/>
        </w:rPr>
      </w:pPr>
    </w:p>
    <w:p w14:paraId="5C247E10" w14:textId="02EE46DA" w:rsidR="00250951" w:rsidRDefault="00250951" w:rsidP="007F6AAD">
      <w:pPr>
        <w:pStyle w:val="eTRMTableFootnote"/>
      </w:pPr>
      <w:r w:rsidRPr="00250951">
        <w:rPr>
          <w:szCs w:val="20"/>
          <w:vertAlign w:val="superscript"/>
        </w:rPr>
        <w:t>b</w:t>
      </w:r>
      <w:r>
        <w:rPr>
          <w:szCs w:val="20"/>
        </w:rPr>
        <w:t xml:space="preserve"> </w:t>
      </w:r>
      <w:r w:rsidR="007F6AAD">
        <w:rPr>
          <w:szCs w:val="20"/>
        </w:rPr>
        <w:t xml:space="preserve">Replacement of </w:t>
      </w:r>
      <w:r w:rsidR="00EC2600" w:rsidRPr="006B7DAC">
        <w:t xml:space="preserve">Ductless AC unit as the existing equipment is not offered through NR application type because incremental measure cost </w:t>
      </w:r>
      <w:r w:rsidR="007F6AAD">
        <w:t xml:space="preserve">is negative. For costing, the standard baseline includes installation of both </w:t>
      </w:r>
      <w:r w:rsidR="006B7DAC" w:rsidRPr="006B7DAC">
        <w:t xml:space="preserve">Ductless AC </w:t>
      </w:r>
      <w:r w:rsidR="006225D3">
        <w:t>coupled</w:t>
      </w:r>
      <w:r w:rsidR="006B7DAC" w:rsidRPr="006B7DAC">
        <w:t xml:space="preserve"> with electric resistance space heater</w:t>
      </w:r>
      <w:r w:rsidR="007F6AAD">
        <w:t>, and this standard baseline costs more than installing one Ductless HP</w:t>
      </w:r>
      <w:r w:rsidR="00EC2600" w:rsidRPr="006B7DAC">
        <w:t xml:space="preserve">. </w:t>
      </w:r>
      <w:r w:rsidR="006172A7">
        <w:t xml:space="preserve">Hence Ductless AC replacement is offered as AR only. </w:t>
      </w:r>
    </w:p>
    <w:p w14:paraId="0A20D1EB" w14:textId="23980A18" w:rsidR="00F078F9" w:rsidRDefault="00F078F9" w:rsidP="007F6AAD">
      <w:pPr>
        <w:pStyle w:val="eTRMTableFootnote"/>
      </w:pPr>
    </w:p>
    <w:p w14:paraId="0ECBA686" w14:textId="26F469BE" w:rsidR="00F078F9" w:rsidRDefault="00F078F9" w:rsidP="00F078F9">
      <w:pPr>
        <w:pStyle w:val="Caption"/>
      </w:pPr>
      <w:r>
        <w:t>Measure Case Specification – Multi-split Ductless Heat Pumps</w:t>
      </w:r>
    </w:p>
    <w:tbl>
      <w:tblPr>
        <w:tblW w:w="0" w:type="auto"/>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4A0" w:firstRow="1" w:lastRow="0" w:firstColumn="1" w:lastColumn="0" w:noHBand="0" w:noVBand="1"/>
      </w:tblPr>
      <w:tblGrid>
        <w:gridCol w:w="1672"/>
        <w:gridCol w:w="2458"/>
        <w:gridCol w:w="2970"/>
        <w:gridCol w:w="2240"/>
      </w:tblGrid>
      <w:tr w:rsidR="00F078F9" w:rsidRPr="000C7A99" w14:paraId="091285BA" w14:textId="77777777" w:rsidTr="00F078F9">
        <w:trPr>
          <w:trHeight w:val="780"/>
          <w:tblHeader/>
        </w:trPr>
        <w:tc>
          <w:tcPr>
            <w:tcW w:w="0" w:type="auto"/>
            <w:shd w:val="clear" w:color="auto" w:fill="F2F2F2" w:themeFill="background1" w:themeFillShade="F2"/>
            <w:vAlign w:val="center"/>
            <w:hideMark/>
          </w:tcPr>
          <w:p w14:paraId="35C02E6F" w14:textId="77777777" w:rsidR="00F078F9" w:rsidRPr="000C7A99" w:rsidRDefault="00F078F9" w:rsidP="00F078F9">
            <w:pPr>
              <w:spacing w:before="0" w:after="0" w:line="240" w:lineRule="auto"/>
              <w:jc w:val="center"/>
              <w:rPr>
                <w:rFonts w:eastAsia="Times New Roman" w:cs="Calibri Light"/>
                <w:b/>
                <w:bCs/>
                <w:color w:val="000000"/>
                <w:sz w:val="20"/>
                <w:szCs w:val="20"/>
              </w:rPr>
            </w:pPr>
            <w:r w:rsidRPr="000C7A99">
              <w:rPr>
                <w:rFonts w:eastAsia="Times New Roman" w:cs="Calibri Light"/>
                <w:b/>
                <w:bCs/>
                <w:color w:val="000000"/>
                <w:sz w:val="20"/>
                <w:szCs w:val="20"/>
              </w:rPr>
              <w:t>Statewide Offering ID</w:t>
            </w:r>
          </w:p>
        </w:tc>
        <w:tc>
          <w:tcPr>
            <w:tcW w:w="2458" w:type="dxa"/>
            <w:shd w:val="clear" w:color="auto" w:fill="F2F2F2" w:themeFill="background1" w:themeFillShade="F2"/>
            <w:vAlign w:val="center"/>
          </w:tcPr>
          <w:p w14:paraId="28C2244E" w14:textId="77777777" w:rsidR="00F078F9" w:rsidRPr="000C7A99" w:rsidRDefault="00F078F9" w:rsidP="00F078F9">
            <w:pPr>
              <w:spacing w:before="0" w:after="0" w:line="240" w:lineRule="auto"/>
              <w:jc w:val="center"/>
              <w:rPr>
                <w:rFonts w:eastAsia="Times New Roman" w:cs="Calibri Light"/>
                <w:b/>
                <w:bCs/>
                <w:color w:val="000000"/>
                <w:sz w:val="20"/>
                <w:szCs w:val="20"/>
              </w:rPr>
            </w:pPr>
            <w:r w:rsidRPr="000C7A99">
              <w:rPr>
                <w:rFonts w:eastAsia="Times New Roman" w:cs="Calibri Light"/>
                <w:b/>
                <w:bCs/>
                <w:color w:val="000000"/>
                <w:sz w:val="20"/>
                <w:szCs w:val="20"/>
              </w:rPr>
              <w:t>Existing equipment being replaced</w:t>
            </w:r>
          </w:p>
        </w:tc>
        <w:tc>
          <w:tcPr>
            <w:tcW w:w="2970" w:type="dxa"/>
            <w:shd w:val="clear" w:color="auto" w:fill="F2F2F2" w:themeFill="background1" w:themeFillShade="F2"/>
            <w:vAlign w:val="center"/>
          </w:tcPr>
          <w:p w14:paraId="3AF77EDB" w14:textId="77777777" w:rsidR="00F078F9" w:rsidRPr="000C7A99" w:rsidRDefault="00F078F9" w:rsidP="00F078F9">
            <w:pPr>
              <w:spacing w:before="0" w:after="0" w:line="240" w:lineRule="auto"/>
              <w:jc w:val="center"/>
              <w:rPr>
                <w:rFonts w:eastAsia="Times New Roman" w:cs="Calibri Light"/>
                <w:b/>
                <w:bCs/>
                <w:color w:val="000000"/>
                <w:sz w:val="20"/>
                <w:szCs w:val="20"/>
              </w:rPr>
            </w:pPr>
            <w:r w:rsidRPr="000C7A99">
              <w:rPr>
                <w:rFonts w:eastAsia="Times New Roman" w:cs="Calibri Light"/>
                <w:b/>
                <w:bCs/>
                <w:color w:val="000000"/>
                <w:sz w:val="20"/>
                <w:szCs w:val="20"/>
              </w:rPr>
              <w:t>Measure case equipment:</w:t>
            </w:r>
          </w:p>
          <w:p w14:paraId="43CA6C14" w14:textId="1BEAB138" w:rsidR="00F078F9" w:rsidRPr="000C7A99" w:rsidRDefault="00F078F9" w:rsidP="00F078F9">
            <w:pPr>
              <w:spacing w:before="0" w:after="0" w:line="240" w:lineRule="auto"/>
              <w:jc w:val="center"/>
              <w:rPr>
                <w:rFonts w:eastAsia="Times New Roman" w:cs="Calibri Light"/>
                <w:b/>
                <w:bCs/>
                <w:color w:val="000000"/>
                <w:sz w:val="20"/>
                <w:szCs w:val="20"/>
              </w:rPr>
            </w:pPr>
            <w:r w:rsidRPr="000C7A99">
              <w:rPr>
                <w:sz w:val="20"/>
                <w:szCs w:val="20"/>
              </w:rPr>
              <w:t>Multi-split Ductless Heat Pumps</w:t>
            </w:r>
          </w:p>
        </w:tc>
        <w:tc>
          <w:tcPr>
            <w:tcW w:w="2240" w:type="dxa"/>
            <w:shd w:val="clear" w:color="auto" w:fill="F2F2F2" w:themeFill="background1" w:themeFillShade="F2"/>
          </w:tcPr>
          <w:p w14:paraId="47A110E9" w14:textId="77777777" w:rsidR="00F078F9" w:rsidRPr="000C7A99" w:rsidRDefault="00F078F9" w:rsidP="00F078F9">
            <w:pPr>
              <w:spacing w:before="0" w:after="0" w:line="240" w:lineRule="auto"/>
              <w:jc w:val="center"/>
              <w:rPr>
                <w:rFonts w:eastAsia="Times New Roman" w:cs="Calibri Light"/>
                <w:b/>
                <w:bCs/>
                <w:color w:val="000000"/>
                <w:sz w:val="20"/>
                <w:szCs w:val="20"/>
              </w:rPr>
            </w:pPr>
            <w:r w:rsidRPr="000C7A99">
              <w:rPr>
                <w:rFonts w:eastAsia="Times New Roman" w:cs="Calibri Light"/>
                <w:b/>
                <w:bCs/>
                <w:color w:val="000000"/>
                <w:sz w:val="20"/>
                <w:szCs w:val="20"/>
              </w:rPr>
              <w:t>Measure Application Type</w:t>
            </w:r>
          </w:p>
        </w:tc>
      </w:tr>
      <w:tr w:rsidR="0025298B" w:rsidRPr="000C7A99" w14:paraId="2148039E" w14:textId="77777777" w:rsidTr="00F078F9">
        <w:trPr>
          <w:trHeight w:val="315"/>
        </w:trPr>
        <w:tc>
          <w:tcPr>
            <w:tcW w:w="0" w:type="auto"/>
            <w:shd w:val="clear" w:color="000000" w:fill="FFFFFF"/>
          </w:tcPr>
          <w:p w14:paraId="2645C42B" w14:textId="01502AD5" w:rsidR="0025298B" w:rsidRPr="000C7A99" w:rsidRDefault="0025298B" w:rsidP="00704CFC">
            <w:pPr>
              <w:spacing w:before="0" w:after="0" w:line="240" w:lineRule="auto"/>
              <w:jc w:val="center"/>
              <w:rPr>
                <w:sz w:val="20"/>
                <w:szCs w:val="20"/>
              </w:rPr>
            </w:pPr>
            <w:r>
              <w:rPr>
                <w:sz w:val="20"/>
                <w:szCs w:val="20"/>
              </w:rPr>
              <w:t>Not offered</w:t>
            </w:r>
          </w:p>
        </w:tc>
        <w:tc>
          <w:tcPr>
            <w:tcW w:w="2458" w:type="dxa"/>
            <w:vMerge w:val="restart"/>
            <w:shd w:val="clear" w:color="000000" w:fill="FFFFFF"/>
            <w:vAlign w:val="center"/>
          </w:tcPr>
          <w:p w14:paraId="5D837797" w14:textId="59913DBD" w:rsidR="0025298B" w:rsidRPr="000C7A99" w:rsidRDefault="0025298B" w:rsidP="00704CFC">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Room unit (HP or AC coupled with electric resistance space heater)</w:t>
            </w:r>
          </w:p>
        </w:tc>
        <w:tc>
          <w:tcPr>
            <w:tcW w:w="2970" w:type="dxa"/>
            <w:shd w:val="clear" w:color="000000" w:fill="FFFFFF"/>
          </w:tcPr>
          <w:p w14:paraId="178FD11F" w14:textId="1905EF5F" w:rsidR="0025298B" w:rsidRPr="000C7A99" w:rsidRDefault="0025298B" w:rsidP="00704CFC">
            <w:pPr>
              <w:spacing w:before="0" w:after="0" w:line="240" w:lineRule="auto"/>
              <w:jc w:val="center"/>
              <w:rPr>
                <w:sz w:val="20"/>
                <w:szCs w:val="20"/>
              </w:rPr>
            </w:pPr>
            <w:r w:rsidRPr="000C7A99">
              <w:rPr>
                <w:sz w:val="20"/>
                <w:szCs w:val="20"/>
              </w:rPr>
              <w:t>SEER ≥15, HSPF ≥</w:t>
            </w:r>
            <w:r>
              <w:rPr>
                <w:sz w:val="20"/>
                <w:szCs w:val="20"/>
              </w:rPr>
              <w:t>9.0</w:t>
            </w:r>
          </w:p>
        </w:tc>
        <w:tc>
          <w:tcPr>
            <w:tcW w:w="2240" w:type="dxa"/>
            <w:vMerge w:val="restart"/>
            <w:shd w:val="clear" w:color="000000" w:fill="FFFFFF"/>
            <w:vAlign w:val="center"/>
          </w:tcPr>
          <w:p w14:paraId="03565002" w14:textId="5FE6F94B" w:rsidR="0025298B" w:rsidRPr="000C7A99" w:rsidRDefault="0025298B" w:rsidP="00704CFC">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Accelerated replacement (AR)</w:t>
            </w:r>
          </w:p>
        </w:tc>
      </w:tr>
      <w:tr w:rsidR="0025298B" w:rsidRPr="000C7A99" w14:paraId="5B50677C" w14:textId="77777777" w:rsidTr="00F078F9">
        <w:trPr>
          <w:trHeight w:val="315"/>
        </w:trPr>
        <w:tc>
          <w:tcPr>
            <w:tcW w:w="0" w:type="auto"/>
            <w:shd w:val="clear" w:color="000000" w:fill="FFFFFF"/>
          </w:tcPr>
          <w:p w14:paraId="64BC69ED" w14:textId="364B3E45"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AO</w:t>
            </w:r>
          </w:p>
        </w:tc>
        <w:tc>
          <w:tcPr>
            <w:tcW w:w="2458" w:type="dxa"/>
            <w:vMerge/>
            <w:shd w:val="clear" w:color="000000" w:fill="FFFFFF"/>
            <w:vAlign w:val="center"/>
          </w:tcPr>
          <w:p w14:paraId="2B388DBA" w14:textId="567ECD27" w:rsidR="0025298B" w:rsidRPr="000C7A99" w:rsidRDefault="0025298B" w:rsidP="00704CFC">
            <w:pPr>
              <w:spacing w:before="0" w:after="0" w:line="240" w:lineRule="auto"/>
              <w:jc w:val="center"/>
              <w:rPr>
                <w:rFonts w:eastAsia="Times New Roman" w:cs="Calibri Light"/>
                <w:color w:val="000000"/>
                <w:sz w:val="20"/>
                <w:szCs w:val="20"/>
              </w:rPr>
            </w:pPr>
          </w:p>
        </w:tc>
        <w:tc>
          <w:tcPr>
            <w:tcW w:w="2970" w:type="dxa"/>
            <w:shd w:val="clear" w:color="000000" w:fill="FFFFFF"/>
          </w:tcPr>
          <w:p w14:paraId="33A1F03D" w14:textId="13BCDDF7"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vAlign w:val="center"/>
          </w:tcPr>
          <w:p w14:paraId="668A1B91" w14:textId="69FE67F4" w:rsidR="0025298B" w:rsidRPr="000C7A99" w:rsidRDefault="0025298B" w:rsidP="00704CFC">
            <w:pPr>
              <w:spacing w:before="0" w:after="0" w:line="240" w:lineRule="auto"/>
              <w:jc w:val="center"/>
              <w:rPr>
                <w:rFonts w:eastAsia="Times New Roman" w:cs="Calibri Light"/>
                <w:color w:val="000000"/>
                <w:sz w:val="20"/>
                <w:szCs w:val="20"/>
              </w:rPr>
            </w:pPr>
          </w:p>
        </w:tc>
      </w:tr>
      <w:tr w:rsidR="0025298B" w:rsidRPr="000C7A99" w14:paraId="14C0E041" w14:textId="77777777" w:rsidTr="00F078F9">
        <w:trPr>
          <w:trHeight w:val="315"/>
        </w:trPr>
        <w:tc>
          <w:tcPr>
            <w:tcW w:w="0" w:type="auto"/>
            <w:shd w:val="clear" w:color="000000" w:fill="FFFFFF"/>
          </w:tcPr>
          <w:p w14:paraId="369EE9C6" w14:textId="7FA0BBB3"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AP</w:t>
            </w:r>
          </w:p>
        </w:tc>
        <w:tc>
          <w:tcPr>
            <w:tcW w:w="2458" w:type="dxa"/>
            <w:vMerge/>
            <w:shd w:val="clear" w:color="000000" w:fill="FFFFFF"/>
            <w:vAlign w:val="center"/>
          </w:tcPr>
          <w:p w14:paraId="097B0FB9" w14:textId="77777777" w:rsidR="0025298B" w:rsidRPr="000C7A99" w:rsidRDefault="0025298B" w:rsidP="00704CFC">
            <w:pPr>
              <w:spacing w:before="0" w:after="0" w:line="240" w:lineRule="auto"/>
              <w:jc w:val="center"/>
              <w:rPr>
                <w:rFonts w:eastAsia="Times New Roman" w:cs="Calibri Light"/>
                <w:color w:val="000000"/>
                <w:sz w:val="20"/>
                <w:szCs w:val="20"/>
              </w:rPr>
            </w:pPr>
          </w:p>
        </w:tc>
        <w:tc>
          <w:tcPr>
            <w:tcW w:w="2970" w:type="dxa"/>
            <w:shd w:val="clear" w:color="000000" w:fill="FFFFFF"/>
          </w:tcPr>
          <w:p w14:paraId="5116E7ED" w14:textId="4F9C0706"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76CC4004" w14:textId="77777777" w:rsidR="0025298B" w:rsidRPr="000C7A99" w:rsidRDefault="0025298B" w:rsidP="00704CFC">
            <w:pPr>
              <w:spacing w:before="0" w:after="0" w:line="240" w:lineRule="auto"/>
              <w:jc w:val="center"/>
              <w:rPr>
                <w:rFonts w:eastAsia="Times New Roman" w:cs="Calibri Light"/>
                <w:color w:val="000000"/>
                <w:sz w:val="20"/>
                <w:szCs w:val="20"/>
              </w:rPr>
            </w:pPr>
          </w:p>
        </w:tc>
      </w:tr>
      <w:tr w:rsidR="0025298B" w:rsidRPr="000C7A99" w14:paraId="35B4ACAC" w14:textId="77777777" w:rsidTr="00F078F9">
        <w:trPr>
          <w:trHeight w:val="315"/>
        </w:trPr>
        <w:tc>
          <w:tcPr>
            <w:tcW w:w="0" w:type="auto"/>
            <w:shd w:val="clear" w:color="000000" w:fill="FFFFFF"/>
          </w:tcPr>
          <w:p w14:paraId="4667C866" w14:textId="544DABAD"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AQ</w:t>
            </w:r>
          </w:p>
        </w:tc>
        <w:tc>
          <w:tcPr>
            <w:tcW w:w="2458" w:type="dxa"/>
            <w:vMerge/>
            <w:shd w:val="clear" w:color="000000" w:fill="FFFFFF"/>
            <w:vAlign w:val="center"/>
          </w:tcPr>
          <w:p w14:paraId="167FC008" w14:textId="77777777" w:rsidR="0025298B" w:rsidRPr="000C7A99" w:rsidRDefault="0025298B" w:rsidP="00704CFC">
            <w:pPr>
              <w:spacing w:before="0" w:after="0" w:line="240" w:lineRule="auto"/>
              <w:jc w:val="center"/>
              <w:rPr>
                <w:rFonts w:eastAsia="Times New Roman" w:cs="Calibri Light"/>
                <w:color w:val="000000"/>
                <w:sz w:val="20"/>
                <w:szCs w:val="20"/>
              </w:rPr>
            </w:pPr>
          </w:p>
        </w:tc>
        <w:tc>
          <w:tcPr>
            <w:tcW w:w="2970" w:type="dxa"/>
            <w:shd w:val="clear" w:color="000000" w:fill="FFFFFF"/>
          </w:tcPr>
          <w:p w14:paraId="3DF6B79E" w14:textId="18322717"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3CEEF187" w14:textId="77777777" w:rsidR="0025298B" w:rsidRPr="000C7A99" w:rsidRDefault="0025298B" w:rsidP="00704CFC">
            <w:pPr>
              <w:spacing w:before="0" w:after="0" w:line="240" w:lineRule="auto"/>
              <w:jc w:val="center"/>
              <w:rPr>
                <w:rFonts w:eastAsia="Times New Roman" w:cs="Calibri Light"/>
                <w:color w:val="000000"/>
                <w:sz w:val="20"/>
                <w:szCs w:val="20"/>
              </w:rPr>
            </w:pPr>
          </w:p>
        </w:tc>
      </w:tr>
      <w:tr w:rsidR="0025298B" w:rsidRPr="000C7A99" w14:paraId="4DDFD7A6" w14:textId="77777777" w:rsidTr="00F078F9">
        <w:trPr>
          <w:trHeight w:val="315"/>
        </w:trPr>
        <w:tc>
          <w:tcPr>
            <w:tcW w:w="0" w:type="auto"/>
            <w:shd w:val="clear" w:color="000000" w:fill="FFFFFF"/>
          </w:tcPr>
          <w:p w14:paraId="6F511A26" w14:textId="42BFEA2F" w:rsidR="0025298B" w:rsidRPr="000C7A99" w:rsidRDefault="0025298B" w:rsidP="00704CFC">
            <w:pPr>
              <w:spacing w:before="0" w:after="0" w:line="240" w:lineRule="auto"/>
              <w:jc w:val="center"/>
              <w:rPr>
                <w:sz w:val="20"/>
                <w:szCs w:val="20"/>
              </w:rPr>
            </w:pPr>
            <w:r w:rsidRPr="000C7A99">
              <w:rPr>
                <w:sz w:val="20"/>
                <w:szCs w:val="20"/>
              </w:rPr>
              <w:t>AR</w:t>
            </w:r>
          </w:p>
        </w:tc>
        <w:tc>
          <w:tcPr>
            <w:tcW w:w="2458" w:type="dxa"/>
            <w:vMerge/>
            <w:shd w:val="clear" w:color="000000" w:fill="FFFFFF"/>
            <w:vAlign w:val="center"/>
          </w:tcPr>
          <w:p w14:paraId="15651194" w14:textId="77777777" w:rsidR="0025298B" w:rsidRPr="000C7A99" w:rsidRDefault="0025298B" w:rsidP="00704CFC">
            <w:pPr>
              <w:spacing w:before="0" w:after="0" w:line="240" w:lineRule="auto"/>
              <w:jc w:val="center"/>
              <w:rPr>
                <w:rFonts w:eastAsia="Times New Roman" w:cs="Calibri Light"/>
                <w:color w:val="000000"/>
                <w:sz w:val="20"/>
                <w:szCs w:val="20"/>
              </w:rPr>
            </w:pPr>
          </w:p>
        </w:tc>
        <w:tc>
          <w:tcPr>
            <w:tcW w:w="2970" w:type="dxa"/>
            <w:shd w:val="clear" w:color="000000" w:fill="FFFFFF"/>
          </w:tcPr>
          <w:p w14:paraId="61601249" w14:textId="57125B8B"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3DAA6B36" w14:textId="77777777" w:rsidR="0025298B" w:rsidRPr="000C7A99" w:rsidRDefault="0025298B" w:rsidP="00704CFC">
            <w:pPr>
              <w:spacing w:before="0" w:after="0" w:line="240" w:lineRule="auto"/>
              <w:jc w:val="center"/>
              <w:rPr>
                <w:rFonts w:eastAsia="Times New Roman" w:cs="Calibri Light"/>
                <w:color w:val="000000"/>
                <w:sz w:val="20"/>
                <w:szCs w:val="20"/>
              </w:rPr>
            </w:pPr>
          </w:p>
        </w:tc>
      </w:tr>
      <w:tr w:rsidR="0025298B" w:rsidRPr="000C7A99" w14:paraId="5D84F456" w14:textId="77777777" w:rsidTr="00F078F9">
        <w:trPr>
          <w:trHeight w:val="315"/>
        </w:trPr>
        <w:tc>
          <w:tcPr>
            <w:tcW w:w="0" w:type="auto"/>
            <w:shd w:val="clear" w:color="000000" w:fill="FFFFFF"/>
          </w:tcPr>
          <w:p w14:paraId="1F60DDC3" w14:textId="5787DAD9" w:rsidR="0025298B" w:rsidRPr="000C7A99" w:rsidRDefault="0025298B" w:rsidP="00704CFC">
            <w:pPr>
              <w:spacing w:before="0" w:after="0" w:line="240" w:lineRule="auto"/>
              <w:jc w:val="center"/>
              <w:rPr>
                <w:sz w:val="20"/>
                <w:szCs w:val="20"/>
              </w:rPr>
            </w:pPr>
            <w:r w:rsidRPr="000C7A99">
              <w:rPr>
                <w:sz w:val="20"/>
                <w:szCs w:val="20"/>
              </w:rPr>
              <w:t>AS</w:t>
            </w:r>
          </w:p>
        </w:tc>
        <w:tc>
          <w:tcPr>
            <w:tcW w:w="2458" w:type="dxa"/>
            <w:vMerge/>
            <w:shd w:val="clear" w:color="000000" w:fill="FFFFFF"/>
            <w:vAlign w:val="center"/>
          </w:tcPr>
          <w:p w14:paraId="62284F3D" w14:textId="77777777" w:rsidR="0025298B" w:rsidRPr="000C7A99" w:rsidRDefault="0025298B" w:rsidP="00704CFC">
            <w:pPr>
              <w:spacing w:before="0" w:after="0" w:line="240" w:lineRule="auto"/>
              <w:jc w:val="center"/>
              <w:rPr>
                <w:rFonts w:eastAsia="Times New Roman" w:cs="Calibri Light"/>
                <w:color w:val="000000"/>
                <w:sz w:val="20"/>
                <w:szCs w:val="20"/>
              </w:rPr>
            </w:pPr>
          </w:p>
        </w:tc>
        <w:tc>
          <w:tcPr>
            <w:tcW w:w="2970" w:type="dxa"/>
            <w:shd w:val="clear" w:color="000000" w:fill="FFFFFF"/>
          </w:tcPr>
          <w:p w14:paraId="3F74C95A" w14:textId="764EDA8E"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7E5D54A3" w14:textId="77777777" w:rsidR="0025298B" w:rsidRPr="000C7A99" w:rsidRDefault="0025298B" w:rsidP="00704CFC">
            <w:pPr>
              <w:spacing w:before="0" w:after="0" w:line="240" w:lineRule="auto"/>
              <w:jc w:val="center"/>
              <w:rPr>
                <w:rFonts w:eastAsia="Times New Roman" w:cs="Calibri Light"/>
                <w:color w:val="000000"/>
                <w:sz w:val="20"/>
                <w:szCs w:val="20"/>
              </w:rPr>
            </w:pPr>
          </w:p>
        </w:tc>
      </w:tr>
      <w:tr w:rsidR="0025298B" w:rsidRPr="000C7A99" w14:paraId="694CC905" w14:textId="77777777" w:rsidTr="00F078F9">
        <w:trPr>
          <w:trHeight w:val="315"/>
        </w:trPr>
        <w:tc>
          <w:tcPr>
            <w:tcW w:w="0" w:type="auto"/>
            <w:shd w:val="clear" w:color="000000" w:fill="FFFFFF"/>
          </w:tcPr>
          <w:p w14:paraId="509E82A6" w14:textId="11E3A581" w:rsidR="0025298B" w:rsidRPr="000C7A99" w:rsidRDefault="0025298B" w:rsidP="00704CFC">
            <w:pPr>
              <w:spacing w:before="0" w:after="0" w:line="240" w:lineRule="auto"/>
              <w:jc w:val="center"/>
              <w:rPr>
                <w:sz w:val="20"/>
                <w:szCs w:val="20"/>
              </w:rPr>
            </w:pPr>
            <w:r w:rsidRPr="000C7A99">
              <w:rPr>
                <w:sz w:val="20"/>
                <w:szCs w:val="20"/>
              </w:rPr>
              <w:t>AT</w:t>
            </w:r>
          </w:p>
        </w:tc>
        <w:tc>
          <w:tcPr>
            <w:tcW w:w="2458" w:type="dxa"/>
            <w:vMerge/>
            <w:shd w:val="clear" w:color="000000" w:fill="FFFFFF"/>
            <w:vAlign w:val="center"/>
          </w:tcPr>
          <w:p w14:paraId="6C06FA5C" w14:textId="77777777" w:rsidR="0025298B" w:rsidRPr="000C7A99" w:rsidRDefault="0025298B" w:rsidP="00704CFC">
            <w:pPr>
              <w:spacing w:before="0" w:after="0" w:line="240" w:lineRule="auto"/>
              <w:jc w:val="center"/>
              <w:rPr>
                <w:rFonts w:eastAsia="Times New Roman" w:cs="Calibri Light"/>
                <w:color w:val="000000"/>
                <w:sz w:val="20"/>
                <w:szCs w:val="20"/>
              </w:rPr>
            </w:pPr>
          </w:p>
        </w:tc>
        <w:tc>
          <w:tcPr>
            <w:tcW w:w="2970" w:type="dxa"/>
            <w:shd w:val="clear" w:color="000000" w:fill="FFFFFF"/>
          </w:tcPr>
          <w:p w14:paraId="62BF9661" w14:textId="45C64D5C"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6AF8E3EC" w14:textId="77777777" w:rsidR="0025298B" w:rsidRPr="000C7A99" w:rsidRDefault="0025298B" w:rsidP="00704CFC">
            <w:pPr>
              <w:spacing w:before="0" w:after="0" w:line="240" w:lineRule="auto"/>
              <w:jc w:val="center"/>
              <w:rPr>
                <w:rFonts w:eastAsia="Times New Roman" w:cs="Calibri Light"/>
                <w:color w:val="000000"/>
                <w:sz w:val="20"/>
                <w:szCs w:val="20"/>
              </w:rPr>
            </w:pPr>
          </w:p>
        </w:tc>
      </w:tr>
      <w:tr w:rsidR="0025298B" w:rsidRPr="000C7A99" w14:paraId="7979C911" w14:textId="77777777" w:rsidTr="00F078F9">
        <w:trPr>
          <w:trHeight w:val="315"/>
        </w:trPr>
        <w:tc>
          <w:tcPr>
            <w:tcW w:w="0" w:type="auto"/>
            <w:shd w:val="clear" w:color="000000" w:fill="FFFFFF"/>
          </w:tcPr>
          <w:p w14:paraId="41C8C16C" w14:textId="65510434" w:rsidR="0025298B" w:rsidRPr="000C7A99" w:rsidRDefault="0025298B" w:rsidP="00704CFC">
            <w:pPr>
              <w:spacing w:before="0" w:after="0" w:line="240" w:lineRule="auto"/>
              <w:jc w:val="center"/>
              <w:rPr>
                <w:sz w:val="20"/>
                <w:szCs w:val="20"/>
              </w:rPr>
            </w:pPr>
            <w:r w:rsidRPr="000C7A99">
              <w:rPr>
                <w:sz w:val="20"/>
                <w:szCs w:val="20"/>
              </w:rPr>
              <w:t>AU</w:t>
            </w:r>
          </w:p>
        </w:tc>
        <w:tc>
          <w:tcPr>
            <w:tcW w:w="2458" w:type="dxa"/>
            <w:vMerge/>
            <w:shd w:val="clear" w:color="000000" w:fill="FFFFFF"/>
            <w:vAlign w:val="center"/>
          </w:tcPr>
          <w:p w14:paraId="4DB128B2" w14:textId="77777777" w:rsidR="0025298B" w:rsidRPr="000C7A99" w:rsidRDefault="0025298B" w:rsidP="00704CFC">
            <w:pPr>
              <w:spacing w:before="0" w:after="0" w:line="240" w:lineRule="auto"/>
              <w:jc w:val="center"/>
              <w:rPr>
                <w:rFonts w:eastAsia="Times New Roman" w:cs="Calibri Light"/>
                <w:color w:val="000000"/>
                <w:sz w:val="20"/>
                <w:szCs w:val="20"/>
              </w:rPr>
            </w:pPr>
          </w:p>
        </w:tc>
        <w:tc>
          <w:tcPr>
            <w:tcW w:w="2970" w:type="dxa"/>
            <w:shd w:val="clear" w:color="000000" w:fill="FFFFFF"/>
          </w:tcPr>
          <w:p w14:paraId="2073140D" w14:textId="1AA421E3" w:rsidR="0025298B" w:rsidRPr="000C7A99" w:rsidRDefault="0025298B" w:rsidP="00704CFC">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79D4F2F6" w14:textId="77777777" w:rsidR="0025298B" w:rsidRPr="000C7A99" w:rsidRDefault="0025298B" w:rsidP="00704CFC">
            <w:pPr>
              <w:spacing w:before="0" w:after="0" w:line="240" w:lineRule="auto"/>
              <w:jc w:val="center"/>
              <w:rPr>
                <w:rFonts w:eastAsia="Times New Roman" w:cs="Calibri Light"/>
                <w:color w:val="000000"/>
                <w:sz w:val="20"/>
                <w:szCs w:val="20"/>
              </w:rPr>
            </w:pPr>
          </w:p>
        </w:tc>
      </w:tr>
      <w:tr w:rsidR="0025298B" w:rsidRPr="000C7A99" w14:paraId="4AEB16A6" w14:textId="77777777" w:rsidTr="00F078F9">
        <w:trPr>
          <w:trHeight w:val="315"/>
        </w:trPr>
        <w:tc>
          <w:tcPr>
            <w:tcW w:w="0" w:type="auto"/>
            <w:shd w:val="clear" w:color="000000" w:fill="FFFFFF"/>
          </w:tcPr>
          <w:p w14:paraId="50237B33" w14:textId="701B1D86"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AV</w:t>
            </w:r>
          </w:p>
        </w:tc>
        <w:tc>
          <w:tcPr>
            <w:tcW w:w="2458" w:type="dxa"/>
            <w:vMerge w:val="restart"/>
            <w:shd w:val="clear" w:color="000000" w:fill="FFFFFF"/>
            <w:vAlign w:val="center"/>
          </w:tcPr>
          <w:p w14:paraId="7C3A2E43" w14:textId="77777777" w:rsidR="0025298B" w:rsidRPr="000C7A99" w:rsidRDefault="0025298B"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Ductless unit (HP or AC coupled with electric resistance space heater)</w:t>
            </w:r>
          </w:p>
          <w:p w14:paraId="5F0DBF44"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D6F8885" w14:textId="022D5FF4"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≥15, HSPF ≥</w:t>
            </w:r>
            <w:r>
              <w:rPr>
                <w:sz w:val="20"/>
                <w:szCs w:val="20"/>
              </w:rPr>
              <w:t>9.0</w:t>
            </w:r>
          </w:p>
        </w:tc>
        <w:tc>
          <w:tcPr>
            <w:tcW w:w="2240" w:type="dxa"/>
            <w:vMerge/>
            <w:shd w:val="clear" w:color="000000" w:fill="FFFFFF"/>
          </w:tcPr>
          <w:p w14:paraId="2AD5109D"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0D6D3B21" w14:textId="77777777" w:rsidTr="00F078F9">
        <w:trPr>
          <w:trHeight w:val="315"/>
        </w:trPr>
        <w:tc>
          <w:tcPr>
            <w:tcW w:w="0" w:type="auto"/>
            <w:shd w:val="clear" w:color="000000" w:fill="FFFFFF"/>
          </w:tcPr>
          <w:p w14:paraId="37D0C050" w14:textId="5B488754"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AW</w:t>
            </w:r>
          </w:p>
        </w:tc>
        <w:tc>
          <w:tcPr>
            <w:tcW w:w="2458" w:type="dxa"/>
            <w:vMerge/>
            <w:shd w:val="clear" w:color="000000" w:fill="FFFFFF"/>
            <w:vAlign w:val="center"/>
          </w:tcPr>
          <w:p w14:paraId="5E6E8704"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513E8902" w14:textId="5FA114CA"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tcPr>
          <w:p w14:paraId="671AE26C"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634B468F" w14:textId="77777777" w:rsidTr="00F078F9">
        <w:trPr>
          <w:trHeight w:val="315"/>
        </w:trPr>
        <w:tc>
          <w:tcPr>
            <w:tcW w:w="0" w:type="auto"/>
            <w:shd w:val="clear" w:color="000000" w:fill="FFFFFF"/>
          </w:tcPr>
          <w:p w14:paraId="32821810" w14:textId="087C7FDB"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AX</w:t>
            </w:r>
          </w:p>
        </w:tc>
        <w:tc>
          <w:tcPr>
            <w:tcW w:w="2458" w:type="dxa"/>
            <w:vMerge/>
            <w:shd w:val="clear" w:color="000000" w:fill="FFFFFF"/>
            <w:vAlign w:val="center"/>
          </w:tcPr>
          <w:p w14:paraId="43E1E4B2"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4C0F540F" w14:textId="50A9EFF1"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0318A3A9"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7AE07FD9" w14:textId="77777777" w:rsidTr="00F078F9">
        <w:trPr>
          <w:trHeight w:val="315"/>
        </w:trPr>
        <w:tc>
          <w:tcPr>
            <w:tcW w:w="0" w:type="auto"/>
            <w:shd w:val="clear" w:color="000000" w:fill="FFFFFF"/>
          </w:tcPr>
          <w:p w14:paraId="59DED6AF" w14:textId="2B419BF9"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AY</w:t>
            </w:r>
          </w:p>
        </w:tc>
        <w:tc>
          <w:tcPr>
            <w:tcW w:w="2458" w:type="dxa"/>
            <w:vMerge/>
            <w:shd w:val="clear" w:color="000000" w:fill="FFFFFF"/>
            <w:vAlign w:val="center"/>
          </w:tcPr>
          <w:p w14:paraId="54DED648"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3CF78C7" w14:textId="5F9F8B45"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49591DFE"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224E40F3" w14:textId="77777777" w:rsidTr="00F078F9">
        <w:trPr>
          <w:trHeight w:val="315"/>
        </w:trPr>
        <w:tc>
          <w:tcPr>
            <w:tcW w:w="0" w:type="auto"/>
            <w:shd w:val="clear" w:color="000000" w:fill="FFFFFF"/>
          </w:tcPr>
          <w:p w14:paraId="11959B3A" w14:textId="0F0967C4" w:rsidR="0025298B" w:rsidRPr="000C7A99" w:rsidRDefault="0025298B" w:rsidP="009F474D">
            <w:pPr>
              <w:spacing w:before="0" w:after="0" w:line="240" w:lineRule="auto"/>
              <w:jc w:val="center"/>
              <w:rPr>
                <w:sz w:val="20"/>
                <w:szCs w:val="20"/>
              </w:rPr>
            </w:pPr>
            <w:r w:rsidRPr="000C7A99">
              <w:rPr>
                <w:sz w:val="20"/>
                <w:szCs w:val="20"/>
              </w:rPr>
              <w:t>AZ</w:t>
            </w:r>
          </w:p>
        </w:tc>
        <w:tc>
          <w:tcPr>
            <w:tcW w:w="2458" w:type="dxa"/>
            <w:vMerge/>
            <w:shd w:val="clear" w:color="000000" w:fill="FFFFFF"/>
            <w:vAlign w:val="center"/>
          </w:tcPr>
          <w:p w14:paraId="3370A90F"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41265A4" w14:textId="79624923"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50D1F91A"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6C4823C6" w14:textId="77777777" w:rsidTr="00F078F9">
        <w:trPr>
          <w:trHeight w:val="315"/>
        </w:trPr>
        <w:tc>
          <w:tcPr>
            <w:tcW w:w="0" w:type="auto"/>
            <w:shd w:val="clear" w:color="000000" w:fill="FFFFFF"/>
          </w:tcPr>
          <w:p w14:paraId="2F1E7056" w14:textId="76DE888A" w:rsidR="0025298B" w:rsidRPr="000C7A99" w:rsidRDefault="0025298B" w:rsidP="009F474D">
            <w:pPr>
              <w:spacing w:before="0" w:after="0" w:line="240" w:lineRule="auto"/>
              <w:jc w:val="center"/>
              <w:rPr>
                <w:sz w:val="20"/>
                <w:szCs w:val="20"/>
              </w:rPr>
            </w:pPr>
            <w:r w:rsidRPr="000C7A99">
              <w:rPr>
                <w:sz w:val="20"/>
                <w:szCs w:val="20"/>
              </w:rPr>
              <w:t>BA</w:t>
            </w:r>
          </w:p>
        </w:tc>
        <w:tc>
          <w:tcPr>
            <w:tcW w:w="2458" w:type="dxa"/>
            <w:vMerge/>
            <w:shd w:val="clear" w:color="000000" w:fill="FFFFFF"/>
            <w:vAlign w:val="center"/>
          </w:tcPr>
          <w:p w14:paraId="3DC866B6"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4C193B4B" w14:textId="7890FD15"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7F048AA7"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4F82F163" w14:textId="77777777" w:rsidTr="00F078F9">
        <w:trPr>
          <w:trHeight w:val="315"/>
        </w:trPr>
        <w:tc>
          <w:tcPr>
            <w:tcW w:w="0" w:type="auto"/>
            <w:shd w:val="clear" w:color="000000" w:fill="FFFFFF"/>
          </w:tcPr>
          <w:p w14:paraId="26914D8E" w14:textId="52291B21" w:rsidR="0025298B" w:rsidRPr="000C7A99" w:rsidRDefault="0025298B" w:rsidP="009F474D">
            <w:pPr>
              <w:spacing w:before="0" w:after="0" w:line="240" w:lineRule="auto"/>
              <w:jc w:val="center"/>
              <w:rPr>
                <w:sz w:val="20"/>
                <w:szCs w:val="20"/>
              </w:rPr>
            </w:pPr>
            <w:r w:rsidRPr="000C7A99">
              <w:rPr>
                <w:sz w:val="20"/>
                <w:szCs w:val="20"/>
              </w:rPr>
              <w:t>BB</w:t>
            </w:r>
          </w:p>
        </w:tc>
        <w:tc>
          <w:tcPr>
            <w:tcW w:w="2458" w:type="dxa"/>
            <w:vMerge/>
            <w:shd w:val="clear" w:color="000000" w:fill="FFFFFF"/>
            <w:vAlign w:val="center"/>
          </w:tcPr>
          <w:p w14:paraId="2F590658"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5553BEF" w14:textId="4E7DE3CF"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31E8EAC2"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21947CE3" w14:textId="77777777" w:rsidTr="00F078F9">
        <w:trPr>
          <w:trHeight w:val="315"/>
        </w:trPr>
        <w:tc>
          <w:tcPr>
            <w:tcW w:w="0" w:type="auto"/>
            <w:shd w:val="clear" w:color="000000" w:fill="FFFFFF"/>
          </w:tcPr>
          <w:p w14:paraId="6D7345CB" w14:textId="0E02AAB7" w:rsidR="0025298B" w:rsidRPr="000C7A99" w:rsidRDefault="0025298B" w:rsidP="009F474D">
            <w:pPr>
              <w:spacing w:before="0" w:after="0" w:line="240" w:lineRule="auto"/>
              <w:jc w:val="center"/>
              <w:rPr>
                <w:sz w:val="20"/>
                <w:szCs w:val="20"/>
              </w:rPr>
            </w:pPr>
            <w:r w:rsidRPr="000C7A99">
              <w:rPr>
                <w:sz w:val="20"/>
                <w:szCs w:val="20"/>
              </w:rPr>
              <w:lastRenderedPageBreak/>
              <w:t>BC</w:t>
            </w:r>
          </w:p>
        </w:tc>
        <w:tc>
          <w:tcPr>
            <w:tcW w:w="2458" w:type="dxa"/>
            <w:vMerge/>
            <w:shd w:val="clear" w:color="000000" w:fill="FFFFFF"/>
            <w:vAlign w:val="center"/>
          </w:tcPr>
          <w:p w14:paraId="7A496CFC"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6DE703A5" w14:textId="6ECDE98A"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5283B3C5"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9F474D" w:rsidRPr="000C7A99" w14:paraId="49798B38" w14:textId="77777777" w:rsidTr="00F078F9">
        <w:trPr>
          <w:trHeight w:val="315"/>
        </w:trPr>
        <w:tc>
          <w:tcPr>
            <w:tcW w:w="0" w:type="auto"/>
            <w:shd w:val="clear" w:color="000000" w:fill="FFFFFF"/>
          </w:tcPr>
          <w:p w14:paraId="5887CEA7" w14:textId="175BED46" w:rsidR="009F474D" w:rsidRPr="000C7A99" w:rsidRDefault="009F474D" w:rsidP="009F474D">
            <w:pPr>
              <w:spacing w:before="0" w:after="0" w:line="240" w:lineRule="auto"/>
              <w:jc w:val="center"/>
              <w:rPr>
                <w:sz w:val="20"/>
                <w:szCs w:val="20"/>
              </w:rPr>
            </w:pPr>
            <w:r w:rsidRPr="000C7A99">
              <w:rPr>
                <w:sz w:val="20"/>
                <w:szCs w:val="20"/>
              </w:rPr>
              <w:t>BD</w:t>
            </w:r>
          </w:p>
        </w:tc>
        <w:tc>
          <w:tcPr>
            <w:tcW w:w="2458" w:type="dxa"/>
            <w:vMerge w:val="restart"/>
            <w:shd w:val="clear" w:color="000000" w:fill="FFFFFF"/>
            <w:vAlign w:val="center"/>
          </w:tcPr>
          <w:p w14:paraId="6D0FD3BA" w14:textId="77777777" w:rsidR="009F474D" w:rsidRPr="000C7A99" w:rsidRDefault="009F474D"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Ductless HP</w:t>
            </w:r>
          </w:p>
        </w:tc>
        <w:tc>
          <w:tcPr>
            <w:tcW w:w="2970" w:type="dxa"/>
            <w:shd w:val="clear" w:color="000000" w:fill="FFFFFF"/>
          </w:tcPr>
          <w:p w14:paraId="133A7877" w14:textId="64DFB758"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≥15, HSPF ≥</w:t>
            </w:r>
            <w:r>
              <w:rPr>
                <w:sz w:val="20"/>
                <w:szCs w:val="20"/>
              </w:rPr>
              <w:t>9.0</w:t>
            </w:r>
          </w:p>
        </w:tc>
        <w:tc>
          <w:tcPr>
            <w:tcW w:w="2240" w:type="dxa"/>
            <w:vMerge w:val="restart"/>
            <w:shd w:val="clear" w:color="000000" w:fill="FFFFFF"/>
            <w:vAlign w:val="center"/>
          </w:tcPr>
          <w:p w14:paraId="452C244E" w14:textId="77777777" w:rsidR="009F474D" w:rsidRPr="000C7A99" w:rsidRDefault="009F474D"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New construction (NC)</w:t>
            </w:r>
          </w:p>
        </w:tc>
      </w:tr>
      <w:tr w:rsidR="009F474D" w:rsidRPr="000C7A99" w14:paraId="15A25157" w14:textId="77777777" w:rsidTr="00F078F9">
        <w:trPr>
          <w:trHeight w:val="315"/>
        </w:trPr>
        <w:tc>
          <w:tcPr>
            <w:tcW w:w="0" w:type="auto"/>
            <w:shd w:val="clear" w:color="000000" w:fill="FFFFFF"/>
          </w:tcPr>
          <w:p w14:paraId="56DEB6BD" w14:textId="3CAA5226" w:rsidR="009F474D" w:rsidRPr="000C7A99" w:rsidRDefault="009F474D" w:rsidP="009F474D">
            <w:pPr>
              <w:spacing w:before="0" w:after="0" w:line="240" w:lineRule="auto"/>
              <w:jc w:val="center"/>
              <w:rPr>
                <w:sz w:val="20"/>
                <w:szCs w:val="20"/>
              </w:rPr>
            </w:pPr>
            <w:r w:rsidRPr="000C7A99">
              <w:rPr>
                <w:sz w:val="20"/>
                <w:szCs w:val="20"/>
              </w:rPr>
              <w:t>BE</w:t>
            </w:r>
          </w:p>
        </w:tc>
        <w:tc>
          <w:tcPr>
            <w:tcW w:w="2458" w:type="dxa"/>
            <w:vMerge/>
            <w:shd w:val="clear" w:color="000000" w:fill="FFFFFF"/>
            <w:vAlign w:val="center"/>
          </w:tcPr>
          <w:p w14:paraId="391550DE"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1CC372F" w14:textId="3837452E"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tcPr>
          <w:p w14:paraId="126DB415"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3B853206" w14:textId="77777777" w:rsidTr="00F078F9">
        <w:trPr>
          <w:trHeight w:val="315"/>
        </w:trPr>
        <w:tc>
          <w:tcPr>
            <w:tcW w:w="0" w:type="auto"/>
            <w:shd w:val="clear" w:color="000000" w:fill="FFFFFF"/>
          </w:tcPr>
          <w:p w14:paraId="0F173A92" w14:textId="6D1E4CBA" w:rsidR="009F474D" w:rsidRPr="000C7A99" w:rsidRDefault="009F474D" w:rsidP="009F474D">
            <w:pPr>
              <w:spacing w:before="0" w:after="0" w:line="240" w:lineRule="auto"/>
              <w:jc w:val="center"/>
              <w:rPr>
                <w:sz w:val="20"/>
                <w:szCs w:val="20"/>
              </w:rPr>
            </w:pPr>
            <w:r w:rsidRPr="000C7A99">
              <w:rPr>
                <w:sz w:val="20"/>
                <w:szCs w:val="20"/>
              </w:rPr>
              <w:t>BF</w:t>
            </w:r>
          </w:p>
        </w:tc>
        <w:tc>
          <w:tcPr>
            <w:tcW w:w="2458" w:type="dxa"/>
            <w:vMerge/>
            <w:shd w:val="clear" w:color="000000" w:fill="FFFFFF"/>
            <w:vAlign w:val="center"/>
          </w:tcPr>
          <w:p w14:paraId="092E9CDA"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5C44184E" w14:textId="4D5F144E"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3B65629F"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183B7B6A" w14:textId="77777777" w:rsidTr="00F078F9">
        <w:trPr>
          <w:trHeight w:val="315"/>
        </w:trPr>
        <w:tc>
          <w:tcPr>
            <w:tcW w:w="0" w:type="auto"/>
            <w:shd w:val="clear" w:color="000000" w:fill="FFFFFF"/>
          </w:tcPr>
          <w:p w14:paraId="7FDCD5DC" w14:textId="3E725C01" w:rsidR="009F474D" w:rsidRPr="000C7A99" w:rsidRDefault="009F474D" w:rsidP="009F474D">
            <w:pPr>
              <w:spacing w:before="0" w:after="0" w:line="240" w:lineRule="auto"/>
              <w:jc w:val="center"/>
              <w:rPr>
                <w:sz w:val="20"/>
                <w:szCs w:val="20"/>
              </w:rPr>
            </w:pPr>
            <w:r w:rsidRPr="000C7A99">
              <w:rPr>
                <w:sz w:val="20"/>
                <w:szCs w:val="20"/>
              </w:rPr>
              <w:t>BG</w:t>
            </w:r>
          </w:p>
        </w:tc>
        <w:tc>
          <w:tcPr>
            <w:tcW w:w="2458" w:type="dxa"/>
            <w:vMerge/>
            <w:shd w:val="clear" w:color="000000" w:fill="FFFFFF"/>
            <w:vAlign w:val="center"/>
          </w:tcPr>
          <w:p w14:paraId="56055647"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5CBB74A" w14:textId="77120CED"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13434F07"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14006228" w14:textId="77777777" w:rsidTr="00F078F9">
        <w:trPr>
          <w:trHeight w:val="315"/>
        </w:trPr>
        <w:tc>
          <w:tcPr>
            <w:tcW w:w="0" w:type="auto"/>
            <w:shd w:val="clear" w:color="000000" w:fill="FFFFFF"/>
          </w:tcPr>
          <w:p w14:paraId="3CFA4A01" w14:textId="44406383" w:rsidR="009F474D" w:rsidRPr="000C7A99" w:rsidRDefault="009F474D" w:rsidP="009F474D">
            <w:pPr>
              <w:spacing w:before="0" w:after="0" w:line="240" w:lineRule="auto"/>
              <w:jc w:val="center"/>
              <w:rPr>
                <w:sz w:val="20"/>
                <w:szCs w:val="20"/>
              </w:rPr>
            </w:pPr>
            <w:r w:rsidRPr="000C7A99">
              <w:rPr>
                <w:sz w:val="20"/>
                <w:szCs w:val="20"/>
              </w:rPr>
              <w:t>BH</w:t>
            </w:r>
          </w:p>
        </w:tc>
        <w:tc>
          <w:tcPr>
            <w:tcW w:w="2458" w:type="dxa"/>
            <w:vMerge/>
            <w:shd w:val="clear" w:color="000000" w:fill="FFFFFF"/>
            <w:vAlign w:val="center"/>
          </w:tcPr>
          <w:p w14:paraId="68F5E08D"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3BB47969" w14:textId="743231E3"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15A2721C"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3FA22793" w14:textId="77777777" w:rsidTr="00F078F9">
        <w:trPr>
          <w:trHeight w:val="315"/>
        </w:trPr>
        <w:tc>
          <w:tcPr>
            <w:tcW w:w="0" w:type="auto"/>
            <w:shd w:val="clear" w:color="000000" w:fill="FFFFFF"/>
          </w:tcPr>
          <w:p w14:paraId="6DC26508" w14:textId="75366790" w:rsidR="009F474D" w:rsidRPr="000C7A99" w:rsidRDefault="009F474D" w:rsidP="009F474D">
            <w:pPr>
              <w:spacing w:before="0" w:after="0" w:line="240" w:lineRule="auto"/>
              <w:jc w:val="center"/>
              <w:rPr>
                <w:sz w:val="20"/>
                <w:szCs w:val="20"/>
              </w:rPr>
            </w:pPr>
            <w:r w:rsidRPr="000C7A99">
              <w:rPr>
                <w:sz w:val="20"/>
                <w:szCs w:val="20"/>
              </w:rPr>
              <w:t>BI</w:t>
            </w:r>
          </w:p>
        </w:tc>
        <w:tc>
          <w:tcPr>
            <w:tcW w:w="2458" w:type="dxa"/>
            <w:vMerge/>
            <w:shd w:val="clear" w:color="000000" w:fill="FFFFFF"/>
            <w:vAlign w:val="center"/>
          </w:tcPr>
          <w:p w14:paraId="55AACF34"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14DBDBEE" w14:textId="4E70FE8E"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5190EB5D"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237F282F" w14:textId="77777777" w:rsidTr="00F078F9">
        <w:trPr>
          <w:trHeight w:val="315"/>
        </w:trPr>
        <w:tc>
          <w:tcPr>
            <w:tcW w:w="0" w:type="auto"/>
            <w:shd w:val="clear" w:color="000000" w:fill="FFFFFF"/>
          </w:tcPr>
          <w:p w14:paraId="4AD5159B" w14:textId="432FEA63" w:rsidR="009F474D" w:rsidRPr="000C7A99" w:rsidRDefault="009F474D" w:rsidP="009F474D">
            <w:pPr>
              <w:spacing w:before="0" w:after="0" w:line="240" w:lineRule="auto"/>
              <w:jc w:val="center"/>
              <w:rPr>
                <w:sz w:val="20"/>
                <w:szCs w:val="20"/>
              </w:rPr>
            </w:pPr>
            <w:r w:rsidRPr="000C7A99">
              <w:rPr>
                <w:sz w:val="20"/>
                <w:szCs w:val="20"/>
              </w:rPr>
              <w:t>BJ</w:t>
            </w:r>
          </w:p>
        </w:tc>
        <w:tc>
          <w:tcPr>
            <w:tcW w:w="2458" w:type="dxa"/>
            <w:vMerge/>
            <w:shd w:val="clear" w:color="000000" w:fill="FFFFFF"/>
            <w:vAlign w:val="center"/>
          </w:tcPr>
          <w:p w14:paraId="6BAAC807" w14:textId="77777777" w:rsidR="009F474D" w:rsidRPr="000C7A99"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11C8A3E4" w14:textId="0BD1B055" w:rsidR="009F474D" w:rsidRPr="000C7A99" w:rsidRDefault="009F474D" w:rsidP="009F474D">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5944124E"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9F474D" w:rsidRPr="000C7A99" w14:paraId="331356A2" w14:textId="77777777" w:rsidTr="00F078F9">
        <w:trPr>
          <w:trHeight w:val="315"/>
        </w:trPr>
        <w:tc>
          <w:tcPr>
            <w:tcW w:w="0" w:type="auto"/>
            <w:shd w:val="clear" w:color="000000" w:fill="FFFFFF"/>
          </w:tcPr>
          <w:p w14:paraId="6035517D" w14:textId="203FA12C" w:rsidR="009F474D" w:rsidRPr="009F474D" w:rsidRDefault="009F474D" w:rsidP="009F474D">
            <w:pPr>
              <w:spacing w:before="0" w:after="0" w:line="240" w:lineRule="auto"/>
              <w:jc w:val="center"/>
              <w:rPr>
                <w:sz w:val="20"/>
                <w:szCs w:val="20"/>
              </w:rPr>
            </w:pPr>
            <w:r w:rsidRPr="009F474D">
              <w:rPr>
                <w:sz w:val="20"/>
                <w:szCs w:val="20"/>
              </w:rPr>
              <w:t>BK</w:t>
            </w:r>
          </w:p>
        </w:tc>
        <w:tc>
          <w:tcPr>
            <w:tcW w:w="2458" w:type="dxa"/>
            <w:vMerge/>
            <w:shd w:val="clear" w:color="000000" w:fill="FFFFFF"/>
            <w:vAlign w:val="center"/>
          </w:tcPr>
          <w:p w14:paraId="78840E03" w14:textId="77777777" w:rsidR="009F474D" w:rsidRPr="009F474D" w:rsidRDefault="009F474D"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7D1A6E9D" w14:textId="22B61BC6" w:rsidR="009F474D" w:rsidRPr="009F474D" w:rsidRDefault="009F474D" w:rsidP="009F474D">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7A128208" w14:textId="77777777" w:rsidR="009F474D" w:rsidRPr="000C7A99" w:rsidRDefault="009F474D" w:rsidP="009F474D">
            <w:pPr>
              <w:spacing w:before="0" w:after="0" w:line="240" w:lineRule="auto"/>
              <w:jc w:val="center"/>
              <w:rPr>
                <w:rFonts w:eastAsia="Times New Roman" w:cs="Calibri Light"/>
                <w:color w:val="000000"/>
                <w:sz w:val="20"/>
                <w:szCs w:val="20"/>
              </w:rPr>
            </w:pPr>
          </w:p>
        </w:tc>
      </w:tr>
      <w:tr w:rsidR="0025298B" w:rsidRPr="000C7A99" w14:paraId="6ADDC040" w14:textId="77777777" w:rsidTr="00F078F9">
        <w:trPr>
          <w:trHeight w:val="315"/>
        </w:trPr>
        <w:tc>
          <w:tcPr>
            <w:tcW w:w="0" w:type="auto"/>
            <w:shd w:val="clear" w:color="000000" w:fill="FFFFFF"/>
          </w:tcPr>
          <w:p w14:paraId="148BA342" w14:textId="7A1F35F4" w:rsidR="0025298B" w:rsidRPr="000C7A99" w:rsidRDefault="0025298B" w:rsidP="009F474D">
            <w:pPr>
              <w:spacing w:before="0" w:after="0" w:line="240" w:lineRule="auto"/>
              <w:jc w:val="center"/>
              <w:rPr>
                <w:sz w:val="20"/>
                <w:szCs w:val="20"/>
              </w:rPr>
            </w:pPr>
            <w:r>
              <w:rPr>
                <w:sz w:val="20"/>
                <w:szCs w:val="20"/>
              </w:rPr>
              <w:t>Not offered</w:t>
            </w:r>
          </w:p>
        </w:tc>
        <w:tc>
          <w:tcPr>
            <w:tcW w:w="2458" w:type="dxa"/>
            <w:vMerge w:val="restart"/>
            <w:shd w:val="clear" w:color="000000" w:fill="FFFFFF"/>
            <w:vAlign w:val="center"/>
          </w:tcPr>
          <w:p w14:paraId="0E789F48" w14:textId="77777777" w:rsidR="0025298B" w:rsidRPr="000C7A99" w:rsidRDefault="0025298B"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 xml:space="preserve">Room unit (HP or AC coupled with electric resistance space heater) </w:t>
            </w:r>
            <w:r w:rsidRPr="000C7A99">
              <w:rPr>
                <w:rFonts w:eastAsia="Times New Roman" w:cs="Calibri Light"/>
                <w:color w:val="000000"/>
                <w:sz w:val="20"/>
                <w:szCs w:val="20"/>
                <w:vertAlign w:val="superscript"/>
              </w:rPr>
              <w:t>a</w:t>
            </w:r>
          </w:p>
          <w:p w14:paraId="4C02D8F1"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44977B5" w14:textId="58083EF1" w:rsidR="0025298B" w:rsidRPr="000C7A99" w:rsidRDefault="0025298B" w:rsidP="009F474D">
            <w:pPr>
              <w:spacing w:before="0" w:after="0" w:line="240" w:lineRule="auto"/>
              <w:jc w:val="center"/>
              <w:rPr>
                <w:sz w:val="20"/>
                <w:szCs w:val="20"/>
              </w:rPr>
            </w:pPr>
            <w:r w:rsidRPr="000C7A99">
              <w:rPr>
                <w:sz w:val="20"/>
                <w:szCs w:val="20"/>
              </w:rPr>
              <w:t>SEER ≥15, HSPF ≥</w:t>
            </w:r>
            <w:r>
              <w:rPr>
                <w:sz w:val="20"/>
                <w:szCs w:val="20"/>
              </w:rPr>
              <w:t>9.0</w:t>
            </w:r>
          </w:p>
        </w:tc>
        <w:tc>
          <w:tcPr>
            <w:tcW w:w="2240" w:type="dxa"/>
            <w:vMerge w:val="restart"/>
            <w:shd w:val="clear" w:color="000000" w:fill="FFFFFF"/>
            <w:vAlign w:val="center"/>
          </w:tcPr>
          <w:p w14:paraId="318232A5" w14:textId="35A4A69B" w:rsidR="0025298B" w:rsidRPr="000C7A99" w:rsidRDefault="0025298B"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Normal replacement (NR)</w:t>
            </w:r>
          </w:p>
        </w:tc>
      </w:tr>
      <w:tr w:rsidR="0025298B" w:rsidRPr="000C7A99" w14:paraId="78DEBC18" w14:textId="77777777" w:rsidTr="00F078F9">
        <w:trPr>
          <w:trHeight w:val="315"/>
        </w:trPr>
        <w:tc>
          <w:tcPr>
            <w:tcW w:w="0" w:type="auto"/>
            <w:shd w:val="clear" w:color="000000" w:fill="FFFFFF"/>
          </w:tcPr>
          <w:p w14:paraId="7FFF2932" w14:textId="4416DA38" w:rsidR="0025298B" w:rsidRPr="000C7A99" w:rsidRDefault="0025298B" w:rsidP="009F474D">
            <w:pPr>
              <w:spacing w:before="0" w:after="0" w:line="240" w:lineRule="auto"/>
              <w:jc w:val="center"/>
              <w:rPr>
                <w:sz w:val="20"/>
                <w:szCs w:val="20"/>
              </w:rPr>
            </w:pPr>
            <w:r w:rsidRPr="000C7A99">
              <w:rPr>
                <w:sz w:val="20"/>
                <w:szCs w:val="20"/>
              </w:rPr>
              <w:t>BL</w:t>
            </w:r>
          </w:p>
        </w:tc>
        <w:tc>
          <w:tcPr>
            <w:tcW w:w="2458" w:type="dxa"/>
            <w:vMerge/>
            <w:shd w:val="clear" w:color="000000" w:fill="FFFFFF"/>
            <w:vAlign w:val="center"/>
          </w:tcPr>
          <w:p w14:paraId="7ADC53C7"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7186F9CB" w14:textId="386664A3"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vAlign w:val="center"/>
          </w:tcPr>
          <w:p w14:paraId="6229CE5D" w14:textId="08D38512"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5DD3387C" w14:textId="77777777" w:rsidTr="00F078F9">
        <w:trPr>
          <w:trHeight w:val="315"/>
        </w:trPr>
        <w:tc>
          <w:tcPr>
            <w:tcW w:w="0" w:type="auto"/>
            <w:shd w:val="clear" w:color="000000" w:fill="FFFFFF"/>
          </w:tcPr>
          <w:p w14:paraId="13E2DDA8" w14:textId="3BBE69E4" w:rsidR="0025298B" w:rsidRPr="000C7A99" w:rsidRDefault="0025298B" w:rsidP="009F474D">
            <w:pPr>
              <w:spacing w:before="0" w:after="0" w:line="240" w:lineRule="auto"/>
              <w:jc w:val="center"/>
              <w:rPr>
                <w:sz w:val="20"/>
                <w:szCs w:val="20"/>
              </w:rPr>
            </w:pPr>
            <w:r w:rsidRPr="000C7A99">
              <w:rPr>
                <w:sz w:val="20"/>
                <w:szCs w:val="20"/>
              </w:rPr>
              <w:t>BM</w:t>
            </w:r>
          </w:p>
        </w:tc>
        <w:tc>
          <w:tcPr>
            <w:tcW w:w="2458" w:type="dxa"/>
            <w:vMerge/>
            <w:shd w:val="clear" w:color="000000" w:fill="FFFFFF"/>
            <w:vAlign w:val="center"/>
          </w:tcPr>
          <w:p w14:paraId="015E301B"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15682685" w14:textId="7AD54B58"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579A8453"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2F6A56D9" w14:textId="77777777" w:rsidTr="00F078F9">
        <w:trPr>
          <w:trHeight w:val="315"/>
        </w:trPr>
        <w:tc>
          <w:tcPr>
            <w:tcW w:w="0" w:type="auto"/>
            <w:shd w:val="clear" w:color="000000" w:fill="FFFFFF"/>
          </w:tcPr>
          <w:p w14:paraId="0B2AC46B" w14:textId="12F1179D" w:rsidR="0025298B" w:rsidRPr="000C7A99" w:rsidRDefault="0025298B" w:rsidP="009F474D">
            <w:pPr>
              <w:spacing w:before="0" w:after="0" w:line="240" w:lineRule="auto"/>
              <w:jc w:val="center"/>
              <w:rPr>
                <w:sz w:val="20"/>
                <w:szCs w:val="20"/>
              </w:rPr>
            </w:pPr>
            <w:r w:rsidRPr="000C7A99">
              <w:rPr>
                <w:sz w:val="20"/>
                <w:szCs w:val="20"/>
              </w:rPr>
              <w:t>BN</w:t>
            </w:r>
          </w:p>
        </w:tc>
        <w:tc>
          <w:tcPr>
            <w:tcW w:w="2458" w:type="dxa"/>
            <w:vMerge/>
            <w:shd w:val="clear" w:color="000000" w:fill="FFFFFF"/>
            <w:vAlign w:val="center"/>
          </w:tcPr>
          <w:p w14:paraId="02BDE869"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4A89A5B6" w14:textId="333D9760"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1DA71F59"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7C661A1A" w14:textId="77777777" w:rsidTr="00F078F9">
        <w:trPr>
          <w:trHeight w:val="315"/>
        </w:trPr>
        <w:tc>
          <w:tcPr>
            <w:tcW w:w="0" w:type="auto"/>
            <w:shd w:val="clear" w:color="000000" w:fill="FFFFFF"/>
          </w:tcPr>
          <w:p w14:paraId="1D92A18B" w14:textId="462395F6" w:rsidR="0025298B" w:rsidRPr="000C7A99" w:rsidRDefault="0025298B" w:rsidP="009F474D">
            <w:pPr>
              <w:spacing w:before="0" w:after="0" w:line="240" w:lineRule="auto"/>
              <w:jc w:val="center"/>
              <w:rPr>
                <w:rFonts w:cs="Calibri Light"/>
                <w:color w:val="000000"/>
                <w:sz w:val="20"/>
                <w:szCs w:val="20"/>
              </w:rPr>
            </w:pPr>
            <w:r w:rsidRPr="000C7A99">
              <w:rPr>
                <w:sz w:val="20"/>
                <w:szCs w:val="20"/>
              </w:rPr>
              <w:t>BO</w:t>
            </w:r>
          </w:p>
        </w:tc>
        <w:tc>
          <w:tcPr>
            <w:tcW w:w="2458" w:type="dxa"/>
            <w:vMerge/>
            <w:shd w:val="clear" w:color="000000" w:fill="FFFFFF"/>
            <w:vAlign w:val="center"/>
          </w:tcPr>
          <w:p w14:paraId="1D4C1BC1"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BD16ED1" w14:textId="57C3A794"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7C950823"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408099CE" w14:textId="77777777" w:rsidTr="00F078F9">
        <w:trPr>
          <w:trHeight w:val="315"/>
        </w:trPr>
        <w:tc>
          <w:tcPr>
            <w:tcW w:w="0" w:type="auto"/>
            <w:shd w:val="clear" w:color="000000" w:fill="FFFFFF"/>
          </w:tcPr>
          <w:p w14:paraId="74044D28" w14:textId="5E3CD37C" w:rsidR="0025298B" w:rsidRPr="000C7A99" w:rsidRDefault="0025298B" w:rsidP="009F474D">
            <w:pPr>
              <w:spacing w:before="0" w:after="0" w:line="240" w:lineRule="auto"/>
              <w:jc w:val="center"/>
              <w:rPr>
                <w:rFonts w:cs="Calibri Light"/>
                <w:color w:val="000000"/>
                <w:sz w:val="20"/>
                <w:szCs w:val="20"/>
              </w:rPr>
            </w:pPr>
            <w:r w:rsidRPr="000C7A99">
              <w:rPr>
                <w:sz w:val="20"/>
                <w:szCs w:val="20"/>
              </w:rPr>
              <w:t>BP</w:t>
            </w:r>
          </w:p>
        </w:tc>
        <w:tc>
          <w:tcPr>
            <w:tcW w:w="2458" w:type="dxa"/>
            <w:vMerge/>
            <w:shd w:val="clear" w:color="000000" w:fill="FFFFFF"/>
            <w:vAlign w:val="center"/>
          </w:tcPr>
          <w:p w14:paraId="6410DF28"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764DE376" w14:textId="20FE3162"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251C0F38"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36EEF6B5" w14:textId="77777777" w:rsidTr="00F078F9">
        <w:trPr>
          <w:trHeight w:val="315"/>
        </w:trPr>
        <w:tc>
          <w:tcPr>
            <w:tcW w:w="0" w:type="auto"/>
            <w:shd w:val="clear" w:color="000000" w:fill="FFFFFF"/>
          </w:tcPr>
          <w:p w14:paraId="20995219" w14:textId="5E8A2312" w:rsidR="0025298B" w:rsidRPr="000C7A99" w:rsidRDefault="0025298B" w:rsidP="009F474D">
            <w:pPr>
              <w:spacing w:before="0" w:after="0" w:line="240" w:lineRule="auto"/>
              <w:jc w:val="center"/>
              <w:rPr>
                <w:rFonts w:cs="Calibri Light"/>
                <w:color w:val="000000"/>
                <w:sz w:val="20"/>
                <w:szCs w:val="20"/>
              </w:rPr>
            </w:pPr>
            <w:r w:rsidRPr="000C7A99">
              <w:rPr>
                <w:sz w:val="20"/>
                <w:szCs w:val="20"/>
              </w:rPr>
              <w:t>BQ</w:t>
            </w:r>
          </w:p>
        </w:tc>
        <w:tc>
          <w:tcPr>
            <w:tcW w:w="2458" w:type="dxa"/>
            <w:vMerge/>
            <w:shd w:val="clear" w:color="000000" w:fill="FFFFFF"/>
            <w:vAlign w:val="center"/>
          </w:tcPr>
          <w:p w14:paraId="34EF4FE4"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5BD8AA41" w14:textId="28D77A03"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220863F2"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7FF1FA11" w14:textId="77777777" w:rsidTr="00F078F9">
        <w:trPr>
          <w:trHeight w:val="315"/>
        </w:trPr>
        <w:tc>
          <w:tcPr>
            <w:tcW w:w="0" w:type="auto"/>
            <w:shd w:val="clear" w:color="000000" w:fill="FFFFFF"/>
          </w:tcPr>
          <w:p w14:paraId="087B55A6" w14:textId="7470605F" w:rsidR="0025298B" w:rsidRPr="000C7A99" w:rsidRDefault="0025298B" w:rsidP="009F474D">
            <w:pPr>
              <w:spacing w:before="0" w:after="0" w:line="240" w:lineRule="auto"/>
              <w:jc w:val="center"/>
              <w:rPr>
                <w:rFonts w:cs="Calibri Light"/>
                <w:color w:val="000000"/>
                <w:sz w:val="20"/>
                <w:szCs w:val="20"/>
              </w:rPr>
            </w:pPr>
            <w:r w:rsidRPr="000C7A99">
              <w:rPr>
                <w:sz w:val="20"/>
                <w:szCs w:val="20"/>
              </w:rPr>
              <w:t>BR</w:t>
            </w:r>
          </w:p>
        </w:tc>
        <w:tc>
          <w:tcPr>
            <w:tcW w:w="2458" w:type="dxa"/>
            <w:vMerge/>
            <w:shd w:val="clear" w:color="000000" w:fill="FFFFFF"/>
            <w:vAlign w:val="center"/>
          </w:tcPr>
          <w:p w14:paraId="7E917740"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2D98CA10" w14:textId="12911907"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598C8C5F"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37A8721B" w14:textId="77777777" w:rsidTr="00F078F9">
        <w:trPr>
          <w:trHeight w:val="315"/>
        </w:trPr>
        <w:tc>
          <w:tcPr>
            <w:tcW w:w="0" w:type="auto"/>
            <w:shd w:val="clear" w:color="000000" w:fill="FFFFFF"/>
          </w:tcPr>
          <w:p w14:paraId="01134B0D" w14:textId="162E1FDD" w:rsidR="0025298B" w:rsidRPr="000C7A99" w:rsidRDefault="0025298B" w:rsidP="009F474D">
            <w:pPr>
              <w:spacing w:before="0" w:after="0" w:line="240" w:lineRule="auto"/>
              <w:jc w:val="center"/>
              <w:rPr>
                <w:rFonts w:cs="Calibri Light"/>
                <w:color w:val="000000"/>
                <w:sz w:val="20"/>
                <w:szCs w:val="20"/>
              </w:rPr>
            </w:pPr>
            <w:r w:rsidRPr="000C7A99">
              <w:rPr>
                <w:sz w:val="20"/>
                <w:szCs w:val="20"/>
              </w:rPr>
              <w:t>BS</w:t>
            </w:r>
          </w:p>
        </w:tc>
        <w:tc>
          <w:tcPr>
            <w:tcW w:w="2458" w:type="dxa"/>
            <w:vMerge w:val="restart"/>
            <w:shd w:val="clear" w:color="000000" w:fill="FFFFFF"/>
            <w:vAlign w:val="center"/>
          </w:tcPr>
          <w:p w14:paraId="5C32E25A" w14:textId="77777777" w:rsidR="0025298B" w:rsidRPr="000C7A99" w:rsidRDefault="0025298B" w:rsidP="009F474D">
            <w:pPr>
              <w:spacing w:before="0" w:after="0" w:line="240" w:lineRule="auto"/>
              <w:jc w:val="center"/>
              <w:rPr>
                <w:rFonts w:eastAsia="Times New Roman" w:cs="Calibri Light"/>
                <w:color w:val="000000"/>
                <w:sz w:val="20"/>
                <w:szCs w:val="20"/>
              </w:rPr>
            </w:pPr>
            <w:r w:rsidRPr="000C7A99">
              <w:rPr>
                <w:rFonts w:eastAsia="Times New Roman" w:cs="Calibri Light"/>
                <w:color w:val="000000"/>
                <w:sz w:val="20"/>
                <w:szCs w:val="20"/>
              </w:rPr>
              <w:t xml:space="preserve">Ductless unit </w:t>
            </w:r>
            <w:r w:rsidRPr="000C7A99">
              <w:rPr>
                <w:rFonts w:eastAsia="Times New Roman" w:cs="Calibri Light"/>
                <w:color w:val="000000"/>
                <w:sz w:val="20"/>
                <w:szCs w:val="20"/>
                <w:vertAlign w:val="superscript"/>
              </w:rPr>
              <w:t>b</w:t>
            </w:r>
          </w:p>
        </w:tc>
        <w:tc>
          <w:tcPr>
            <w:tcW w:w="2970" w:type="dxa"/>
            <w:shd w:val="clear" w:color="000000" w:fill="FFFFFF"/>
          </w:tcPr>
          <w:p w14:paraId="27226C1E" w14:textId="0CC85C73"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≥15, HSPF ≥</w:t>
            </w:r>
            <w:r>
              <w:rPr>
                <w:sz w:val="20"/>
                <w:szCs w:val="20"/>
              </w:rPr>
              <w:t>9.0</w:t>
            </w:r>
          </w:p>
        </w:tc>
        <w:tc>
          <w:tcPr>
            <w:tcW w:w="2240" w:type="dxa"/>
            <w:vMerge/>
            <w:shd w:val="clear" w:color="000000" w:fill="FFFFFF"/>
          </w:tcPr>
          <w:p w14:paraId="6E9A7C88"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2F68842F" w14:textId="77777777" w:rsidTr="00F078F9">
        <w:trPr>
          <w:trHeight w:val="315"/>
        </w:trPr>
        <w:tc>
          <w:tcPr>
            <w:tcW w:w="0" w:type="auto"/>
            <w:shd w:val="clear" w:color="000000" w:fill="FFFFFF"/>
          </w:tcPr>
          <w:p w14:paraId="542E43A8" w14:textId="028924CD" w:rsidR="0025298B" w:rsidRPr="000C7A99" w:rsidRDefault="0025298B" w:rsidP="009F474D">
            <w:pPr>
              <w:spacing w:before="0" w:after="0" w:line="240" w:lineRule="auto"/>
              <w:jc w:val="center"/>
              <w:rPr>
                <w:sz w:val="20"/>
                <w:szCs w:val="20"/>
              </w:rPr>
            </w:pPr>
            <w:r w:rsidRPr="000C7A99">
              <w:rPr>
                <w:sz w:val="20"/>
                <w:szCs w:val="20"/>
              </w:rPr>
              <w:t>BT</w:t>
            </w:r>
          </w:p>
        </w:tc>
        <w:tc>
          <w:tcPr>
            <w:tcW w:w="2458" w:type="dxa"/>
            <w:vMerge/>
            <w:shd w:val="clear" w:color="000000" w:fill="FFFFFF"/>
            <w:vAlign w:val="center"/>
          </w:tcPr>
          <w:p w14:paraId="0DE679AC"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5DD675B4" w14:textId="014A8BAB"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≥16, HSPF ≥9.2</w:t>
            </w:r>
          </w:p>
        </w:tc>
        <w:tc>
          <w:tcPr>
            <w:tcW w:w="2240" w:type="dxa"/>
            <w:vMerge/>
            <w:shd w:val="clear" w:color="000000" w:fill="FFFFFF"/>
          </w:tcPr>
          <w:p w14:paraId="076E5967"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7D47FCA9" w14:textId="77777777" w:rsidTr="00F078F9">
        <w:trPr>
          <w:trHeight w:val="315"/>
        </w:trPr>
        <w:tc>
          <w:tcPr>
            <w:tcW w:w="0" w:type="auto"/>
            <w:shd w:val="clear" w:color="000000" w:fill="FFFFFF"/>
          </w:tcPr>
          <w:p w14:paraId="57A3C8A7" w14:textId="625572D6" w:rsidR="0025298B" w:rsidRPr="000C7A99" w:rsidRDefault="0025298B" w:rsidP="009F474D">
            <w:pPr>
              <w:spacing w:before="0" w:after="0" w:line="240" w:lineRule="auto"/>
              <w:jc w:val="center"/>
              <w:rPr>
                <w:sz w:val="20"/>
                <w:szCs w:val="20"/>
              </w:rPr>
            </w:pPr>
            <w:r w:rsidRPr="000C7A99">
              <w:rPr>
                <w:sz w:val="20"/>
                <w:szCs w:val="20"/>
              </w:rPr>
              <w:t>BU</w:t>
            </w:r>
          </w:p>
        </w:tc>
        <w:tc>
          <w:tcPr>
            <w:tcW w:w="2458" w:type="dxa"/>
            <w:vMerge/>
            <w:shd w:val="clear" w:color="000000" w:fill="FFFFFF"/>
            <w:vAlign w:val="center"/>
          </w:tcPr>
          <w:p w14:paraId="415596BE"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B84DC54" w14:textId="66CAA8CF"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≥17, HSPF ≥9.5</w:t>
            </w:r>
          </w:p>
        </w:tc>
        <w:tc>
          <w:tcPr>
            <w:tcW w:w="2240" w:type="dxa"/>
            <w:vMerge/>
            <w:shd w:val="clear" w:color="000000" w:fill="FFFFFF"/>
          </w:tcPr>
          <w:p w14:paraId="03054C2D"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6CAC0A17" w14:textId="77777777" w:rsidTr="00F078F9">
        <w:trPr>
          <w:trHeight w:val="315"/>
        </w:trPr>
        <w:tc>
          <w:tcPr>
            <w:tcW w:w="0" w:type="auto"/>
            <w:shd w:val="clear" w:color="000000" w:fill="FFFFFF"/>
          </w:tcPr>
          <w:p w14:paraId="4DB4E6F1" w14:textId="03235596" w:rsidR="0025298B" w:rsidRPr="000C7A99" w:rsidRDefault="0025298B" w:rsidP="009F474D">
            <w:pPr>
              <w:spacing w:before="0" w:after="0" w:line="240" w:lineRule="auto"/>
              <w:jc w:val="center"/>
              <w:rPr>
                <w:sz w:val="20"/>
                <w:szCs w:val="20"/>
              </w:rPr>
            </w:pPr>
            <w:r w:rsidRPr="000C7A99">
              <w:rPr>
                <w:sz w:val="20"/>
                <w:szCs w:val="20"/>
              </w:rPr>
              <w:t>BV</w:t>
            </w:r>
          </w:p>
        </w:tc>
        <w:tc>
          <w:tcPr>
            <w:tcW w:w="2458" w:type="dxa"/>
            <w:vMerge/>
            <w:shd w:val="clear" w:color="000000" w:fill="FFFFFF"/>
            <w:vAlign w:val="center"/>
          </w:tcPr>
          <w:p w14:paraId="300C8C96"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6C7A1295" w14:textId="2B1CAB4D"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≥18, HSPF ≥9.</w:t>
            </w:r>
            <w:r>
              <w:rPr>
                <w:sz w:val="20"/>
                <w:szCs w:val="20"/>
              </w:rPr>
              <w:t>8</w:t>
            </w:r>
          </w:p>
        </w:tc>
        <w:tc>
          <w:tcPr>
            <w:tcW w:w="2240" w:type="dxa"/>
            <w:vMerge/>
            <w:shd w:val="clear" w:color="000000" w:fill="FFFFFF"/>
          </w:tcPr>
          <w:p w14:paraId="2227D1E5"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1D7777D1" w14:textId="77777777" w:rsidTr="00F078F9">
        <w:trPr>
          <w:trHeight w:val="315"/>
        </w:trPr>
        <w:tc>
          <w:tcPr>
            <w:tcW w:w="0" w:type="auto"/>
            <w:shd w:val="clear" w:color="000000" w:fill="FFFFFF"/>
          </w:tcPr>
          <w:p w14:paraId="1F0C14A3" w14:textId="7D971DCD" w:rsidR="0025298B" w:rsidRPr="000C7A99" w:rsidRDefault="0025298B" w:rsidP="009F474D">
            <w:pPr>
              <w:spacing w:before="0" w:after="0" w:line="240" w:lineRule="auto"/>
              <w:jc w:val="center"/>
              <w:rPr>
                <w:sz w:val="20"/>
                <w:szCs w:val="20"/>
              </w:rPr>
            </w:pPr>
            <w:r w:rsidRPr="000C7A99">
              <w:rPr>
                <w:sz w:val="20"/>
                <w:szCs w:val="20"/>
              </w:rPr>
              <w:t>BW</w:t>
            </w:r>
          </w:p>
        </w:tc>
        <w:tc>
          <w:tcPr>
            <w:tcW w:w="2458" w:type="dxa"/>
            <w:vMerge/>
            <w:shd w:val="clear" w:color="000000" w:fill="FFFFFF"/>
            <w:vAlign w:val="center"/>
          </w:tcPr>
          <w:p w14:paraId="2D80637E"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3175AE0B" w14:textId="285ECF8D"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≥19, HSPF ≥10.0</w:t>
            </w:r>
          </w:p>
        </w:tc>
        <w:tc>
          <w:tcPr>
            <w:tcW w:w="2240" w:type="dxa"/>
            <w:vMerge/>
            <w:shd w:val="clear" w:color="000000" w:fill="FFFFFF"/>
          </w:tcPr>
          <w:p w14:paraId="0AA2AA99"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4B7A12FA" w14:textId="77777777" w:rsidTr="00F078F9">
        <w:trPr>
          <w:trHeight w:val="315"/>
        </w:trPr>
        <w:tc>
          <w:tcPr>
            <w:tcW w:w="0" w:type="auto"/>
            <w:shd w:val="clear" w:color="000000" w:fill="FFFFFF"/>
          </w:tcPr>
          <w:p w14:paraId="0B3C444D" w14:textId="295F382A" w:rsidR="0025298B" w:rsidRPr="000C7A99" w:rsidRDefault="0025298B" w:rsidP="009F474D">
            <w:pPr>
              <w:spacing w:before="0" w:after="0" w:line="240" w:lineRule="auto"/>
              <w:jc w:val="center"/>
              <w:rPr>
                <w:sz w:val="20"/>
                <w:szCs w:val="20"/>
              </w:rPr>
            </w:pPr>
            <w:r w:rsidRPr="000C7A99">
              <w:rPr>
                <w:sz w:val="20"/>
                <w:szCs w:val="20"/>
              </w:rPr>
              <w:t>BX</w:t>
            </w:r>
          </w:p>
        </w:tc>
        <w:tc>
          <w:tcPr>
            <w:tcW w:w="2458" w:type="dxa"/>
            <w:vMerge/>
            <w:shd w:val="clear" w:color="000000" w:fill="FFFFFF"/>
            <w:vAlign w:val="center"/>
          </w:tcPr>
          <w:p w14:paraId="2214FA5E"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19D5AB10" w14:textId="1F3B638B"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≥20, HSPF ≥10.3</w:t>
            </w:r>
          </w:p>
        </w:tc>
        <w:tc>
          <w:tcPr>
            <w:tcW w:w="2240" w:type="dxa"/>
            <w:vMerge/>
            <w:shd w:val="clear" w:color="000000" w:fill="FFFFFF"/>
          </w:tcPr>
          <w:p w14:paraId="35104028"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3A1977B1" w14:textId="77777777" w:rsidTr="00F078F9">
        <w:trPr>
          <w:trHeight w:val="315"/>
        </w:trPr>
        <w:tc>
          <w:tcPr>
            <w:tcW w:w="0" w:type="auto"/>
            <w:shd w:val="clear" w:color="000000" w:fill="FFFFFF"/>
          </w:tcPr>
          <w:p w14:paraId="2536CF7F" w14:textId="44FA6306" w:rsidR="0025298B" w:rsidRPr="000C7A99" w:rsidRDefault="0025298B" w:rsidP="009F474D">
            <w:pPr>
              <w:spacing w:before="0" w:after="0" w:line="240" w:lineRule="auto"/>
              <w:jc w:val="center"/>
              <w:rPr>
                <w:sz w:val="20"/>
                <w:szCs w:val="20"/>
              </w:rPr>
            </w:pPr>
            <w:r w:rsidRPr="000C7A99">
              <w:rPr>
                <w:sz w:val="20"/>
                <w:szCs w:val="20"/>
              </w:rPr>
              <w:t>BY</w:t>
            </w:r>
          </w:p>
        </w:tc>
        <w:tc>
          <w:tcPr>
            <w:tcW w:w="2458" w:type="dxa"/>
            <w:vMerge/>
            <w:shd w:val="clear" w:color="000000" w:fill="FFFFFF"/>
            <w:vAlign w:val="center"/>
          </w:tcPr>
          <w:p w14:paraId="42C30A56"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4F705EDB" w14:textId="3040AD28"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≥21, HSPF ≥10.</w:t>
            </w:r>
            <w:r>
              <w:rPr>
                <w:sz w:val="20"/>
                <w:szCs w:val="20"/>
              </w:rPr>
              <w:t>6</w:t>
            </w:r>
          </w:p>
        </w:tc>
        <w:tc>
          <w:tcPr>
            <w:tcW w:w="2240" w:type="dxa"/>
            <w:vMerge/>
            <w:shd w:val="clear" w:color="000000" w:fill="FFFFFF"/>
          </w:tcPr>
          <w:p w14:paraId="24F3DAB1" w14:textId="77777777" w:rsidR="0025298B" w:rsidRPr="000C7A99" w:rsidRDefault="0025298B" w:rsidP="009F474D">
            <w:pPr>
              <w:spacing w:before="0" w:after="0" w:line="240" w:lineRule="auto"/>
              <w:jc w:val="center"/>
              <w:rPr>
                <w:rFonts w:eastAsia="Times New Roman" w:cs="Calibri Light"/>
                <w:color w:val="000000"/>
                <w:sz w:val="20"/>
                <w:szCs w:val="20"/>
              </w:rPr>
            </w:pPr>
          </w:p>
        </w:tc>
      </w:tr>
      <w:tr w:rsidR="0025298B" w:rsidRPr="000C7A99" w14:paraId="11D0855B" w14:textId="77777777" w:rsidTr="00F078F9">
        <w:trPr>
          <w:trHeight w:val="315"/>
        </w:trPr>
        <w:tc>
          <w:tcPr>
            <w:tcW w:w="0" w:type="auto"/>
            <w:shd w:val="clear" w:color="000000" w:fill="FFFFFF"/>
          </w:tcPr>
          <w:p w14:paraId="7E118E66" w14:textId="54B5A6C2" w:rsidR="0025298B" w:rsidRPr="000C7A99" w:rsidRDefault="0025298B" w:rsidP="009F474D">
            <w:pPr>
              <w:spacing w:before="0" w:after="0" w:line="240" w:lineRule="auto"/>
              <w:jc w:val="center"/>
              <w:rPr>
                <w:sz w:val="20"/>
                <w:szCs w:val="20"/>
              </w:rPr>
            </w:pPr>
            <w:r w:rsidRPr="009F474D">
              <w:rPr>
                <w:sz w:val="20"/>
                <w:szCs w:val="20"/>
              </w:rPr>
              <w:t>BZ</w:t>
            </w:r>
          </w:p>
        </w:tc>
        <w:tc>
          <w:tcPr>
            <w:tcW w:w="2458" w:type="dxa"/>
            <w:vMerge/>
            <w:shd w:val="clear" w:color="000000" w:fill="FFFFFF"/>
            <w:vAlign w:val="center"/>
          </w:tcPr>
          <w:p w14:paraId="0290DBBD" w14:textId="77777777" w:rsidR="0025298B" w:rsidRPr="000C7A99" w:rsidRDefault="0025298B" w:rsidP="009F474D">
            <w:pPr>
              <w:spacing w:before="0" w:after="0" w:line="240" w:lineRule="auto"/>
              <w:jc w:val="center"/>
              <w:rPr>
                <w:rFonts w:eastAsia="Times New Roman" w:cs="Calibri Light"/>
                <w:color w:val="000000"/>
                <w:sz w:val="20"/>
                <w:szCs w:val="20"/>
              </w:rPr>
            </w:pPr>
          </w:p>
        </w:tc>
        <w:tc>
          <w:tcPr>
            <w:tcW w:w="2970" w:type="dxa"/>
            <w:shd w:val="clear" w:color="000000" w:fill="FFFFFF"/>
          </w:tcPr>
          <w:p w14:paraId="0A4A9EBB" w14:textId="728A1AEC" w:rsidR="0025298B" w:rsidRPr="000C7A99" w:rsidRDefault="0025298B" w:rsidP="009F474D">
            <w:pPr>
              <w:spacing w:before="0" w:after="0" w:line="240" w:lineRule="auto"/>
              <w:jc w:val="center"/>
              <w:rPr>
                <w:rFonts w:eastAsia="Times New Roman" w:cs="Calibri Light"/>
                <w:color w:val="000000"/>
                <w:sz w:val="20"/>
                <w:szCs w:val="20"/>
              </w:rPr>
            </w:pPr>
            <w:r w:rsidRPr="000C7A99">
              <w:rPr>
                <w:sz w:val="20"/>
                <w:szCs w:val="20"/>
              </w:rPr>
              <w:t>SEER ≥22, HSPF ≥10.</w:t>
            </w:r>
            <w:r>
              <w:rPr>
                <w:sz w:val="20"/>
                <w:szCs w:val="20"/>
              </w:rPr>
              <w:t>9</w:t>
            </w:r>
          </w:p>
        </w:tc>
        <w:tc>
          <w:tcPr>
            <w:tcW w:w="2240" w:type="dxa"/>
            <w:vMerge/>
            <w:shd w:val="clear" w:color="000000" w:fill="FFFFFF"/>
          </w:tcPr>
          <w:p w14:paraId="6BB820D5" w14:textId="77777777" w:rsidR="0025298B" w:rsidRPr="000C7A99" w:rsidRDefault="0025298B" w:rsidP="009F474D">
            <w:pPr>
              <w:spacing w:before="0" w:after="0" w:line="240" w:lineRule="auto"/>
              <w:jc w:val="center"/>
              <w:rPr>
                <w:rFonts w:eastAsia="Times New Roman" w:cs="Calibri Light"/>
                <w:color w:val="000000"/>
                <w:sz w:val="20"/>
                <w:szCs w:val="20"/>
              </w:rPr>
            </w:pPr>
          </w:p>
        </w:tc>
      </w:tr>
    </w:tbl>
    <w:p w14:paraId="0798B3AD" w14:textId="77777777" w:rsidR="00F078F9" w:rsidRDefault="00F078F9" w:rsidP="00F078F9">
      <w:pPr>
        <w:pStyle w:val="eTRMTableFootnote"/>
        <w:rPr>
          <w:szCs w:val="20"/>
          <w:vertAlign w:val="superscript"/>
        </w:rPr>
      </w:pPr>
    </w:p>
    <w:p w14:paraId="0831AF7F" w14:textId="77777777" w:rsidR="00F078F9" w:rsidRDefault="00F078F9" w:rsidP="00F078F9">
      <w:pPr>
        <w:pStyle w:val="eTRMTableFootnote"/>
        <w:rPr>
          <w:szCs w:val="20"/>
        </w:rPr>
      </w:pPr>
      <w:r w:rsidRPr="00576B6F">
        <w:rPr>
          <w:szCs w:val="20"/>
          <w:vertAlign w:val="superscript"/>
        </w:rPr>
        <w:t>a</w:t>
      </w:r>
      <w:r w:rsidRPr="000365BD">
        <w:rPr>
          <w:szCs w:val="20"/>
        </w:rPr>
        <w:t xml:space="preserve"> </w:t>
      </w:r>
      <w:r w:rsidRPr="006B7DAC">
        <w:t>Code restricts electric resistance space heater. Hence the savings for these measures would be over a code complaint room HP.</w:t>
      </w:r>
    </w:p>
    <w:p w14:paraId="75263EBA" w14:textId="77777777" w:rsidR="00F078F9" w:rsidRDefault="00F078F9" w:rsidP="00F078F9">
      <w:pPr>
        <w:pStyle w:val="eTRMTableFootnote"/>
        <w:rPr>
          <w:szCs w:val="20"/>
          <w:vertAlign w:val="superscript"/>
        </w:rPr>
      </w:pPr>
    </w:p>
    <w:p w14:paraId="57414A1F" w14:textId="77777777" w:rsidR="00F078F9" w:rsidRDefault="00F078F9" w:rsidP="00F078F9">
      <w:pPr>
        <w:pStyle w:val="eTRMTableFootnote"/>
        <w:rPr>
          <w:szCs w:val="20"/>
        </w:rPr>
      </w:pPr>
      <w:r w:rsidRPr="00250951">
        <w:rPr>
          <w:szCs w:val="20"/>
          <w:vertAlign w:val="superscript"/>
        </w:rPr>
        <w:t>b</w:t>
      </w:r>
      <w:r>
        <w:rPr>
          <w:szCs w:val="20"/>
        </w:rPr>
        <w:t xml:space="preserve"> Replacement of </w:t>
      </w:r>
      <w:r w:rsidRPr="006B7DAC">
        <w:t xml:space="preserve">Ductless AC unit as the existing equipment is not offered through NR application type because incremental measure cost </w:t>
      </w:r>
      <w:r>
        <w:t xml:space="preserve">is negative. For costing, the standard baseline includes installation of both </w:t>
      </w:r>
      <w:r w:rsidRPr="006B7DAC">
        <w:t xml:space="preserve">Ductless AC </w:t>
      </w:r>
      <w:r>
        <w:t>coupled</w:t>
      </w:r>
      <w:r w:rsidRPr="006B7DAC">
        <w:t xml:space="preserve"> with electric resistance space heater</w:t>
      </w:r>
      <w:r>
        <w:t>, and this standard baseline costs more than installing one Ductless HP</w:t>
      </w:r>
      <w:r w:rsidRPr="006B7DAC">
        <w:t xml:space="preserve">. </w:t>
      </w:r>
      <w:r>
        <w:t xml:space="preserve">Hence Ductless AC replacement is offered as AR only. </w:t>
      </w:r>
    </w:p>
    <w:p w14:paraId="1AC80D38" w14:textId="77777777" w:rsidR="00F078F9" w:rsidRDefault="00F078F9" w:rsidP="007F6AAD">
      <w:pPr>
        <w:pStyle w:val="eTRMTableFootnote"/>
        <w:rPr>
          <w:szCs w:val="20"/>
        </w:rPr>
      </w:pPr>
    </w:p>
    <w:p w14:paraId="54FD79D6" w14:textId="168A199D" w:rsidR="00E70CBD" w:rsidRPr="0001609E" w:rsidRDefault="00E70CBD" w:rsidP="00427574">
      <w:pPr>
        <w:pStyle w:val="eTRMHeading3"/>
      </w:pPr>
      <w:bookmarkStart w:id="16" w:name="_Toc53490184"/>
      <w:r w:rsidRPr="0001609E">
        <w:t>Base Case Description</w:t>
      </w:r>
      <w:bookmarkEnd w:id="14"/>
      <w:bookmarkEnd w:id="15"/>
      <w:bookmarkEnd w:id="16"/>
      <w:r w:rsidRPr="0001609E">
        <w:t xml:space="preserve"> </w:t>
      </w:r>
    </w:p>
    <w:p w14:paraId="12C75A4F" w14:textId="09ACC28C" w:rsidR="00312A30" w:rsidRDefault="0080536D" w:rsidP="004D4E3F">
      <w:pPr>
        <w:rPr>
          <w:rFonts w:cstheme="minorHAnsi"/>
          <w:szCs w:val="20"/>
        </w:rPr>
      </w:pPr>
      <w:r>
        <w:rPr>
          <w:rFonts w:cstheme="minorHAnsi"/>
          <w:szCs w:val="20"/>
        </w:rPr>
        <w:t xml:space="preserve">For </w:t>
      </w:r>
      <w:r w:rsidR="00974D4B">
        <w:rPr>
          <w:rFonts w:cstheme="minorHAnsi"/>
          <w:szCs w:val="20"/>
        </w:rPr>
        <w:t xml:space="preserve">Normal replacement (NC) and New construction (NR) measures, the </w:t>
      </w:r>
      <w:r w:rsidR="00295663">
        <w:rPr>
          <w:rFonts w:cstheme="minorHAnsi"/>
          <w:szCs w:val="20"/>
        </w:rPr>
        <w:t xml:space="preserve">base case is </w:t>
      </w:r>
      <w:r w:rsidR="005F5966">
        <w:rPr>
          <w:rFonts w:cstheme="minorHAnsi"/>
          <w:szCs w:val="20"/>
        </w:rPr>
        <w:t xml:space="preserve">defined as room heat pump, or ductless heat pump </w:t>
      </w:r>
      <w:r w:rsidR="003D65C3">
        <w:rPr>
          <w:rFonts w:cstheme="minorHAnsi"/>
          <w:szCs w:val="20"/>
        </w:rPr>
        <w:t>that meets</w:t>
      </w:r>
      <w:r w:rsidR="00741BFC">
        <w:rPr>
          <w:rFonts w:cstheme="minorHAnsi"/>
          <w:szCs w:val="20"/>
        </w:rPr>
        <w:t xml:space="preserve"> </w:t>
      </w:r>
      <w:r w:rsidR="00554E17">
        <w:rPr>
          <w:rFonts w:cstheme="minorHAnsi"/>
          <w:szCs w:val="20"/>
        </w:rPr>
        <w:t xml:space="preserve">the </w:t>
      </w:r>
      <w:r w:rsidR="00741BFC">
        <w:rPr>
          <w:rFonts w:cstheme="minorHAnsi"/>
          <w:szCs w:val="20"/>
        </w:rPr>
        <w:t>California Appliance Efficiency Regulations (</w:t>
      </w:r>
      <w:r w:rsidR="005860C0">
        <w:rPr>
          <w:rFonts w:cstheme="minorHAnsi"/>
          <w:szCs w:val="20"/>
        </w:rPr>
        <w:t>Title</w:t>
      </w:r>
      <w:r w:rsidR="00741BFC">
        <w:rPr>
          <w:rFonts w:cstheme="minorHAnsi"/>
          <w:szCs w:val="20"/>
        </w:rPr>
        <w:t xml:space="preserve"> </w:t>
      </w:r>
      <w:r w:rsidR="005860C0">
        <w:rPr>
          <w:rFonts w:cstheme="minorHAnsi"/>
          <w:szCs w:val="20"/>
        </w:rPr>
        <w:t>20</w:t>
      </w:r>
      <w:r w:rsidR="00741BFC">
        <w:rPr>
          <w:rFonts w:cstheme="minorHAnsi"/>
          <w:szCs w:val="20"/>
        </w:rPr>
        <w:t>)</w:t>
      </w:r>
      <w:r w:rsidR="005860C0">
        <w:rPr>
          <w:rFonts w:cstheme="minorHAnsi"/>
          <w:szCs w:val="20"/>
        </w:rPr>
        <w:t xml:space="preserve"> code requirements </w:t>
      </w:r>
      <w:r w:rsidR="003E02D2">
        <w:rPr>
          <w:rFonts w:cstheme="minorHAnsi"/>
          <w:szCs w:val="20"/>
        </w:rPr>
        <w:t>prevailing in 2020</w:t>
      </w:r>
      <w:r w:rsidR="002F6B99">
        <w:rPr>
          <w:rFonts w:cstheme="minorHAnsi"/>
          <w:szCs w:val="20"/>
        </w:rPr>
        <w:t xml:space="preserve">. </w:t>
      </w:r>
      <w:r w:rsidR="004B6F57">
        <w:rPr>
          <w:rFonts w:cstheme="minorHAnsi"/>
          <w:szCs w:val="20"/>
        </w:rPr>
        <w:t>Where code requirements differ based on size of equipment (under 65,000 BTU/h cooling capacity) or other minor variations, the most stringent requirement</w:t>
      </w:r>
      <w:r w:rsidR="008D6DC0">
        <w:rPr>
          <w:rFonts w:cstheme="minorHAnsi"/>
          <w:szCs w:val="20"/>
        </w:rPr>
        <w:t xml:space="preserve">s are </w:t>
      </w:r>
      <w:r w:rsidR="004B6F57">
        <w:rPr>
          <w:rFonts w:cstheme="minorHAnsi"/>
          <w:szCs w:val="20"/>
        </w:rPr>
        <w:t>applicable.</w:t>
      </w:r>
    </w:p>
    <w:p w14:paraId="759912E7" w14:textId="2C6575FF" w:rsidR="00A46DB2" w:rsidRDefault="00A46DB2" w:rsidP="00D1339E">
      <w:pPr>
        <w:rPr>
          <w:rFonts w:cstheme="minorHAnsi"/>
          <w:szCs w:val="20"/>
        </w:rPr>
      </w:pPr>
      <w:r>
        <w:rPr>
          <w:rFonts w:cstheme="minorHAnsi"/>
          <w:szCs w:val="20"/>
        </w:rPr>
        <w:lastRenderedPageBreak/>
        <w:t>For Accelerated replacement (AR) measures, the base case</w:t>
      </w:r>
      <w:r w:rsidR="00063A08">
        <w:rPr>
          <w:rFonts w:cstheme="minorHAnsi"/>
          <w:szCs w:val="20"/>
        </w:rPr>
        <w:t xml:space="preserve"> system</w:t>
      </w:r>
      <w:r>
        <w:rPr>
          <w:rFonts w:cstheme="minorHAnsi"/>
          <w:szCs w:val="20"/>
        </w:rPr>
        <w:t xml:space="preserve"> </w:t>
      </w:r>
      <w:r w:rsidR="006C3B8F">
        <w:rPr>
          <w:rFonts w:cstheme="minorHAnsi"/>
          <w:szCs w:val="20"/>
        </w:rPr>
        <w:t xml:space="preserve">is the same </w:t>
      </w:r>
      <w:r w:rsidR="00063A08">
        <w:rPr>
          <w:rFonts w:cstheme="minorHAnsi"/>
          <w:szCs w:val="20"/>
        </w:rPr>
        <w:t xml:space="preserve">as above </w:t>
      </w:r>
      <w:r w:rsidR="00317423">
        <w:rPr>
          <w:rFonts w:cstheme="minorHAnsi"/>
          <w:szCs w:val="20"/>
        </w:rPr>
        <w:t xml:space="preserve">with efficiencies from California Appliance Efficiency Regulations (Title 20) code requirements prevailing 10 years ago. </w:t>
      </w:r>
      <w:r w:rsidR="002F6B99">
        <w:rPr>
          <w:rFonts w:cstheme="minorHAnsi"/>
          <w:szCs w:val="20"/>
        </w:rPr>
        <w:t>See Code Requirements section for details of the base case.</w:t>
      </w:r>
    </w:p>
    <w:p w14:paraId="1CE909B4" w14:textId="5F9CBE5E" w:rsidR="00563B1B" w:rsidRPr="00920905" w:rsidRDefault="00563B1B" w:rsidP="00563B1B">
      <w:pPr>
        <w:rPr>
          <w:b/>
          <w:szCs w:val="22"/>
        </w:rPr>
      </w:pPr>
      <w:r w:rsidRPr="00920905">
        <w:rPr>
          <w:b/>
          <w:szCs w:val="22"/>
        </w:rPr>
        <w:t xml:space="preserve">Base, </w:t>
      </w:r>
      <w:r w:rsidR="003277EF">
        <w:rPr>
          <w:b/>
          <w:szCs w:val="22"/>
        </w:rPr>
        <w:t xml:space="preserve">Standard </w:t>
      </w:r>
      <w:r w:rsidRPr="00920905">
        <w:rPr>
          <w:b/>
          <w:szCs w:val="22"/>
        </w:rPr>
        <w:t>Cases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376"/>
        <w:gridCol w:w="1367"/>
        <w:gridCol w:w="1587"/>
        <w:gridCol w:w="1829"/>
        <w:gridCol w:w="2191"/>
      </w:tblGrid>
      <w:tr w:rsidR="006B7DAC" w:rsidRPr="00CE70F1" w14:paraId="0B7293E7" w14:textId="77777777" w:rsidTr="00A61F0A">
        <w:tc>
          <w:tcPr>
            <w:tcW w:w="0" w:type="auto"/>
            <w:vMerge w:val="restart"/>
            <w:shd w:val="clear" w:color="auto" w:fill="F2F2F2" w:themeFill="background1" w:themeFillShade="F2"/>
          </w:tcPr>
          <w:p w14:paraId="2B2298A0" w14:textId="77777777" w:rsidR="00722955" w:rsidRPr="00CE70F1" w:rsidRDefault="00722955" w:rsidP="00A61F0A">
            <w:pPr>
              <w:pStyle w:val="Reminders"/>
              <w:tabs>
                <w:tab w:val="num" w:pos="360"/>
              </w:tabs>
              <w:spacing w:before="0" w:after="0"/>
              <w:rPr>
                <w:rFonts w:cs="Calibri Light"/>
                <w:b/>
                <w:bCs/>
                <w:sz w:val="20"/>
                <w:szCs w:val="20"/>
              </w:rPr>
            </w:pPr>
            <w:r w:rsidRPr="00CE70F1">
              <w:rPr>
                <w:rFonts w:ascii="Calibri Light" w:hAnsi="Calibri Light" w:cs="Calibri Light"/>
                <w:b/>
                <w:bCs/>
                <w:i w:val="0"/>
                <w:color w:val="auto"/>
                <w:sz w:val="20"/>
                <w:szCs w:val="20"/>
              </w:rPr>
              <w:t>Equipment type</w:t>
            </w:r>
          </w:p>
        </w:tc>
        <w:tc>
          <w:tcPr>
            <w:tcW w:w="0" w:type="auto"/>
            <w:gridSpan w:val="2"/>
            <w:shd w:val="clear" w:color="auto" w:fill="F2F2F2" w:themeFill="background1" w:themeFillShade="F2"/>
          </w:tcPr>
          <w:p w14:paraId="6945EA52" w14:textId="64CF716D" w:rsidR="00722955" w:rsidRPr="00CE70F1" w:rsidRDefault="00722955" w:rsidP="00A61F0A">
            <w:pPr>
              <w:pStyle w:val="Reminders"/>
              <w:tabs>
                <w:tab w:val="num" w:pos="360"/>
              </w:tabs>
              <w:spacing w:before="0" w:after="0"/>
              <w:rPr>
                <w:rFonts w:cs="Calibri Light"/>
                <w:b/>
                <w:bCs/>
                <w:sz w:val="20"/>
                <w:szCs w:val="20"/>
              </w:rPr>
            </w:pPr>
            <w:r w:rsidRPr="00CE70F1">
              <w:rPr>
                <w:rFonts w:ascii="Calibri Light" w:hAnsi="Calibri Light" w:cs="Calibri Light"/>
                <w:b/>
                <w:bCs/>
                <w:i w:val="0"/>
                <w:color w:val="auto"/>
                <w:sz w:val="20"/>
                <w:szCs w:val="20"/>
              </w:rPr>
              <w:t>Existing equipment</w:t>
            </w:r>
            <w:r w:rsidR="00317F5E">
              <w:rPr>
                <w:rFonts w:ascii="Calibri Light" w:hAnsi="Calibri Light" w:cs="Calibri Light"/>
                <w:b/>
                <w:bCs/>
                <w:i w:val="0"/>
                <w:color w:val="auto"/>
                <w:sz w:val="20"/>
                <w:szCs w:val="20"/>
              </w:rPr>
              <w:t xml:space="preserve"> </w:t>
            </w:r>
            <w:r w:rsidR="00B40D33">
              <w:rPr>
                <w:rFonts w:ascii="Calibri Light" w:hAnsi="Calibri Light" w:cs="Calibri Light"/>
                <w:b/>
                <w:bCs/>
                <w:i w:val="0"/>
                <w:color w:val="auto"/>
                <w:sz w:val="20"/>
                <w:szCs w:val="20"/>
              </w:rPr>
              <w:t>(</w:t>
            </w:r>
            <w:r w:rsidR="006B7DAC">
              <w:rPr>
                <w:rFonts w:ascii="Calibri Light" w:hAnsi="Calibri Light" w:cs="Calibri Light"/>
                <w:b/>
                <w:bCs/>
                <w:i w:val="0"/>
                <w:color w:val="auto"/>
                <w:sz w:val="20"/>
                <w:szCs w:val="20"/>
              </w:rPr>
              <w:t>applied</w:t>
            </w:r>
            <w:r w:rsidR="0038730F">
              <w:rPr>
                <w:rFonts w:ascii="Calibri Light" w:hAnsi="Calibri Light" w:cs="Calibri Light"/>
                <w:b/>
                <w:bCs/>
                <w:i w:val="0"/>
                <w:color w:val="auto"/>
                <w:sz w:val="20"/>
                <w:szCs w:val="20"/>
              </w:rPr>
              <w:t xml:space="preserve"> for AR measures 1</w:t>
            </w:r>
            <w:r w:rsidR="0038730F" w:rsidRPr="00B93EF5">
              <w:rPr>
                <w:rFonts w:ascii="Calibri Light" w:hAnsi="Calibri Light" w:cs="Calibri Light"/>
                <w:b/>
                <w:bCs/>
                <w:i w:val="0"/>
                <w:color w:val="auto"/>
                <w:sz w:val="20"/>
                <w:szCs w:val="20"/>
                <w:vertAlign w:val="superscript"/>
              </w:rPr>
              <w:t>st</w:t>
            </w:r>
            <w:r w:rsidR="0038730F">
              <w:rPr>
                <w:rFonts w:ascii="Calibri Light" w:hAnsi="Calibri Light" w:cs="Calibri Light"/>
                <w:b/>
                <w:bCs/>
                <w:i w:val="0"/>
                <w:color w:val="auto"/>
                <w:sz w:val="20"/>
                <w:szCs w:val="20"/>
              </w:rPr>
              <w:t xml:space="preserve"> baseline)</w:t>
            </w:r>
          </w:p>
        </w:tc>
        <w:tc>
          <w:tcPr>
            <w:tcW w:w="0" w:type="auto"/>
            <w:gridSpan w:val="2"/>
            <w:shd w:val="clear" w:color="auto" w:fill="F2F2F2" w:themeFill="background1" w:themeFillShade="F2"/>
          </w:tcPr>
          <w:p w14:paraId="3A3B2E78" w14:textId="28DD5638" w:rsidR="00722955" w:rsidRPr="00CE70F1" w:rsidRDefault="00722955" w:rsidP="00A61F0A">
            <w:pPr>
              <w:pStyle w:val="Reminders"/>
              <w:tabs>
                <w:tab w:val="num" w:pos="360"/>
              </w:tabs>
              <w:spacing w:before="0" w:after="0"/>
              <w:rPr>
                <w:rFonts w:cs="Calibri Light"/>
                <w:b/>
                <w:bCs/>
                <w:sz w:val="20"/>
                <w:szCs w:val="20"/>
              </w:rPr>
            </w:pPr>
            <w:r w:rsidRPr="00CE70F1">
              <w:rPr>
                <w:rFonts w:ascii="Calibri Light" w:hAnsi="Calibri Light" w:cs="Calibri Light"/>
                <w:b/>
                <w:bCs/>
                <w:i w:val="0"/>
                <w:color w:val="auto"/>
                <w:sz w:val="20"/>
                <w:szCs w:val="20"/>
              </w:rPr>
              <w:t>Standard equipment</w:t>
            </w:r>
            <w:r w:rsidR="00B93EF5">
              <w:rPr>
                <w:rFonts w:ascii="Calibri Light" w:hAnsi="Calibri Light" w:cs="Calibri Light"/>
                <w:b/>
                <w:bCs/>
                <w:i w:val="0"/>
                <w:color w:val="auto"/>
                <w:sz w:val="20"/>
                <w:szCs w:val="20"/>
              </w:rPr>
              <w:t xml:space="preserve"> </w:t>
            </w:r>
            <w:r w:rsidR="006E1A9E">
              <w:rPr>
                <w:rFonts w:ascii="Calibri Light" w:hAnsi="Calibri Light" w:cs="Calibri Light"/>
                <w:b/>
                <w:bCs/>
                <w:i w:val="0"/>
                <w:color w:val="auto"/>
                <w:sz w:val="20"/>
                <w:szCs w:val="20"/>
              </w:rPr>
              <w:t>(</w:t>
            </w:r>
            <w:r w:rsidR="006B7DAC">
              <w:rPr>
                <w:rFonts w:ascii="Calibri Light" w:hAnsi="Calibri Light" w:cs="Calibri Light"/>
                <w:b/>
                <w:bCs/>
                <w:i w:val="0"/>
                <w:color w:val="auto"/>
                <w:sz w:val="20"/>
                <w:szCs w:val="20"/>
              </w:rPr>
              <w:t>applied</w:t>
            </w:r>
            <w:r w:rsidR="006E1A9E">
              <w:rPr>
                <w:rFonts w:ascii="Calibri Light" w:hAnsi="Calibri Light" w:cs="Calibri Light"/>
                <w:b/>
                <w:bCs/>
                <w:i w:val="0"/>
                <w:color w:val="auto"/>
                <w:sz w:val="20"/>
                <w:szCs w:val="20"/>
              </w:rPr>
              <w:t xml:space="preserve"> for NR and NC measures and for the 2</w:t>
            </w:r>
            <w:r w:rsidR="006E1A9E" w:rsidRPr="00F3708F">
              <w:rPr>
                <w:rFonts w:ascii="Calibri Light" w:hAnsi="Calibri Light" w:cs="Calibri Light"/>
                <w:b/>
                <w:bCs/>
                <w:i w:val="0"/>
                <w:color w:val="auto"/>
                <w:sz w:val="20"/>
                <w:szCs w:val="20"/>
                <w:vertAlign w:val="superscript"/>
              </w:rPr>
              <w:t>nd</w:t>
            </w:r>
            <w:r w:rsidR="006E1A9E">
              <w:rPr>
                <w:rFonts w:ascii="Calibri Light" w:hAnsi="Calibri Light" w:cs="Calibri Light"/>
                <w:b/>
                <w:bCs/>
                <w:i w:val="0"/>
                <w:color w:val="auto"/>
                <w:sz w:val="20"/>
                <w:szCs w:val="20"/>
              </w:rPr>
              <w:t xml:space="preserve"> baseline for AR </w:t>
            </w:r>
            <w:r w:rsidR="00BF582D">
              <w:rPr>
                <w:rFonts w:ascii="Calibri Light" w:hAnsi="Calibri Light" w:cs="Calibri Light"/>
                <w:b/>
                <w:bCs/>
                <w:i w:val="0"/>
                <w:color w:val="auto"/>
                <w:sz w:val="20"/>
                <w:szCs w:val="20"/>
              </w:rPr>
              <w:t>measures)</w:t>
            </w:r>
            <w:r w:rsidR="00F32BF3">
              <w:rPr>
                <w:rFonts w:ascii="Calibri Light" w:hAnsi="Calibri Light" w:cs="Calibri Light"/>
                <w:b/>
                <w:bCs/>
                <w:i w:val="0"/>
                <w:color w:val="auto"/>
                <w:sz w:val="20"/>
                <w:szCs w:val="20"/>
              </w:rPr>
              <w:t xml:space="preserve"> </w:t>
            </w:r>
          </w:p>
        </w:tc>
      </w:tr>
      <w:tr w:rsidR="00D3170C" w:rsidRPr="00DB38DB" w14:paraId="1420A78B" w14:textId="77777777" w:rsidTr="00A61F0A">
        <w:tc>
          <w:tcPr>
            <w:tcW w:w="0" w:type="auto"/>
            <w:vMerge/>
            <w:shd w:val="clear" w:color="auto" w:fill="F2F2F2" w:themeFill="background1" w:themeFillShade="F2"/>
          </w:tcPr>
          <w:p w14:paraId="45A0C462" w14:textId="77777777" w:rsidR="00722955" w:rsidRPr="00DB38DB" w:rsidRDefault="00722955" w:rsidP="00A61F0A">
            <w:pPr>
              <w:pStyle w:val="Reminders"/>
              <w:tabs>
                <w:tab w:val="num" w:pos="360"/>
              </w:tabs>
              <w:spacing w:before="0" w:after="0"/>
              <w:rPr>
                <w:rFonts w:cs="Calibri Light"/>
                <w:b/>
                <w:bCs/>
                <w:sz w:val="20"/>
                <w:szCs w:val="20"/>
              </w:rPr>
            </w:pPr>
          </w:p>
        </w:tc>
        <w:tc>
          <w:tcPr>
            <w:tcW w:w="0" w:type="auto"/>
            <w:shd w:val="clear" w:color="auto" w:fill="F2F2F2" w:themeFill="background1" w:themeFillShade="F2"/>
          </w:tcPr>
          <w:p w14:paraId="439AB7AC" w14:textId="744621BD" w:rsidR="00722955" w:rsidRPr="00DB38DB" w:rsidRDefault="00722955" w:rsidP="00A61F0A">
            <w:pPr>
              <w:pStyle w:val="Reminders"/>
              <w:tabs>
                <w:tab w:val="num" w:pos="360"/>
              </w:tabs>
              <w:spacing w:before="0" w:after="0"/>
              <w:rPr>
                <w:rFonts w:cs="Calibri Light"/>
                <w:b/>
                <w:bCs/>
                <w:sz w:val="20"/>
                <w:szCs w:val="20"/>
              </w:rPr>
            </w:pPr>
            <w:r w:rsidRPr="00DB38DB">
              <w:rPr>
                <w:rFonts w:ascii="Calibri Light" w:hAnsi="Calibri Light" w:cs="Calibri Light"/>
                <w:b/>
                <w:bCs/>
                <w:i w:val="0"/>
                <w:color w:val="auto"/>
                <w:sz w:val="20"/>
                <w:szCs w:val="20"/>
              </w:rPr>
              <w:t>Cooling</w:t>
            </w:r>
            <w:r w:rsidR="00D16EEA">
              <w:rPr>
                <w:rFonts w:ascii="Calibri Light" w:hAnsi="Calibri Light" w:cs="Calibri Light"/>
                <w:b/>
                <w:bCs/>
                <w:i w:val="0"/>
                <w:color w:val="auto"/>
                <w:sz w:val="20"/>
                <w:szCs w:val="20"/>
              </w:rPr>
              <w:t xml:space="preserve"> </w:t>
            </w:r>
            <w:r w:rsidR="00D16EEA" w:rsidRPr="00D16EEA">
              <w:rPr>
                <w:rFonts w:ascii="Calibri Light" w:hAnsi="Calibri Light" w:cs="Calibri Light"/>
                <w:b/>
                <w:bCs/>
                <w:i w:val="0"/>
                <w:color w:val="auto"/>
                <w:sz w:val="20"/>
                <w:szCs w:val="20"/>
              </w:rPr>
              <w:t>efficiency</w:t>
            </w:r>
          </w:p>
        </w:tc>
        <w:tc>
          <w:tcPr>
            <w:tcW w:w="0" w:type="auto"/>
            <w:shd w:val="clear" w:color="auto" w:fill="F2F2F2" w:themeFill="background1" w:themeFillShade="F2"/>
          </w:tcPr>
          <w:p w14:paraId="218513AF" w14:textId="08158CAC" w:rsidR="00722955" w:rsidRPr="00DB38DB" w:rsidRDefault="00722955" w:rsidP="00A61F0A">
            <w:pPr>
              <w:pStyle w:val="Reminders"/>
              <w:tabs>
                <w:tab w:val="num" w:pos="360"/>
              </w:tabs>
              <w:spacing w:before="0" w:after="0"/>
              <w:rPr>
                <w:rFonts w:cs="Calibri Light"/>
                <w:b/>
                <w:bCs/>
                <w:sz w:val="20"/>
                <w:szCs w:val="20"/>
              </w:rPr>
            </w:pPr>
            <w:r w:rsidRPr="00DB38DB">
              <w:rPr>
                <w:rFonts w:ascii="Calibri Light" w:hAnsi="Calibri Light" w:cs="Calibri Light"/>
                <w:b/>
                <w:bCs/>
                <w:i w:val="0"/>
                <w:color w:val="auto"/>
                <w:sz w:val="20"/>
                <w:szCs w:val="20"/>
              </w:rPr>
              <w:t>Heating</w:t>
            </w:r>
            <w:r w:rsidR="00D16EEA">
              <w:rPr>
                <w:rFonts w:ascii="Calibri Light" w:hAnsi="Calibri Light" w:cs="Calibri Light"/>
                <w:b/>
                <w:bCs/>
                <w:i w:val="0"/>
                <w:color w:val="auto"/>
                <w:sz w:val="20"/>
                <w:szCs w:val="20"/>
              </w:rPr>
              <w:t xml:space="preserve"> e</w:t>
            </w:r>
            <w:r w:rsidR="00D16EEA" w:rsidRPr="00D16EEA">
              <w:rPr>
                <w:rFonts w:ascii="Calibri Light" w:hAnsi="Calibri Light" w:cs="Calibri Light"/>
                <w:b/>
                <w:bCs/>
                <w:i w:val="0"/>
                <w:color w:val="auto"/>
                <w:sz w:val="20"/>
                <w:szCs w:val="20"/>
              </w:rPr>
              <w:t>fficiency</w:t>
            </w:r>
          </w:p>
        </w:tc>
        <w:tc>
          <w:tcPr>
            <w:tcW w:w="0" w:type="auto"/>
            <w:shd w:val="clear" w:color="auto" w:fill="F2F2F2" w:themeFill="background1" w:themeFillShade="F2"/>
          </w:tcPr>
          <w:p w14:paraId="0950DE05" w14:textId="229658FB" w:rsidR="00722955" w:rsidRPr="00D16EEA" w:rsidRDefault="00722955" w:rsidP="00A61F0A">
            <w:pPr>
              <w:pStyle w:val="Reminders"/>
              <w:tabs>
                <w:tab w:val="num" w:pos="360"/>
              </w:tabs>
              <w:spacing w:before="0" w:after="0"/>
              <w:rPr>
                <w:rFonts w:ascii="Calibri Light" w:hAnsi="Calibri Light" w:cs="Calibri Light"/>
                <w:b/>
                <w:bCs/>
                <w:i w:val="0"/>
                <w:color w:val="auto"/>
                <w:sz w:val="20"/>
                <w:szCs w:val="20"/>
              </w:rPr>
            </w:pPr>
            <w:r w:rsidRPr="00DB38DB">
              <w:rPr>
                <w:rFonts w:ascii="Calibri Light" w:hAnsi="Calibri Light" w:cs="Calibri Light"/>
                <w:b/>
                <w:bCs/>
                <w:i w:val="0"/>
                <w:color w:val="auto"/>
                <w:sz w:val="20"/>
                <w:szCs w:val="20"/>
              </w:rPr>
              <w:t>Cooling</w:t>
            </w:r>
            <w:r w:rsidR="00D16EEA">
              <w:rPr>
                <w:rFonts w:ascii="Calibri Light" w:hAnsi="Calibri Light" w:cs="Calibri Light"/>
                <w:b/>
                <w:bCs/>
                <w:i w:val="0"/>
                <w:color w:val="auto"/>
                <w:sz w:val="20"/>
                <w:szCs w:val="20"/>
              </w:rPr>
              <w:t xml:space="preserve"> </w:t>
            </w:r>
            <w:r w:rsidR="00D16EEA" w:rsidRPr="00D16EEA">
              <w:rPr>
                <w:rFonts w:ascii="Calibri Light" w:hAnsi="Calibri Light" w:cs="Calibri Light"/>
                <w:b/>
                <w:bCs/>
                <w:i w:val="0"/>
                <w:color w:val="auto"/>
                <w:sz w:val="20"/>
                <w:szCs w:val="20"/>
              </w:rPr>
              <w:t>efficiency</w:t>
            </w:r>
          </w:p>
        </w:tc>
        <w:tc>
          <w:tcPr>
            <w:tcW w:w="0" w:type="auto"/>
            <w:shd w:val="clear" w:color="auto" w:fill="F2F2F2" w:themeFill="background1" w:themeFillShade="F2"/>
          </w:tcPr>
          <w:p w14:paraId="7E621731" w14:textId="3EEA43E8" w:rsidR="00722955" w:rsidRPr="00D16EEA" w:rsidRDefault="00722955" w:rsidP="00A61F0A">
            <w:pPr>
              <w:pStyle w:val="Reminders"/>
              <w:tabs>
                <w:tab w:val="num" w:pos="360"/>
              </w:tabs>
              <w:spacing w:before="0" w:after="0"/>
              <w:rPr>
                <w:rFonts w:ascii="Calibri Light" w:hAnsi="Calibri Light" w:cs="Calibri Light"/>
                <w:b/>
                <w:bCs/>
                <w:i w:val="0"/>
                <w:color w:val="auto"/>
                <w:sz w:val="20"/>
                <w:szCs w:val="20"/>
              </w:rPr>
            </w:pPr>
            <w:r w:rsidRPr="00DB38DB">
              <w:rPr>
                <w:rFonts w:ascii="Calibri Light" w:hAnsi="Calibri Light" w:cs="Calibri Light"/>
                <w:b/>
                <w:bCs/>
                <w:i w:val="0"/>
                <w:color w:val="auto"/>
                <w:sz w:val="20"/>
                <w:szCs w:val="20"/>
              </w:rPr>
              <w:t>Heating</w:t>
            </w:r>
            <w:r w:rsidR="00D16EEA">
              <w:rPr>
                <w:rFonts w:ascii="Calibri Light" w:hAnsi="Calibri Light" w:cs="Calibri Light"/>
                <w:b/>
                <w:bCs/>
                <w:i w:val="0"/>
                <w:color w:val="auto"/>
                <w:sz w:val="20"/>
                <w:szCs w:val="20"/>
              </w:rPr>
              <w:t xml:space="preserve"> </w:t>
            </w:r>
            <w:r w:rsidR="00D16EEA" w:rsidRPr="00D16EEA">
              <w:rPr>
                <w:rFonts w:ascii="Calibri Light" w:hAnsi="Calibri Light" w:cs="Calibri Light"/>
                <w:b/>
                <w:bCs/>
                <w:i w:val="0"/>
                <w:color w:val="auto"/>
                <w:sz w:val="20"/>
                <w:szCs w:val="20"/>
              </w:rPr>
              <w:t>efficiency</w:t>
            </w:r>
            <w:r w:rsidR="00B302E4" w:rsidRPr="00E20726">
              <w:rPr>
                <w:rFonts w:ascii="Calibri Light" w:hAnsi="Calibri Light" w:cs="Calibri Light"/>
                <w:b/>
                <w:bCs/>
                <w:i w:val="0"/>
                <w:color w:val="auto"/>
                <w:sz w:val="20"/>
                <w:szCs w:val="20"/>
                <w:vertAlign w:val="superscript"/>
              </w:rPr>
              <w:t xml:space="preserve"> a</w:t>
            </w:r>
          </w:p>
        </w:tc>
      </w:tr>
      <w:tr w:rsidR="006B7DAC" w:rsidRPr="00DB38DB" w14:paraId="6FA66B6A" w14:textId="77777777" w:rsidTr="00A61F0A">
        <w:tc>
          <w:tcPr>
            <w:tcW w:w="0" w:type="auto"/>
          </w:tcPr>
          <w:p w14:paraId="43C832F9" w14:textId="2EF98643" w:rsidR="0074731E" w:rsidRPr="00DB38DB" w:rsidRDefault="0074731E" w:rsidP="0074731E">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 xml:space="preserve">Room AC </w:t>
            </w:r>
            <w:r w:rsidR="00D3170C">
              <w:rPr>
                <w:rFonts w:ascii="Calibri Light" w:hAnsi="Calibri Light" w:cs="Calibri Light"/>
                <w:i w:val="0"/>
                <w:color w:val="auto"/>
                <w:sz w:val="20"/>
                <w:szCs w:val="20"/>
              </w:rPr>
              <w:t xml:space="preserve">coupled with </w:t>
            </w:r>
            <w:r>
              <w:rPr>
                <w:rFonts w:ascii="Calibri Light" w:hAnsi="Calibri Light" w:cs="Calibri Light"/>
                <w:i w:val="0"/>
                <w:color w:val="auto"/>
                <w:sz w:val="20"/>
                <w:szCs w:val="20"/>
              </w:rPr>
              <w:t>electric resistance space heater</w:t>
            </w:r>
          </w:p>
        </w:tc>
        <w:tc>
          <w:tcPr>
            <w:tcW w:w="0" w:type="auto"/>
          </w:tcPr>
          <w:p w14:paraId="72584C20" w14:textId="77777777" w:rsidR="0074731E" w:rsidRPr="00DB38DB" w:rsidRDefault="0074731E" w:rsidP="0074731E">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9.8 EER</w:t>
            </w:r>
          </w:p>
        </w:tc>
        <w:tc>
          <w:tcPr>
            <w:tcW w:w="0" w:type="auto"/>
          </w:tcPr>
          <w:p w14:paraId="406D6761" w14:textId="2094EB39" w:rsidR="0074731E" w:rsidRPr="00D16EEA" w:rsidRDefault="0074731E" w:rsidP="0074731E">
            <w:pPr>
              <w:pStyle w:val="Reminders"/>
              <w:tabs>
                <w:tab w:val="num" w:pos="360"/>
              </w:tabs>
              <w:spacing w:before="0" w:after="0"/>
              <w:rPr>
                <w:rFonts w:ascii="Calibri Light" w:hAnsi="Calibri Light" w:cs="Calibri Light"/>
                <w:i w:val="0"/>
                <w:color w:val="auto"/>
                <w:sz w:val="20"/>
                <w:szCs w:val="20"/>
              </w:rPr>
            </w:pPr>
            <w:r w:rsidRPr="00DB38DB">
              <w:rPr>
                <w:rFonts w:ascii="Calibri Light" w:hAnsi="Calibri Light" w:cs="Calibri Light"/>
                <w:i w:val="0"/>
                <w:color w:val="auto"/>
                <w:sz w:val="20"/>
                <w:szCs w:val="20"/>
              </w:rPr>
              <w:t>100%</w:t>
            </w:r>
          </w:p>
        </w:tc>
        <w:tc>
          <w:tcPr>
            <w:tcW w:w="0" w:type="auto"/>
          </w:tcPr>
          <w:p w14:paraId="4023C28A" w14:textId="17C1C4B7" w:rsidR="0074731E" w:rsidRPr="00DB38DB" w:rsidRDefault="0074731E" w:rsidP="0074731E">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9.8 EER</w:t>
            </w:r>
          </w:p>
        </w:tc>
        <w:tc>
          <w:tcPr>
            <w:tcW w:w="0" w:type="auto"/>
          </w:tcPr>
          <w:p w14:paraId="43797A90" w14:textId="3069563C" w:rsidR="00F41890" w:rsidRDefault="00F41890" w:rsidP="00F41890">
            <w:pPr>
              <w:pStyle w:val="Reminders"/>
              <w:tabs>
                <w:tab w:val="num" w:pos="360"/>
              </w:tabs>
              <w:spacing w:before="0" w:after="0"/>
              <w:rPr>
                <w:rFonts w:ascii="Calibri Light" w:hAnsi="Calibri Light" w:cs="Calibri Light"/>
                <w:i w:val="0"/>
                <w:color w:val="auto"/>
                <w:sz w:val="20"/>
                <w:szCs w:val="20"/>
              </w:rPr>
            </w:pPr>
            <w:r w:rsidRPr="00F41890">
              <w:rPr>
                <w:rFonts w:ascii="Calibri Light" w:hAnsi="Calibri Light" w:cs="Calibri Light"/>
                <w:b/>
                <w:bCs/>
                <w:i w:val="0"/>
                <w:color w:val="auto"/>
                <w:sz w:val="20"/>
                <w:szCs w:val="20"/>
              </w:rPr>
              <w:t xml:space="preserve">&lt;36 </w:t>
            </w:r>
            <w:proofErr w:type="spellStart"/>
            <w:r w:rsidRPr="00F41890">
              <w:rPr>
                <w:rFonts w:ascii="Calibri Light" w:hAnsi="Calibri Light" w:cs="Calibri Light"/>
                <w:b/>
                <w:bCs/>
                <w:i w:val="0"/>
                <w:color w:val="auto"/>
                <w:sz w:val="20"/>
                <w:szCs w:val="20"/>
              </w:rPr>
              <w:t>kBTU</w:t>
            </w:r>
            <w:proofErr w:type="spellEnd"/>
            <w:r w:rsidRPr="00F41890">
              <w:rPr>
                <w:rFonts w:ascii="Calibri Light" w:hAnsi="Calibri Light" w:cs="Calibri Light"/>
                <w:b/>
                <w:bCs/>
                <w:i w:val="0"/>
                <w:color w:val="auto"/>
                <w:sz w:val="20"/>
                <w:szCs w:val="20"/>
              </w:rPr>
              <w:t>/h:</w:t>
            </w:r>
            <w:r>
              <w:rPr>
                <w:rFonts w:ascii="Calibri Light" w:hAnsi="Calibri Light" w:cs="Calibri Light"/>
                <w:i w:val="0"/>
                <w:color w:val="auto"/>
                <w:sz w:val="20"/>
                <w:szCs w:val="20"/>
              </w:rPr>
              <w:t xml:space="preserve"> 8.63</w:t>
            </w:r>
            <w:r w:rsidRPr="00DB38DB">
              <w:rPr>
                <w:rFonts w:ascii="Calibri Light" w:hAnsi="Calibri Light" w:cs="Calibri Light"/>
                <w:i w:val="0"/>
                <w:color w:val="auto"/>
                <w:sz w:val="20"/>
                <w:szCs w:val="20"/>
              </w:rPr>
              <w:t xml:space="preserve"> HPSF</w:t>
            </w:r>
            <w:r>
              <w:rPr>
                <w:rFonts w:ascii="Calibri Light" w:hAnsi="Calibri Light" w:cs="Calibri Light"/>
                <w:i w:val="0"/>
                <w:color w:val="auto"/>
                <w:sz w:val="20"/>
                <w:szCs w:val="20"/>
              </w:rPr>
              <w:t xml:space="preserve"> </w:t>
            </w:r>
          </w:p>
          <w:p w14:paraId="36EAFADB" w14:textId="06783A09" w:rsidR="0074731E" w:rsidRPr="00D16EEA" w:rsidRDefault="00F41890" w:rsidP="00F41890">
            <w:pPr>
              <w:pStyle w:val="Reminders"/>
              <w:tabs>
                <w:tab w:val="num" w:pos="360"/>
              </w:tabs>
              <w:spacing w:before="0" w:after="0"/>
              <w:rPr>
                <w:rFonts w:ascii="Calibri Light" w:hAnsi="Calibri Light" w:cs="Calibri Light"/>
                <w:i w:val="0"/>
                <w:color w:val="auto"/>
                <w:sz w:val="20"/>
                <w:szCs w:val="20"/>
              </w:rPr>
            </w:pPr>
            <w:r w:rsidRPr="00F41890">
              <w:rPr>
                <w:rFonts w:ascii="Calibri Light" w:hAnsi="Calibri Light" w:cs="Calibri Light"/>
                <w:b/>
                <w:bCs/>
                <w:i w:val="0"/>
                <w:color w:val="auto"/>
                <w:sz w:val="20"/>
                <w:szCs w:val="20"/>
              </w:rPr>
              <w:t xml:space="preserve">≥36 </w:t>
            </w:r>
            <w:proofErr w:type="spellStart"/>
            <w:r w:rsidRPr="00F41890">
              <w:rPr>
                <w:rFonts w:ascii="Calibri Light" w:hAnsi="Calibri Light" w:cs="Calibri Light"/>
                <w:b/>
                <w:bCs/>
                <w:i w:val="0"/>
                <w:color w:val="auto"/>
                <w:sz w:val="20"/>
                <w:szCs w:val="20"/>
              </w:rPr>
              <w:t>kBTU</w:t>
            </w:r>
            <w:proofErr w:type="spellEnd"/>
            <w:r w:rsidRPr="00F41890">
              <w:rPr>
                <w:rFonts w:ascii="Calibri Light" w:hAnsi="Calibri Light" w:cs="Calibri Light"/>
                <w:b/>
                <w:bCs/>
                <w:i w:val="0"/>
                <w:color w:val="auto"/>
                <w:sz w:val="20"/>
                <w:szCs w:val="20"/>
              </w:rPr>
              <w:t>/h:</w:t>
            </w:r>
            <w:r w:rsidRPr="00F41890">
              <w:rPr>
                <w:rFonts w:ascii="Calibri Light" w:hAnsi="Calibri Light" w:cs="Calibri Light"/>
                <w:i w:val="0"/>
                <w:color w:val="auto"/>
                <w:sz w:val="20"/>
                <w:szCs w:val="20"/>
              </w:rPr>
              <w:t xml:space="preserve"> </w:t>
            </w:r>
            <w:r>
              <w:rPr>
                <w:rFonts w:ascii="Calibri Light" w:hAnsi="Calibri Light" w:cs="Calibri Light"/>
                <w:i w:val="0"/>
                <w:color w:val="auto"/>
                <w:sz w:val="20"/>
                <w:szCs w:val="20"/>
              </w:rPr>
              <w:t xml:space="preserve">8.69 </w:t>
            </w:r>
            <w:proofErr w:type="spellStart"/>
            <w:r>
              <w:rPr>
                <w:rFonts w:ascii="Calibri Light" w:hAnsi="Calibri Light" w:cs="Calibri Light"/>
                <w:i w:val="0"/>
                <w:color w:val="auto"/>
                <w:sz w:val="20"/>
                <w:szCs w:val="20"/>
              </w:rPr>
              <w:t>HSPF</w:t>
            </w:r>
            <w:r w:rsidRPr="00DF1257">
              <w:rPr>
                <w:rFonts w:ascii="Calibri Light" w:hAnsi="Calibri Light" w:cs="Calibri Light"/>
                <w:i w:val="0"/>
                <w:color w:val="auto"/>
                <w:sz w:val="20"/>
                <w:szCs w:val="20"/>
                <w:vertAlign w:val="superscript"/>
              </w:rPr>
              <w:t>b</w:t>
            </w:r>
            <w:proofErr w:type="spellEnd"/>
          </w:p>
        </w:tc>
      </w:tr>
      <w:tr w:rsidR="006B7DAC" w:rsidRPr="00DB38DB" w14:paraId="70C3B0DF" w14:textId="77777777" w:rsidTr="00A61F0A">
        <w:tc>
          <w:tcPr>
            <w:tcW w:w="0" w:type="auto"/>
          </w:tcPr>
          <w:p w14:paraId="5E73A2C3" w14:textId="5E18F0F8"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Room HP</w:t>
            </w:r>
          </w:p>
        </w:tc>
        <w:tc>
          <w:tcPr>
            <w:tcW w:w="0" w:type="auto"/>
          </w:tcPr>
          <w:p w14:paraId="15380A5A"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9.0 EER</w:t>
            </w:r>
          </w:p>
        </w:tc>
        <w:tc>
          <w:tcPr>
            <w:tcW w:w="0" w:type="auto"/>
          </w:tcPr>
          <w:p w14:paraId="3F485B96" w14:textId="4F3DE39F" w:rsidR="00F41890" w:rsidRDefault="00F41890" w:rsidP="00A61F0A">
            <w:pPr>
              <w:pStyle w:val="Reminders"/>
              <w:tabs>
                <w:tab w:val="num" w:pos="360"/>
              </w:tabs>
              <w:spacing w:before="0" w:after="0"/>
              <w:rPr>
                <w:rFonts w:ascii="Calibri Light" w:hAnsi="Calibri Light" w:cs="Calibri Light"/>
                <w:i w:val="0"/>
                <w:color w:val="auto"/>
                <w:sz w:val="20"/>
                <w:szCs w:val="20"/>
              </w:rPr>
            </w:pPr>
            <w:r w:rsidRPr="00F41890">
              <w:rPr>
                <w:rFonts w:ascii="Calibri Light" w:hAnsi="Calibri Light" w:cs="Calibri Light"/>
                <w:b/>
                <w:bCs/>
                <w:i w:val="0"/>
                <w:color w:val="auto"/>
                <w:sz w:val="20"/>
                <w:szCs w:val="20"/>
              </w:rPr>
              <w:t xml:space="preserve">&lt;36 </w:t>
            </w:r>
            <w:proofErr w:type="spellStart"/>
            <w:r w:rsidRPr="00F41890">
              <w:rPr>
                <w:rFonts w:ascii="Calibri Light" w:hAnsi="Calibri Light" w:cs="Calibri Light"/>
                <w:b/>
                <w:bCs/>
                <w:i w:val="0"/>
                <w:color w:val="auto"/>
                <w:sz w:val="20"/>
                <w:szCs w:val="20"/>
              </w:rPr>
              <w:t>kBTU</w:t>
            </w:r>
            <w:proofErr w:type="spellEnd"/>
            <w:r w:rsidRPr="00F41890">
              <w:rPr>
                <w:rFonts w:ascii="Calibri Light" w:hAnsi="Calibri Light" w:cs="Calibri Light"/>
                <w:b/>
                <w:bCs/>
                <w:i w:val="0"/>
                <w:color w:val="auto"/>
                <w:sz w:val="20"/>
                <w:szCs w:val="20"/>
              </w:rPr>
              <w:t>/h:</w:t>
            </w:r>
            <w:r>
              <w:rPr>
                <w:rFonts w:ascii="Calibri Light" w:hAnsi="Calibri Light" w:cs="Calibri Light"/>
                <w:i w:val="0"/>
                <w:color w:val="auto"/>
                <w:sz w:val="20"/>
                <w:szCs w:val="20"/>
              </w:rPr>
              <w:t xml:space="preserve"> </w:t>
            </w:r>
            <w:r w:rsidR="00722955" w:rsidRPr="00DB38DB">
              <w:rPr>
                <w:rFonts w:ascii="Calibri Light" w:hAnsi="Calibri Light" w:cs="Calibri Light"/>
                <w:i w:val="0"/>
                <w:color w:val="auto"/>
                <w:sz w:val="20"/>
                <w:szCs w:val="20"/>
              </w:rPr>
              <w:t>7.</w:t>
            </w:r>
            <w:r>
              <w:rPr>
                <w:rFonts w:ascii="Calibri Light" w:hAnsi="Calibri Light" w:cs="Calibri Light"/>
                <w:i w:val="0"/>
                <w:color w:val="auto"/>
                <w:sz w:val="20"/>
                <w:szCs w:val="20"/>
              </w:rPr>
              <w:t>92</w:t>
            </w:r>
            <w:r w:rsidR="00722955" w:rsidRPr="00DB38DB">
              <w:rPr>
                <w:rFonts w:ascii="Calibri Light" w:hAnsi="Calibri Light" w:cs="Calibri Light"/>
                <w:i w:val="0"/>
                <w:color w:val="auto"/>
                <w:sz w:val="20"/>
                <w:szCs w:val="20"/>
              </w:rPr>
              <w:t xml:space="preserve"> HPSF</w:t>
            </w:r>
            <w:r w:rsidR="00F32BF3">
              <w:rPr>
                <w:rFonts w:ascii="Calibri Light" w:hAnsi="Calibri Light" w:cs="Calibri Light"/>
                <w:i w:val="0"/>
                <w:color w:val="auto"/>
                <w:sz w:val="20"/>
                <w:szCs w:val="20"/>
              </w:rPr>
              <w:t xml:space="preserve"> </w:t>
            </w:r>
          </w:p>
          <w:p w14:paraId="21F1EDAC" w14:textId="3016D8C3" w:rsidR="00722955" w:rsidRPr="00DB38DB" w:rsidRDefault="00F41890" w:rsidP="00F41890">
            <w:pPr>
              <w:pStyle w:val="Reminders"/>
              <w:tabs>
                <w:tab w:val="num" w:pos="360"/>
              </w:tabs>
              <w:spacing w:before="0" w:after="0"/>
              <w:rPr>
                <w:rFonts w:cs="Calibri Light"/>
                <w:sz w:val="20"/>
                <w:szCs w:val="20"/>
              </w:rPr>
            </w:pPr>
            <w:r w:rsidRPr="00F41890">
              <w:rPr>
                <w:rFonts w:ascii="Calibri Light" w:hAnsi="Calibri Light" w:cs="Calibri Light"/>
                <w:b/>
                <w:bCs/>
                <w:i w:val="0"/>
                <w:color w:val="auto"/>
                <w:sz w:val="20"/>
                <w:szCs w:val="20"/>
              </w:rPr>
              <w:t xml:space="preserve">≥36 </w:t>
            </w:r>
            <w:proofErr w:type="spellStart"/>
            <w:r w:rsidRPr="00F41890">
              <w:rPr>
                <w:rFonts w:ascii="Calibri Light" w:hAnsi="Calibri Light" w:cs="Calibri Light"/>
                <w:b/>
                <w:bCs/>
                <w:i w:val="0"/>
                <w:color w:val="auto"/>
                <w:sz w:val="20"/>
                <w:szCs w:val="20"/>
              </w:rPr>
              <w:t>kBTU</w:t>
            </w:r>
            <w:proofErr w:type="spellEnd"/>
            <w:r w:rsidRPr="00F41890">
              <w:rPr>
                <w:rFonts w:ascii="Calibri Light" w:hAnsi="Calibri Light" w:cs="Calibri Light"/>
                <w:b/>
                <w:bCs/>
                <w:i w:val="0"/>
                <w:color w:val="auto"/>
                <w:sz w:val="20"/>
                <w:szCs w:val="20"/>
              </w:rPr>
              <w:t>/h:</w:t>
            </w:r>
            <w:r w:rsidRPr="00F41890">
              <w:rPr>
                <w:rFonts w:ascii="Calibri Light" w:hAnsi="Calibri Light" w:cs="Calibri Light"/>
                <w:i w:val="0"/>
                <w:color w:val="auto"/>
                <w:sz w:val="20"/>
                <w:szCs w:val="20"/>
              </w:rPr>
              <w:t xml:space="preserve"> 7.98</w:t>
            </w:r>
            <w:r>
              <w:rPr>
                <w:rFonts w:ascii="Calibri Light" w:hAnsi="Calibri Light" w:cs="Calibri Light"/>
                <w:i w:val="0"/>
                <w:color w:val="auto"/>
                <w:sz w:val="20"/>
                <w:szCs w:val="20"/>
              </w:rPr>
              <w:t xml:space="preserve"> </w:t>
            </w:r>
            <w:proofErr w:type="spellStart"/>
            <w:r>
              <w:rPr>
                <w:rFonts w:ascii="Calibri Light" w:hAnsi="Calibri Light" w:cs="Calibri Light"/>
                <w:i w:val="0"/>
                <w:color w:val="auto"/>
                <w:sz w:val="20"/>
                <w:szCs w:val="20"/>
              </w:rPr>
              <w:t>HSPF</w:t>
            </w:r>
            <w:r w:rsidR="00F32BF3" w:rsidRPr="00DF1257">
              <w:rPr>
                <w:rFonts w:ascii="Calibri Light" w:hAnsi="Calibri Light" w:cs="Calibri Light"/>
                <w:i w:val="0"/>
                <w:color w:val="auto"/>
                <w:sz w:val="20"/>
                <w:szCs w:val="20"/>
                <w:vertAlign w:val="superscript"/>
              </w:rPr>
              <w:t>b</w:t>
            </w:r>
            <w:proofErr w:type="spellEnd"/>
          </w:p>
        </w:tc>
        <w:tc>
          <w:tcPr>
            <w:tcW w:w="0" w:type="auto"/>
          </w:tcPr>
          <w:p w14:paraId="5937A431"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9.8 EER</w:t>
            </w:r>
          </w:p>
        </w:tc>
        <w:tc>
          <w:tcPr>
            <w:tcW w:w="0" w:type="auto"/>
          </w:tcPr>
          <w:p w14:paraId="3BB68FFD" w14:textId="77777777" w:rsidR="00F41890" w:rsidRDefault="00F41890" w:rsidP="00F41890">
            <w:pPr>
              <w:pStyle w:val="Reminders"/>
              <w:tabs>
                <w:tab w:val="num" w:pos="360"/>
              </w:tabs>
              <w:spacing w:before="0" w:after="0"/>
              <w:rPr>
                <w:rFonts w:ascii="Calibri Light" w:hAnsi="Calibri Light" w:cs="Calibri Light"/>
                <w:i w:val="0"/>
                <w:color w:val="auto"/>
                <w:sz w:val="20"/>
                <w:szCs w:val="20"/>
              </w:rPr>
            </w:pPr>
            <w:r w:rsidRPr="00F41890">
              <w:rPr>
                <w:rFonts w:ascii="Calibri Light" w:hAnsi="Calibri Light" w:cs="Calibri Light"/>
                <w:b/>
                <w:bCs/>
                <w:i w:val="0"/>
                <w:color w:val="auto"/>
                <w:sz w:val="20"/>
                <w:szCs w:val="20"/>
              </w:rPr>
              <w:t xml:space="preserve">&lt;36 </w:t>
            </w:r>
            <w:proofErr w:type="spellStart"/>
            <w:r w:rsidRPr="00F41890">
              <w:rPr>
                <w:rFonts w:ascii="Calibri Light" w:hAnsi="Calibri Light" w:cs="Calibri Light"/>
                <w:b/>
                <w:bCs/>
                <w:i w:val="0"/>
                <w:color w:val="auto"/>
                <w:sz w:val="20"/>
                <w:szCs w:val="20"/>
              </w:rPr>
              <w:t>kBTU</w:t>
            </w:r>
            <w:proofErr w:type="spellEnd"/>
            <w:r w:rsidRPr="00F41890">
              <w:rPr>
                <w:rFonts w:ascii="Calibri Light" w:hAnsi="Calibri Light" w:cs="Calibri Light"/>
                <w:b/>
                <w:bCs/>
                <w:i w:val="0"/>
                <w:color w:val="auto"/>
                <w:sz w:val="20"/>
                <w:szCs w:val="20"/>
              </w:rPr>
              <w:t>/h:</w:t>
            </w:r>
            <w:r>
              <w:rPr>
                <w:rFonts w:ascii="Calibri Light" w:hAnsi="Calibri Light" w:cs="Calibri Light"/>
                <w:i w:val="0"/>
                <w:color w:val="auto"/>
                <w:sz w:val="20"/>
                <w:szCs w:val="20"/>
              </w:rPr>
              <w:t xml:space="preserve"> 8.63</w:t>
            </w:r>
            <w:r w:rsidRPr="00DB38DB">
              <w:rPr>
                <w:rFonts w:ascii="Calibri Light" w:hAnsi="Calibri Light" w:cs="Calibri Light"/>
                <w:i w:val="0"/>
                <w:color w:val="auto"/>
                <w:sz w:val="20"/>
                <w:szCs w:val="20"/>
              </w:rPr>
              <w:t xml:space="preserve"> HPSF</w:t>
            </w:r>
            <w:r>
              <w:rPr>
                <w:rFonts w:ascii="Calibri Light" w:hAnsi="Calibri Light" w:cs="Calibri Light"/>
                <w:i w:val="0"/>
                <w:color w:val="auto"/>
                <w:sz w:val="20"/>
                <w:szCs w:val="20"/>
              </w:rPr>
              <w:t xml:space="preserve"> </w:t>
            </w:r>
          </w:p>
          <w:p w14:paraId="46A2DB4B" w14:textId="65BEA97C" w:rsidR="00722955" w:rsidRPr="00DB38DB" w:rsidRDefault="00F41890" w:rsidP="00F41890">
            <w:pPr>
              <w:pStyle w:val="Reminders"/>
              <w:tabs>
                <w:tab w:val="num" w:pos="360"/>
              </w:tabs>
              <w:spacing w:before="0" w:after="0"/>
              <w:rPr>
                <w:rFonts w:cs="Calibri Light"/>
                <w:sz w:val="20"/>
                <w:szCs w:val="20"/>
              </w:rPr>
            </w:pPr>
            <w:r w:rsidRPr="00F41890">
              <w:rPr>
                <w:rFonts w:ascii="Calibri Light" w:hAnsi="Calibri Light" w:cs="Calibri Light"/>
                <w:b/>
                <w:bCs/>
                <w:i w:val="0"/>
                <w:color w:val="auto"/>
                <w:sz w:val="20"/>
                <w:szCs w:val="20"/>
              </w:rPr>
              <w:t xml:space="preserve">≥36 </w:t>
            </w:r>
            <w:proofErr w:type="spellStart"/>
            <w:r w:rsidRPr="00F41890">
              <w:rPr>
                <w:rFonts w:ascii="Calibri Light" w:hAnsi="Calibri Light" w:cs="Calibri Light"/>
                <w:b/>
                <w:bCs/>
                <w:i w:val="0"/>
                <w:color w:val="auto"/>
                <w:sz w:val="20"/>
                <w:szCs w:val="20"/>
              </w:rPr>
              <w:t>kBTU</w:t>
            </w:r>
            <w:proofErr w:type="spellEnd"/>
            <w:r w:rsidRPr="00F41890">
              <w:rPr>
                <w:rFonts w:ascii="Calibri Light" w:hAnsi="Calibri Light" w:cs="Calibri Light"/>
                <w:b/>
                <w:bCs/>
                <w:i w:val="0"/>
                <w:color w:val="auto"/>
                <w:sz w:val="20"/>
                <w:szCs w:val="20"/>
              </w:rPr>
              <w:t>/h:</w:t>
            </w:r>
            <w:r w:rsidRPr="00F41890">
              <w:rPr>
                <w:rFonts w:ascii="Calibri Light" w:hAnsi="Calibri Light" w:cs="Calibri Light"/>
                <w:i w:val="0"/>
                <w:color w:val="auto"/>
                <w:sz w:val="20"/>
                <w:szCs w:val="20"/>
              </w:rPr>
              <w:t xml:space="preserve"> </w:t>
            </w:r>
            <w:r>
              <w:rPr>
                <w:rFonts w:ascii="Calibri Light" w:hAnsi="Calibri Light" w:cs="Calibri Light"/>
                <w:i w:val="0"/>
                <w:color w:val="auto"/>
                <w:sz w:val="20"/>
                <w:szCs w:val="20"/>
              </w:rPr>
              <w:t xml:space="preserve">8.69 </w:t>
            </w:r>
            <w:proofErr w:type="spellStart"/>
            <w:r>
              <w:rPr>
                <w:rFonts w:ascii="Calibri Light" w:hAnsi="Calibri Light" w:cs="Calibri Light"/>
                <w:i w:val="0"/>
                <w:color w:val="auto"/>
                <w:sz w:val="20"/>
                <w:szCs w:val="20"/>
              </w:rPr>
              <w:t>HSPF</w:t>
            </w:r>
            <w:r w:rsidRPr="00DF1257">
              <w:rPr>
                <w:rFonts w:ascii="Calibri Light" w:hAnsi="Calibri Light" w:cs="Calibri Light"/>
                <w:i w:val="0"/>
                <w:color w:val="auto"/>
                <w:sz w:val="20"/>
                <w:szCs w:val="20"/>
                <w:vertAlign w:val="superscript"/>
              </w:rPr>
              <w:t>b</w:t>
            </w:r>
            <w:proofErr w:type="spellEnd"/>
          </w:p>
        </w:tc>
      </w:tr>
      <w:tr w:rsidR="006B7DAC" w:rsidRPr="00DB38DB" w14:paraId="403BE560" w14:textId="77777777" w:rsidTr="00A61F0A">
        <w:tc>
          <w:tcPr>
            <w:tcW w:w="0" w:type="auto"/>
          </w:tcPr>
          <w:p w14:paraId="1E65590B" w14:textId="7E1AF904" w:rsidR="0074731E" w:rsidRPr="00DB38DB" w:rsidRDefault="0074731E" w:rsidP="0074731E">
            <w:pPr>
              <w:pStyle w:val="Reminders"/>
              <w:tabs>
                <w:tab w:val="num" w:pos="360"/>
              </w:tabs>
              <w:spacing w:before="0" w:after="0"/>
              <w:rPr>
                <w:rFonts w:cs="Calibri Light"/>
                <w:sz w:val="20"/>
                <w:szCs w:val="20"/>
              </w:rPr>
            </w:pPr>
            <w:r>
              <w:rPr>
                <w:rFonts w:ascii="Calibri Light" w:hAnsi="Calibri Light" w:cs="Calibri Light"/>
                <w:i w:val="0"/>
                <w:color w:val="auto"/>
                <w:sz w:val="20"/>
                <w:szCs w:val="20"/>
              </w:rPr>
              <w:t xml:space="preserve">Ductless </w:t>
            </w:r>
            <w:r w:rsidRPr="00DB38DB">
              <w:rPr>
                <w:rFonts w:ascii="Calibri Light" w:hAnsi="Calibri Light" w:cs="Calibri Light"/>
                <w:i w:val="0"/>
                <w:color w:val="auto"/>
                <w:sz w:val="20"/>
                <w:szCs w:val="20"/>
              </w:rPr>
              <w:t xml:space="preserve">AC </w:t>
            </w:r>
            <w:r w:rsidR="00D3170C">
              <w:rPr>
                <w:rFonts w:ascii="Calibri Light" w:hAnsi="Calibri Light" w:cs="Calibri Light"/>
                <w:i w:val="0"/>
                <w:color w:val="auto"/>
                <w:sz w:val="20"/>
                <w:szCs w:val="20"/>
              </w:rPr>
              <w:t xml:space="preserve">coupled with </w:t>
            </w:r>
            <w:r>
              <w:rPr>
                <w:rFonts w:ascii="Calibri Light" w:hAnsi="Calibri Light" w:cs="Calibri Light"/>
                <w:i w:val="0"/>
                <w:color w:val="auto"/>
                <w:sz w:val="20"/>
                <w:szCs w:val="20"/>
              </w:rPr>
              <w:t>electric resistance space heater</w:t>
            </w:r>
          </w:p>
        </w:tc>
        <w:tc>
          <w:tcPr>
            <w:tcW w:w="0" w:type="auto"/>
          </w:tcPr>
          <w:p w14:paraId="3115C28E" w14:textId="77777777" w:rsidR="0074731E" w:rsidRPr="00DB38DB" w:rsidRDefault="0074731E" w:rsidP="0074731E">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13.0 SEER</w:t>
            </w:r>
          </w:p>
        </w:tc>
        <w:tc>
          <w:tcPr>
            <w:tcW w:w="0" w:type="auto"/>
          </w:tcPr>
          <w:p w14:paraId="2AD586F9" w14:textId="35D2A195" w:rsidR="0074731E" w:rsidRPr="00D16EEA" w:rsidRDefault="0074731E" w:rsidP="0074731E">
            <w:pPr>
              <w:pStyle w:val="Reminders"/>
              <w:tabs>
                <w:tab w:val="num" w:pos="360"/>
              </w:tabs>
              <w:spacing w:before="0" w:after="0"/>
              <w:rPr>
                <w:rFonts w:ascii="Calibri Light" w:hAnsi="Calibri Light" w:cs="Calibri Light"/>
                <w:i w:val="0"/>
                <w:color w:val="auto"/>
                <w:sz w:val="20"/>
                <w:szCs w:val="20"/>
              </w:rPr>
            </w:pPr>
            <w:r w:rsidRPr="00DB38DB">
              <w:rPr>
                <w:rFonts w:ascii="Calibri Light" w:hAnsi="Calibri Light" w:cs="Calibri Light"/>
                <w:i w:val="0"/>
                <w:color w:val="auto"/>
                <w:sz w:val="20"/>
                <w:szCs w:val="20"/>
              </w:rPr>
              <w:t>100%</w:t>
            </w:r>
          </w:p>
        </w:tc>
        <w:tc>
          <w:tcPr>
            <w:tcW w:w="0" w:type="auto"/>
          </w:tcPr>
          <w:p w14:paraId="5CA7B993" w14:textId="5007FE44" w:rsidR="0074731E" w:rsidRPr="00DB38DB" w:rsidRDefault="0074731E" w:rsidP="0074731E">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14.0 SEER</w:t>
            </w:r>
          </w:p>
        </w:tc>
        <w:tc>
          <w:tcPr>
            <w:tcW w:w="0" w:type="auto"/>
          </w:tcPr>
          <w:p w14:paraId="2987224E" w14:textId="5DB2545D" w:rsidR="0074731E" w:rsidRPr="00D16EEA" w:rsidRDefault="0074731E" w:rsidP="0074731E">
            <w:pPr>
              <w:pStyle w:val="Reminders"/>
              <w:tabs>
                <w:tab w:val="num" w:pos="360"/>
              </w:tabs>
              <w:spacing w:before="0" w:after="0"/>
              <w:rPr>
                <w:rFonts w:ascii="Calibri Light" w:hAnsi="Calibri Light" w:cs="Calibri Light"/>
                <w:i w:val="0"/>
                <w:color w:val="auto"/>
                <w:sz w:val="20"/>
                <w:szCs w:val="20"/>
              </w:rPr>
            </w:pPr>
            <w:r w:rsidRPr="00DB38DB">
              <w:rPr>
                <w:rFonts w:ascii="Calibri Light" w:hAnsi="Calibri Light" w:cs="Calibri Light"/>
                <w:i w:val="0"/>
                <w:color w:val="auto"/>
                <w:sz w:val="20"/>
                <w:szCs w:val="20"/>
              </w:rPr>
              <w:t>8.2 HPSF</w:t>
            </w:r>
          </w:p>
        </w:tc>
      </w:tr>
      <w:tr w:rsidR="006B7DAC" w:rsidRPr="00DB38DB" w14:paraId="33BDE31D" w14:textId="77777777" w:rsidTr="00A61F0A">
        <w:tc>
          <w:tcPr>
            <w:tcW w:w="0" w:type="auto"/>
          </w:tcPr>
          <w:p w14:paraId="54DB61F3" w14:textId="5308816F" w:rsidR="00722955" w:rsidRPr="00DB38DB" w:rsidRDefault="00FD0938" w:rsidP="00A61F0A">
            <w:pPr>
              <w:pStyle w:val="Reminders"/>
              <w:tabs>
                <w:tab w:val="num" w:pos="360"/>
              </w:tabs>
              <w:spacing w:before="0" w:after="0"/>
              <w:rPr>
                <w:rFonts w:cs="Calibri Light"/>
                <w:sz w:val="20"/>
                <w:szCs w:val="20"/>
              </w:rPr>
            </w:pPr>
            <w:r>
              <w:rPr>
                <w:rFonts w:ascii="Calibri Light" w:hAnsi="Calibri Light" w:cs="Calibri Light"/>
                <w:i w:val="0"/>
                <w:color w:val="auto"/>
                <w:sz w:val="20"/>
                <w:szCs w:val="20"/>
              </w:rPr>
              <w:t>Ductless HP</w:t>
            </w:r>
          </w:p>
        </w:tc>
        <w:tc>
          <w:tcPr>
            <w:tcW w:w="0" w:type="auto"/>
          </w:tcPr>
          <w:p w14:paraId="7F498B74"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13.0 SEER</w:t>
            </w:r>
          </w:p>
        </w:tc>
        <w:tc>
          <w:tcPr>
            <w:tcW w:w="0" w:type="auto"/>
          </w:tcPr>
          <w:p w14:paraId="4377DBB9"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7.7 HSPF</w:t>
            </w:r>
          </w:p>
        </w:tc>
        <w:tc>
          <w:tcPr>
            <w:tcW w:w="0" w:type="auto"/>
          </w:tcPr>
          <w:p w14:paraId="68352857"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14.0 SEER</w:t>
            </w:r>
          </w:p>
        </w:tc>
        <w:tc>
          <w:tcPr>
            <w:tcW w:w="0" w:type="auto"/>
          </w:tcPr>
          <w:p w14:paraId="5A596D2B"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8.2 HPSF</w:t>
            </w:r>
          </w:p>
        </w:tc>
      </w:tr>
    </w:tbl>
    <w:p w14:paraId="74F0453C" w14:textId="77777777" w:rsidR="00247E22" w:rsidRDefault="00247E22" w:rsidP="00247E22">
      <w:pPr>
        <w:pStyle w:val="eTRMTableFootnote"/>
        <w:rPr>
          <w:vertAlign w:val="superscript"/>
        </w:rPr>
      </w:pPr>
    </w:p>
    <w:p w14:paraId="7892046E" w14:textId="1786F5D0" w:rsidR="00BF582D" w:rsidRDefault="00F32BF3" w:rsidP="00247E22">
      <w:pPr>
        <w:pStyle w:val="eTRMTableFootnote"/>
      </w:pPr>
      <w:r w:rsidRPr="00E20726">
        <w:rPr>
          <w:vertAlign w:val="superscript"/>
        </w:rPr>
        <w:t>a</w:t>
      </w:r>
      <w:r>
        <w:t xml:space="preserve"> </w:t>
      </w:r>
      <w:r w:rsidR="00C53155">
        <w:t>California Building Energy Efficiency Standards (Title 24)</w:t>
      </w:r>
      <w:r w:rsidR="00BF582D">
        <w:t xml:space="preserve"> restricts using electric resistance space heater for primary heating. Hence, the standard equipment</w:t>
      </w:r>
      <w:r w:rsidR="00DD0AAC">
        <w:t xml:space="preserve"> </w:t>
      </w:r>
      <w:r w:rsidR="00B302E4">
        <w:t>that would be installed to replace an existing</w:t>
      </w:r>
      <w:r w:rsidR="00DD0AAC">
        <w:t xml:space="preserve"> room AC </w:t>
      </w:r>
      <w:r w:rsidR="00B302E4">
        <w:t xml:space="preserve">(or </w:t>
      </w:r>
      <w:r w:rsidR="0074731E">
        <w:t xml:space="preserve">ductless AC </w:t>
      </w:r>
      <w:r w:rsidR="00296546">
        <w:t xml:space="preserve">coupled </w:t>
      </w:r>
      <w:r w:rsidR="0074731E">
        <w:t>with</w:t>
      </w:r>
      <w:r w:rsidR="00DD0AAC">
        <w:t xml:space="preserve"> electric </w:t>
      </w:r>
      <w:r w:rsidR="0074731E">
        <w:t>resistance space heater</w:t>
      </w:r>
      <w:r w:rsidR="00B302E4">
        <w:t>)</w:t>
      </w:r>
      <w:r w:rsidR="0074731E">
        <w:t xml:space="preserve"> </w:t>
      </w:r>
      <w:r w:rsidR="00B302E4">
        <w:t>is deemed to</w:t>
      </w:r>
      <w:r w:rsidR="0074731E">
        <w:t xml:space="preserve"> be room HP </w:t>
      </w:r>
      <w:r w:rsidR="00B302E4">
        <w:t xml:space="preserve">(or </w:t>
      </w:r>
      <w:r w:rsidR="0074731E">
        <w:t>Ductless HP</w:t>
      </w:r>
      <w:r w:rsidR="00B302E4">
        <w:t>,</w:t>
      </w:r>
      <w:r w:rsidR="0074731E">
        <w:t xml:space="preserve"> respectively</w:t>
      </w:r>
      <w:r w:rsidR="00B302E4">
        <w:t>), hence HSPF applies for heating mode efficiency to all standard base cases</w:t>
      </w:r>
      <w:r w:rsidR="0074731E">
        <w:t>.</w:t>
      </w:r>
    </w:p>
    <w:p w14:paraId="6957DBCE" w14:textId="77777777" w:rsidR="00247E22" w:rsidRDefault="00247E22" w:rsidP="00247E22">
      <w:pPr>
        <w:pStyle w:val="eTRMTableFootnote"/>
      </w:pPr>
    </w:p>
    <w:p w14:paraId="6FCDA025" w14:textId="48F7434D" w:rsidR="00563B1B" w:rsidRDefault="00C53155" w:rsidP="00247E22">
      <w:pPr>
        <w:pStyle w:val="eTRMTableFootnote"/>
      </w:pPr>
      <w:r>
        <w:t xml:space="preserve"> </w:t>
      </w:r>
      <w:r w:rsidR="00522F55" w:rsidRPr="00E20726">
        <w:rPr>
          <w:vertAlign w:val="superscript"/>
        </w:rPr>
        <w:t>b</w:t>
      </w:r>
      <w:r w:rsidR="00522F55">
        <w:t xml:space="preserve"> </w:t>
      </w:r>
      <w:proofErr w:type="gramStart"/>
      <w:r w:rsidR="002E567D">
        <w:t>For</w:t>
      </w:r>
      <w:proofErr w:type="gramEnd"/>
      <w:r w:rsidR="002E567D">
        <w:t xml:space="preserve"> this equipment, c</w:t>
      </w:r>
      <w:r w:rsidR="00BF5328">
        <w:t xml:space="preserve">ode only specifies </w:t>
      </w:r>
      <w:r w:rsidR="00A46C05">
        <w:t xml:space="preserve">EER. </w:t>
      </w:r>
      <w:r w:rsidR="00F41890">
        <w:t xml:space="preserve">Here, a standard practice </w:t>
      </w:r>
      <w:r w:rsidR="00A46C05">
        <w:t xml:space="preserve">HPSF </w:t>
      </w:r>
      <w:r w:rsidR="00F41890">
        <w:t>was</w:t>
      </w:r>
      <w:r w:rsidR="00A46C05">
        <w:t xml:space="preserve"> </w:t>
      </w:r>
      <w:r w:rsidR="00F41890">
        <w:t xml:space="preserve">defined </w:t>
      </w:r>
      <w:r w:rsidR="005655BD">
        <w:t>from typically seen HSPF</w:t>
      </w:r>
      <w:r w:rsidR="00F41890">
        <w:t xml:space="preserve">-to-EER ratios </w:t>
      </w:r>
      <w:r w:rsidR="005655BD">
        <w:t xml:space="preserve">corresponding to the </w:t>
      </w:r>
      <w:r w:rsidR="00F41890">
        <w:t xml:space="preserve">capacity and </w:t>
      </w:r>
      <w:r w:rsidR="005655BD">
        <w:t xml:space="preserve">EER </w:t>
      </w:r>
      <w:r w:rsidR="002E567D">
        <w:t xml:space="preserve">range </w:t>
      </w:r>
      <w:r w:rsidR="005655BD">
        <w:t xml:space="preserve">of </w:t>
      </w:r>
      <w:r w:rsidR="00F41890">
        <w:t xml:space="preserve">SEER-rated </w:t>
      </w:r>
      <w:r w:rsidR="005655BD">
        <w:t>ductless heat pumps</w:t>
      </w:r>
      <w:r w:rsidR="00CE70F1">
        <w:t xml:space="preserve"> per</w:t>
      </w:r>
      <w:r w:rsidR="00F41890">
        <w:t xml:space="preserve"> analysis in the section below, </w:t>
      </w:r>
      <w:r w:rsidR="00F41890" w:rsidRPr="00F41890">
        <w:t>Electric Savings (kWh)</w:t>
      </w:r>
      <w:r w:rsidR="005655BD">
        <w:t xml:space="preserve">.  </w:t>
      </w:r>
    </w:p>
    <w:p w14:paraId="50DDB604" w14:textId="666D512F" w:rsidR="005021C0" w:rsidRDefault="005021C0" w:rsidP="00247E22">
      <w:pPr>
        <w:pStyle w:val="eTRMTableFootnote"/>
      </w:pPr>
    </w:p>
    <w:p w14:paraId="0AD054B0" w14:textId="712FD56B" w:rsidR="005021C0" w:rsidRDefault="005021C0" w:rsidP="005021C0">
      <w:r>
        <w:t>Due to code requirements (see below), certain types of eligible equipment to be replaced will be treated as if a different type of equipment, for purposes of cost and energy baselines</w:t>
      </w:r>
      <w:r w:rsidR="009D3F70">
        <w:t>. Hence some measure offerings show multiple types of equipment that can be replaced through the offering</w:t>
      </w:r>
      <w:r>
        <w:t>.</w:t>
      </w:r>
    </w:p>
    <w:p w14:paraId="4534063C" w14:textId="61038C1D" w:rsidR="005021C0" w:rsidRDefault="005021C0" w:rsidP="005021C0">
      <w:pPr>
        <w:pStyle w:val="ListParagraph"/>
        <w:numPr>
          <w:ilvl w:val="0"/>
          <w:numId w:val="46"/>
        </w:numPr>
      </w:pPr>
      <w:r>
        <w:t xml:space="preserve">Through the wall or window air-conditioner (Room AC) coupled with electric resistance space heater for heating: treated as if a room heat pump due to code requirements limiting the amount of space heating that can be served by electric resistance heating. </w:t>
      </w:r>
    </w:p>
    <w:p w14:paraId="77DFFAFE" w14:textId="2115C018" w:rsidR="005021C0" w:rsidRDefault="005021C0" w:rsidP="005021C0">
      <w:pPr>
        <w:pStyle w:val="ListParagraph"/>
        <w:numPr>
          <w:ilvl w:val="0"/>
          <w:numId w:val="46"/>
        </w:numPr>
      </w:pPr>
      <w:r>
        <w:t xml:space="preserve">Through the wall or window heat pump (Room HP): </w:t>
      </w:r>
      <w:r w:rsidR="009D3F70">
        <w:t>unchanged.</w:t>
      </w:r>
    </w:p>
    <w:p w14:paraId="66ACE240" w14:textId="0034C122" w:rsidR="005021C0" w:rsidRDefault="005021C0" w:rsidP="005021C0">
      <w:pPr>
        <w:pStyle w:val="ListParagraph"/>
        <w:numPr>
          <w:ilvl w:val="0"/>
          <w:numId w:val="46"/>
        </w:numPr>
      </w:pPr>
      <w:r>
        <w:t>Ductless air-conditioner providing cooling coupled with electric resistance space heater for heating (Ductless AC)</w:t>
      </w:r>
      <w:r w:rsidR="009D3F70">
        <w:t>: treated as if a ductless heat pump due to code requirements limiting the amount of space heating that can be served by electric resistance heating.</w:t>
      </w:r>
    </w:p>
    <w:p w14:paraId="5DA0B778" w14:textId="3F3ACA38" w:rsidR="005021C0" w:rsidRDefault="005021C0" w:rsidP="005021C0">
      <w:pPr>
        <w:pStyle w:val="ListParagraph"/>
        <w:numPr>
          <w:ilvl w:val="0"/>
          <w:numId w:val="46"/>
        </w:numPr>
      </w:pPr>
      <w:r>
        <w:t>Less efficient (than minimum California Energy Standards) ductless heat pump (Ductless HP)</w:t>
      </w:r>
      <w:r w:rsidR="009D3F70">
        <w:t>: unchanged.</w:t>
      </w:r>
    </w:p>
    <w:p w14:paraId="427BCD3B" w14:textId="77777777" w:rsidR="005021C0" w:rsidRDefault="005021C0" w:rsidP="005021C0"/>
    <w:p w14:paraId="7D9DA4A6" w14:textId="1FA56354" w:rsidR="007D230B" w:rsidRDefault="007D230B" w:rsidP="00427574">
      <w:pPr>
        <w:pStyle w:val="eTRMHeading3"/>
      </w:pPr>
      <w:bookmarkStart w:id="17" w:name="_Toc486490850"/>
      <w:bookmarkStart w:id="18" w:name="_Toc486580921"/>
      <w:bookmarkStart w:id="19" w:name="_Toc53490185"/>
      <w:r w:rsidRPr="0001609E">
        <w:t>Code Requirements</w:t>
      </w:r>
      <w:bookmarkEnd w:id="17"/>
      <w:bookmarkEnd w:id="18"/>
      <w:bookmarkEnd w:id="19"/>
    </w:p>
    <w:p w14:paraId="08934CE5" w14:textId="57880F9A" w:rsidR="007308AE" w:rsidRDefault="006F11FC" w:rsidP="007308AE">
      <w:r>
        <w:t xml:space="preserve">The residential HVAC equipment designated for this measure must comply with both state and federal efficiency standards. </w:t>
      </w:r>
      <w:r w:rsidR="007308AE">
        <w:t xml:space="preserve">Applicable state and federal codes and standards </w:t>
      </w:r>
      <w:r w:rsidR="007308AE" w:rsidRPr="00557AC6">
        <w:t xml:space="preserve">for </w:t>
      </w:r>
      <w:r w:rsidR="00B54A16">
        <w:t>base case and measure case</w:t>
      </w:r>
      <w:r w:rsidR="00261922">
        <w:t xml:space="preserve"> </w:t>
      </w:r>
      <w:r w:rsidR="007308AE">
        <w:t>are specified below.</w:t>
      </w:r>
    </w:p>
    <w:p w14:paraId="08D5B066" w14:textId="77777777" w:rsidR="008A62D6" w:rsidRPr="0001609E" w:rsidRDefault="008A62D6" w:rsidP="00184860">
      <w:pPr>
        <w:pStyle w:val="Caption"/>
      </w:pPr>
      <w:r w:rsidRPr="0001609E">
        <w:lastRenderedPageBreak/>
        <w:t xml:space="preserve">Applicable State and Federal Codes and Standards </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87"/>
        <w:gridCol w:w="2302"/>
        <w:gridCol w:w="2042"/>
        <w:gridCol w:w="2119"/>
      </w:tblGrid>
      <w:tr w:rsidR="003C0C59" w:rsidRPr="0001609E" w14:paraId="0F8FCBB7" w14:textId="77777777" w:rsidTr="000318E4">
        <w:trPr>
          <w:cantSplit/>
          <w:trHeight w:val="20"/>
        </w:trPr>
        <w:tc>
          <w:tcPr>
            <w:tcW w:w="0" w:type="auto"/>
            <w:shd w:val="clear" w:color="auto" w:fill="F2F2F2" w:themeFill="background1" w:themeFillShade="F2"/>
            <w:vAlign w:val="bottom"/>
          </w:tcPr>
          <w:p w14:paraId="08DCF8E6" w14:textId="77777777" w:rsidR="001B35BC" w:rsidRPr="0001609E" w:rsidRDefault="001B35BC" w:rsidP="008A62D6">
            <w:pPr>
              <w:keepNext/>
              <w:keepLines/>
              <w:spacing w:before="20" w:after="20"/>
              <w:rPr>
                <w:b/>
                <w:sz w:val="20"/>
                <w:szCs w:val="20"/>
              </w:rPr>
            </w:pPr>
            <w:r w:rsidRPr="0001609E">
              <w:rPr>
                <w:b/>
                <w:sz w:val="20"/>
              </w:rPr>
              <w:t>Code</w:t>
            </w:r>
          </w:p>
        </w:tc>
        <w:tc>
          <w:tcPr>
            <w:tcW w:w="0" w:type="auto"/>
            <w:shd w:val="clear" w:color="auto" w:fill="F2F2F2" w:themeFill="background1" w:themeFillShade="F2"/>
          </w:tcPr>
          <w:p w14:paraId="3409BD22" w14:textId="1FD81E7C" w:rsidR="001B35BC" w:rsidRPr="0001609E" w:rsidRDefault="00C74A85" w:rsidP="008A62D6">
            <w:pPr>
              <w:keepNext/>
              <w:keepLines/>
              <w:spacing w:before="20" w:after="20"/>
              <w:jc w:val="center"/>
              <w:rPr>
                <w:b/>
                <w:sz w:val="20"/>
              </w:rPr>
            </w:pPr>
            <w:r>
              <w:rPr>
                <w:b/>
                <w:sz w:val="20"/>
              </w:rPr>
              <w:t>Technology</w:t>
            </w:r>
          </w:p>
        </w:tc>
        <w:tc>
          <w:tcPr>
            <w:tcW w:w="0" w:type="auto"/>
            <w:shd w:val="clear" w:color="auto" w:fill="F2F2F2" w:themeFill="background1" w:themeFillShade="F2"/>
            <w:vAlign w:val="bottom"/>
          </w:tcPr>
          <w:p w14:paraId="204539BE" w14:textId="356663A7" w:rsidR="001B35BC" w:rsidRPr="0001609E" w:rsidRDefault="001B35BC" w:rsidP="008A62D6">
            <w:pPr>
              <w:keepNext/>
              <w:keepLines/>
              <w:spacing w:before="20" w:after="20"/>
              <w:jc w:val="center"/>
              <w:rPr>
                <w:b/>
                <w:sz w:val="20"/>
                <w:szCs w:val="20"/>
              </w:rPr>
            </w:pPr>
            <w:r w:rsidRPr="0001609E">
              <w:rPr>
                <w:b/>
                <w:sz w:val="20"/>
              </w:rPr>
              <w:t>Applicable Code Reference</w:t>
            </w:r>
          </w:p>
        </w:tc>
        <w:tc>
          <w:tcPr>
            <w:tcW w:w="0" w:type="auto"/>
            <w:shd w:val="clear" w:color="auto" w:fill="F2F2F2" w:themeFill="background1" w:themeFillShade="F2"/>
            <w:vAlign w:val="bottom"/>
          </w:tcPr>
          <w:p w14:paraId="1AC4EB9E" w14:textId="77777777" w:rsidR="001B35BC" w:rsidRPr="0001609E" w:rsidRDefault="001B35BC" w:rsidP="008A62D6">
            <w:pPr>
              <w:keepNext/>
              <w:keepLines/>
              <w:spacing w:before="20" w:after="20"/>
              <w:jc w:val="center"/>
              <w:rPr>
                <w:b/>
                <w:sz w:val="20"/>
                <w:szCs w:val="20"/>
              </w:rPr>
            </w:pPr>
            <w:r w:rsidRPr="0001609E">
              <w:rPr>
                <w:b/>
                <w:sz w:val="20"/>
              </w:rPr>
              <w:t>Effective Date</w:t>
            </w:r>
          </w:p>
        </w:tc>
      </w:tr>
      <w:tr w:rsidR="003C0C59" w:rsidRPr="0001609E" w14:paraId="2E2800E0" w14:textId="77777777" w:rsidTr="001D7A3E">
        <w:trPr>
          <w:cantSplit/>
          <w:trHeight w:val="575"/>
        </w:trPr>
        <w:tc>
          <w:tcPr>
            <w:tcW w:w="0" w:type="auto"/>
            <w:shd w:val="clear" w:color="auto" w:fill="auto"/>
          </w:tcPr>
          <w:p w14:paraId="1A86F19E" w14:textId="77777777" w:rsidR="001B35BC" w:rsidRPr="0001609E" w:rsidRDefault="001B35BC" w:rsidP="008A62D6">
            <w:pPr>
              <w:keepNext/>
              <w:keepLines/>
              <w:spacing w:before="20" w:after="20"/>
              <w:rPr>
                <w:sz w:val="20"/>
                <w:szCs w:val="20"/>
              </w:rPr>
            </w:pPr>
            <w:r w:rsidRPr="0001609E">
              <w:rPr>
                <w:sz w:val="20"/>
              </w:rPr>
              <w:t xml:space="preserve">CA Appliance Efficiency Regulations – Title 20 </w:t>
            </w:r>
          </w:p>
        </w:tc>
        <w:tc>
          <w:tcPr>
            <w:tcW w:w="0" w:type="auto"/>
          </w:tcPr>
          <w:p w14:paraId="562D4BD0" w14:textId="7D34EA0C" w:rsidR="001B35BC" w:rsidRDefault="00C74A85" w:rsidP="008A62D6">
            <w:pPr>
              <w:keepNext/>
              <w:keepLines/>
              <w:spacing w:before="20" w:after="20"/>
              <w:rPr>
                <w:rFonts w:cstheme="minorHAnsi"/>
                <w:sz w:val="20"/>
                <w:szCs w:val="20"/>
              </w:rPr>
            </w:pPr>
            <w:r>
              <w:rPr>
                <w:rFonts w:cstheme="minorHAnsi"/>
                <w:sz w:val="20"/>
                <w:szCs w:val="20"/>
              </w:rPr>
              <w:t>Ductless Heat Pump</w:t>
            </w:r>
            <w:r w:rsidR="00F10FD5">
              <w:rPr>
                <w:rFonts w:cstheme="minorHAnsi"/>
                <w:sz w:val="20"/>
                <w:szCs w:val="20"/>
              </w:rPr>
              <w:t xml:space="preserve"> and Ductless AC</w:t>
            </w:r>
          </w:p>
        </w:tc>
        <w:tc>
          <w:tcPr>
            <w:tcW w:w="0" w:type="auto"/>
            <w:shd w:val="clear" w:color="auto" w:fill="auto"/>
          </w:tcPr>
          <w:p w14:paraId="45EFEE79" w14:textId="4619A5DD" w:rsidR="001B35BC" w:rsidRPr="006478AC" w:rsidRDefault="001B35BC" w:rsidP="001D7A3E">
            <w:pPr>
              <w:keepNext/>
              <w:keepLines/>
              <w:spacing w:before="20" w:after="20"/>
              <w:rPr>
                <w:rFonts w:cstheme="minorHAnsi"/>
                <w:sz w:val="20"/>
                <w:szCs w:val="20"/>
              </w:rPr>
            </w:pPr>
            <w:r>
              <w:rPr>
                <w:rFonts w:cstheme="minorHAnsi"/>
                <w:sz w:val="20"/>
                <w:szCs w:val="20"/>
              </w:rPr>
              <w:t xml:space="preserve">Section 1605.1(c)(1) Table C-3 </w:t>
            </w:r>
          </w:p>
        </w:tc>
        <w:tc>
          <w:tcPr>
            <w:tcW w:w="0" w:type="auto"/>
            <w:shd w:val="clear" w:color="auto" w:fill="auto"/>
          </w:tcPr>
          <w:p w14:paraId="209C7B04" w14:textId="25B1806D" w:rsidR="001B35BC" w:rsidRPr="00853C10" w:rsidRDefault="001B35BC" w:rsidP="008A62D6">
            <w:pPr>
              <w:keepNext/>
              <w:keepLines/>
              <w:spacing w:before="20" w:after="20"/>
              <w:jc w:val="center"/>
              <w:rPr>
                <w:sz w:val="20"/>
                <w:szCs w:val="20"/>
              </w:rPr>
            </w:pPr>
            <w:r>
              <w:rPr>
                <w:sz w:val="20"/>
                <w:szCs w:val="20"/>
              </w:rPr>
              <w:t>January 1, 2019</w:t>
            </w:r>
          </w:p>
        </w:tc>
      </w:tr>
      <w:tr w:rsidR="003C0C59" w:rsidRPr="0001609E" w14:paraId="40B41FFF" w14:textId="77777777" w:rsidTr="000318E4">
        <w:trPr>
          <w:cantSplit/>
          <w:trHeight w:val="20"/>
        </w:trPr>
        <w:tc>
          <w:tcPr>
            <w:tcW w:w="0" w:type="auto"/>
            <w:shd w:val="clear" w:color="auto" w:fill="auto"/>
          </w:tcPr>
          <w:p w14:paraId="6703CEF6" w14:textId="437D7680" w:rsidR="00C675C2" w:rsidRPr="0001609E" w:rsidRDefault="00C675C2" w:rsidP="008A62D6">
            <w:pPr>
              <w:keepNext/>
              <w:keepLines/>
              <w:spacing w:before="20" w:after="20"/>
              <w:rPr>
                <w:sz w:val="20"/>
              </w:rPr>
            </w:pPr>
            <w:r w:rsidRPr="0001609E">
              <w:rPr>
                <w:sz w:val="20"/>
              </w:rPr>
              <w:t>CA Appliance Efficiency Regulations – Title 20</w:t>
            </w:r>
          </w:p>
        </w:tc>
        <w:tc>
          <w:tcPr>
            <w:tcW w:w="0" w:type="auto"/>
          </w:tcPr>
          <w:p w14:paraId="182796F3" w14:textId="4A1F6B80" w:rsidR="00C675C2" w:rsidRDefault="009F5AA7" w:rsidP="008A62D6">
            <w:pPr>
              <w:keepNext/>
              <w:keepLines/>
              <w:spacing w:before="20" w:after="20"/>
              <w:rPr>
                <w:rFonts w:cstheme="minorHAnsi"/>
                <w:sz w:val="20"/>
                <w:szCs w:val="20"/>
              </w:rPr>
            </w:pPr>
            <w:r>
              <w:rPr>
                <w:rFonts w:cstheme="minorHAnsi"/>
                <w:sz w:val="20"/>
                <w:szCs w:val="20"/>
              </w:rPr>
              <w:t>Room AC and Room Heat Pump</w:t>
            </w:r>
          </w:p>
        </w:tc>
        <w:tc>
          <w:tcPr>
            <w:tcW w:w="0" w:type="auto"/>
            <w:shd w:val="clear" w:color="auto" w:fill="auto"/>
          </w:tcPr>
          <w:p w14:paraId="41D6AB1D" w14:textId="709811BF" w:rsidR="00C675C2" w:rsidRDefault="006F56C1" w:rsidP="001D7A3E">
            <w:pPr>
              <w:keepNext/>
              <w:keepLines/>
              <w:spacing w:before="20" w:after="20"/>
              <w:rPr>
                <w:rFonts w:cstheme="minorHAnsi"/>
                <w:sz w:val="20"/>
                <w:szCs w:val="20"/>
              </w:rPr>
            </w:pPr>
            <w:r>
              <w:rPr>
                <w:rFonts w:cstheme="minorHAnsi"/>
                <w:sz w:val="20"/>
                <w:szCs w:val="20"/>
              </w:rPr>
              <w:t>Section 1605.1(</w:t>
            </w:r>
            <w:r w:rsidR="00D86329">
              <w:rPr>
                <w:rFonts w:cstheme="minorHAnsi"/>
                <w:sz w:val="20"/>
                <w:szCs w:val="20"/>
              </w:rPr>
              <w:t>b</w:t>
            </w:r>
            <w:r>
              <w:rPr>
                <w:rFonts w:cstheme="minorHAnsi"/>
                <w:sz w:val="20"/>
                <w:szCs w:val="20"/>
              </w:rPr>
              <w:t xml:space="preserve">)(1) Table </w:t>
            </w:r>
            <w:r w:rsidR="00D86329">
              <w:rPr>
                <w:rFonts w:cstheme="minorHAnsi"/>
                <w:sz w:val="20"/>
                <w:szCs w:val="20"/>
              </w:rPr>
              <w:t>B-2</w:t>
            </w:r>
          </w:p>
        </w:tc>
        <w:tc>
          <w:tcPr>
            <w:tcW w:w="0" w:type="auto"/>
            <w:shd w:val="clear" w:color="auto" w:fill="auto"/>
          </w:tcPr>
          <w:p w14:paraId="636F5245" w14:textId="09CBA483" w:rsidR="00C675C2" w:rsidRDefault="006F56C1" w:rsidP="008A62D6">
            <w:pPr>
              <w:keepNext/>
              <w:keepLines/>
              <w:spacing w:before="20" w:after="20"/>
              <w:jc w:val="center"/>
              <w:rPr>
                <w:sz w:val="20"/>
                <w:szCs w:val="20"/>
              </w:rPr>
            </w:pPr>
            <w:r>
              <w:rPr>
                <w:sz w:val="20"/>
                <w:szCs w:val="20"/>
              </w:rPr>
              <w:t>January 1, 2019</w:t>
            </w:r>
          </w:p>
        </w:tc>
      </w:tr>
      <w:tr w:rsidR="003C0C59" w:rsidRPr="0001609E" w14:paraId="4A4C73C8" w14:textId="77777777" w:rsidTr="000318E4">
        <w:trPr>
          <w:cantSplit/>
          <w:trHeight w:val="20"/>
        </w:trPr>
        <w:tc>
          <w:tcPr>
            <w:tcW w:w="0" w:type="auto"/>
            <w:shd w:val="clear" w:color="auto" w:fill="auto"/>
          </w:tcPr>
          <w:p w14:paraId="1D68CCDF" w14:textId="3E0C0FBC" w:rsidR="001D7A3E" w:rsidRPr="0001609E" w:rsidRDefault="001D7A3E" w:rsidP="001D7A3E">
            <w:pPr>
              <w:keepNext/>
              <w:keepLines/>
              <w:spacing w:before="20" w:after="20"/>
              <w:rPr>
                <w:sz w:val="20"/>
              </w:rPr>
            </w:pPr>
            <w:r w:rsidRPr="0001609E">
              <w:rPr>
                <w:sz w:val="20"/>
              </w:rPr>
              <w:t xml:space="preserve">CA Appliance Efficiency Regulations – Title 20 </w:t>
            </w:r>
          </w:p>
        </w:tc>
        <w:tc>
          <w:tcPr>
            <w:tcW w:w="0" w:type="auto"/>
          </w:tcPr>
          <w:p w14:paraId="588838EA" w14:textId="6FC483D9" w:rsidR="001D7A3E" w:rsidRDefault="001D7A3E" w:rsidP="001D7A3E">
            <w:pPr>
              <w:keepNext/>
              <w:keepLines/>
              <w:spacing w:before="20" w:after="20"/>
              <w:rPr>
                <w:rFonts w:cstheme="minorHAnsi"/>
                <w:sz w:val="20"/>
                <w:szCs w:val="20"/>
              </w:rPr>
            </w:pPr>
            <w:r>
              <w:rPr>
                <w:rFonts w:cstheme="minorHAnsi"/>
                <w:sz w:val="20"/>
                <w:szCs w:val="20"/>
              </w:rPr>
              <w:t>Ductless Heat Pump and Ductless AC</w:t>
            </w:r>
          </w:p>
        </w:tc>
        <w:tc>
          <w:tcPr>
            <w:tcW w:w="0" w:type="auto"/>
            <w:shd w:val="clear" w:color="auto" w:fill="auto"/>
          </w:tcPr>
          <w:p w14:paraId="7CFC41CB" w14:textId="1B7FD90E" w:rsidR="001D7A3E" w:rsidRDefault="001D7A3E" w:rsidP="001D7A3E">
            <w:pPr>
              <w:keepNext/>
              <w:keepLines/>
              <w:spacing w:before="20" w:after="20"/>
              <w:rPr>
                <w:rFonts w:cstheme="minorHAnsi"/>
                <w:sz w:val="20"/>
                <w:szCs w:val="20"/>
              </w:rPr>
            </w:pPr>
            <w:r>
              <w:rPr>
                <w:rFonts w:cstheme="minorHAnsi"/>
                <w:sz w:val="20"/>
                <w:szCs w:val="20"/>
              </w:rPr>
              <w:t>Section 1605.1(c)(1) Table C-</w:t>
            </w:r>
            <w:r w:rsidR="00125B19">
              <w:rPr>
                <w:rFonts w:cstheme="minorHAnsi"/>
                <w:sz w:val="20"/>
                <w:szCs w:val="20"/>
              </w:rPr>
              <w:t>2</w:t>
            </w:r>
          </w:p>
        </w:tc>
        <w:tc>
          <w:tcPr>
            <w:tcW w:w="0" w:type="auto"/>
            <w:shd w:val="clear" w:color="auto" w:fill="auto"/>
          </w:tcPr>
          <w:p w14:paraId="74751250" w14:textId="435BE259" w:rsidR="001D7A3E" w:rsidRDefault="00A16C94" w:rsidP="001D7A3E">
            <w:pPr>
              <w:keepNext/>
              <w:keepLines/>
              <w:spacing w:before="20" w:after="20"/>
              <w:jc w:val="center"/>
              <w:rPr>
                <w:sz w:val="20"/>
                <w:szCs w:val="20"/>
              </w:rPr>
            </w:pPr>
            <w:r>
              <w:rPr>
                <w:sz w:val="20"/>
                <w:szCs w:val="20"/>
              </w:rPr>
              <w:t>December 2010</w:t>
            </w:r>
          </w:p>
        </w:tc>
      </w:tr>
      <w:tr w:rsidR="003C0C59" w:rsidRPr="0001609E" w14:paraId="3869BE49" w14:textId="77777777" w:rsidTr="000318E4">
        <w:trPr>
          <w:cantSplit/>
          <w:trHeight w:val="20"/>
        </w:trPr>
        <w:tc>
          <w:tcPr>
            <w:tcW w:w="0" w:type="auto"/>
            <w:shd w:val="clear" w:color="auto" w:fill="auto"/>
          </w:tcPr>
          <w:p w14:paraId="6917B64D" w14:textId="57239E26" w:rsidR="001D7A3E" w:rsidRPr="0001609E" w:rsidRDefault="001D7A3E" w:rsidP="001D7A3E">
            <w:pPr>
              <w:keepNext/>
              <w:keepLines/>
              <w:spacing w:before="20" w:after="20"/>
              <w:rPr>
                <w:sz w:val="20"/>
              </w:rPr>
            </w:pPr>
            <w:r w:rsidRPr="0001609E">
              <w:rPr>
                <w:sz w:val="20"/>
              </w:rPr>
              <w:t>CA Appliance Efficiency Regulations – Title 20</w:t>
            </w:r>
          </w:p>
        </w:tc>
        <w:tc>
          <w:tcPr>
            <w:tcW w:w="0" w:type="auto"/>
          </w:tcPr>
          <w:p w14:paraId="4DB9A2EE" w14:textId="0C7700EF" w:rsidR="001D7A3E" w:rsidRDefault="001D7A3E" w:rsidP="001D7A3E">
            <w:pPr>
              <w:keepNext/>
              <w:keepLines/>
              <w:spacing w:before="20" w:after="20"/>
              <w:rPr>
                <w:rFonts w:cstheme="minorHAnsi"/>
                <w:sz w:val="20"/>
                <w:szCs w:val="20"/>
              </w:rPr>
            </w:pPr>
            <w:r>
              <w:rPr>
                <w:rFonts w:cstheme="minorHAnsi"/>
                <w:sz w:val="20"/>
                <w:szCs w:val="20"/>
              </w:rPr>
              <w:t>Room AC and Room Heat Pump</w:t>
            </w:r>
          </w:p>
        </w:tc>
        <w:tc>
          <w:tcPr>
            <w:tcW w:w="0" w:type="auto"/>
            <w:shd w:val="clear" w:color="auto" w:fill="auto"/>
          </w:tcPr>
          <w:p w14:paraId="65AC6112" w14:textId="4C6B7E3B" w:rsidR="001D7A3E" w:rsidRDefault="001D7A3E" w:rsidP="001D7A3E">
            <w:pPr>
              <w:keepNext/>
              <w:keepLines/>
              <w:spacing w:before="20" w:after="20"/>
              <w:rPr>
                <w:rFonts w:cstheme="minorHAnsi"/>
                <w:sz w:val="20"/>
                <w:szCs w:val="20"/>
              </w:rPr>
            </w:pPr>
            <w:r>
              <w:rPr>
                <w:rFonts w:cstheme="minorHAnsi"/>
                <w:sz w:val="20"/>
                <w:szCs w:val="20"/>
              </w:rPr>
              <w:t>Section 1605.1(b)(1) Table B-2</w:t>
            </w:r>
          </w:p>
        </w:tc>
        <w:tc>
          <w:tcPr>
            <w:tcW w:w="0" w:type="auto"/>
            <w:shd w:val="clear" w:color="auto" w:fill="auto"/>
          </w:tcPr>
          <w:p w14:paraId="2114DCDD" w14:textId="28E4F3F5" w:rsidR="001D7A3E" w:rsidRDefault="00A16C94" w:rsidP="001D7A3E">
            <w:pPr>
              <w:keepNext/>
              <w:keepLines/>
              <w:spacing w:before="20" w:after="20"/>
              <w:jc w:val="center"/>
              <w:rPr>
                <w:sz w:val="20"/>
                <w:szCs w:val="20"/>
              </w:rPr>
            </w:pPr>
            <w:r>
              <w:rPr>
                <w:sz w:val="20"/>
                <w:szCs w:val="20"/>
              </w:rPr>
              <w:t>December 2010</w:t>
            </w:r>
          </w:p>
        </w:tc>
      </w:tr>
      <w:tr w:rsidR="003C0C59" w:rsidRPr="0001609E" w14:paraId="5F8D445B" w14:textId="77777777" w:rsidTr="000318E4">
        <w:trPr>
          <w:cantSplit/>
          <w:trHeight w:val="20"/>
        </w:trPr>
        <w:tc>
          <w:tcPr>
            <w:tcW w:w="0" w:type="auto"/>
            <w:shd w:val="clear" w:color="auto" w:fill="auto"/>
          </w:tcPr>
          <w:p w14:paraId="4FB66299" w14:textId="7D3E25E8" w:rsidR="001D7A3E" w:rsidRPr="0001609E" w:rsidRDefault="001D7A3E" w:rsidP="001D7A3E">
            <w:pPr>
              <w:keepNext/>
              <w:keepLines/>
              <w:spacing w:before="20" w:after="20"/>
              <w:rPr>
                <w:sz w:val="20"/>
                <w:szCs w:val="20"/>
              </w:rPr>
            </w:pPr>
            <w:r w:rsidRPr="0001609E">
              <w:rPr>
                <w:sz w:val="20"/>
              </w:rPr>
              <w:t xml:space="preserve">CA Building Energy Efficiency Standards – Title 24 </w:t>
            </w:r>
          </w:p>
        </w:tc>
        <w:tc>
          <w:tcPr>
            <w:tcW w:w="0" w:type="auto"/>
          </w:tcPr>
          <w:p w14:paraId="68ED4740" w14:textId="569FCFE1" w:rsidR="001D7A3E" w:rsidRDefault="005D0568" w:rsidP="001D7A3E">
            <w:pPr>
              <w:keepNext/>
              <w:keepLines/>
              <w:spacing w:before="20" w:after="20"/>
              <w:rPr>
                <w:rFonts w:cstheme="minorHAnsi"/>
                <w:sz w:val="20"/>
                <w:szCs w:val="20"/>
              </w:rPr>
            </w:pPr>
            <w:r>
              <w:rPr>
                <w:rFonts w:cstheme="minorHAnsi"/>
                <w:sz w:val="20"/>
                <w:szCs w:val="20"/>
              </w:rPr>
              <w:t xml:space="preserve">Electric Resistance </w:t>
            </w:r>
            <w:r w:rsidR="003C0C59">
              <w:rPr>
                <w:rFonts w:cstheme="minorHAnsi"/>
                <w:sz w:val="20"/>
                <w:szCs w:val="20"/>
              </w:rPr>
              <w:t>Space Heater</w:t>
            </w:r>
          </w:p>
        </w:tc>
        <w:tc>
          <w:tcPr>
            <w:tcW w:w="0" w:type="auto"/>
            <w:shd w:val="clear" w:color="auto" w:fill="auto"/>
          </w:tcPr>
          <w:p w14:paraId="22F15D87" w14:textId="5683E08E" w:rsidR="001D7A3E" w:rsidRPr="00853C10" w:rsidRDefault="005D0568" w:rsidP="001D7A3E">
            <w:pPr>
              <w:keepNext/>
              <w:keepLines/>
              <w:spacing w:before="20" w:after="20"/>
              <w:rPr>
                <w:sz w:val="20"/>
                <w:szCs w:val="20"/>
              </w:rPr>
            </w:pPr>
            <w:r>
              <w:rPr>
                <w:rFonts w:cstheme="minorHAnsi"/>
                <w:sz w:val="20"/>
                <w:szCs w:val="20"/>
              </w:rPr>
              <w:t>Section 1</w:t>
            </w:r>
            <w:r w:rsidR="003C0C59">
              <w:rPr>
                <w:rFonts w:cstheme="minorHAnsi"/>
                <w:sz w:val="20"/>
                <w:szCs w:val="20"/>
              </w:rPr>
              <w:t>50.1(c)</w:t>
            </w:r>
            <w:r w:rsidR="00987C5B">
              <w:rPr>
                <w:rFonts w:cstheme="minorHAnsi"/>
                <w:sz w:val="20"/>
                <w:szCs w:val="20"/>
              </w:rPr>
              <w:t xml:space="preserve"> (</w:t>
            </w:r>
            <w:r w:rsidR="003C0C59">
              <w:rPr>
                <w:rFonts w:cstheme="minorHAnsi"/>
                <w:sz w:val="20"/>
                <w:szCs w:val="20"/>
              </w:rPr>
              <w:t>6</w:t>
            </w:r>
            <w:r w:rsidR="00987C5B">
              <w:rPr>
                <w:rFonts w:cstheme="minorHAnsi"/>
                <w:sz w:val="20"/>
                <w:szCs w:val="20"/>
              </w:rPr>
              <w:t>)</w:t>
            </w:r>
            <w:r w:rsidR="001D7A3E" w:rsidRPr="00166C35">
              <w:rPr>
                <w:rFonts w:cs="Arial"/>
                <w:sz w:val="20"/>
                <w:szCs w:val="20"/>
              </w:rPr>
              <w:t xml:space="preserve"> </w:t>
            </w:r>
          </w:p>
        </w:tc>
        <w:tc>
          <w:tcPr>
            <w:tcW w:w="0" w:type="auto"/>
            <w:shd w:val="clear" w:color="auto" w:fill="auto"/>
          </w:tcPr>
          <w:p w14:paraId="209DC4A2" w14:textId="1C4A8D1E" w:rsidR="001D7A3E" w:rsidRPr="00853C10" w:rsidRDefault="007F4025" w:rsidP="001D7A3E">
            <w:pPr>
              <w:keepNext/>
              <w:keepLines/>
              <w:spacing w:before="20" w:after="20"/>
              <w:jc w:val="center"/>
              <w:rPr>
                <w:sz w:val="20"/>
                <w:szCs w:val="20"/>
              </w:rPr>
            </w:pPr>
            <w:r>
              <w:rPr>
                <w:sz w:val="20"/>
                <w:szCs w:val="20"/>
              </w:rPr>
              <w:t>January 1, 2020</w:t>
            </w:r>
          </w:p>
        </w:tc>
      </w:tr>
      <w:tr w:rsidR="003C0C59" w:rsidRPr="0001609E" w14:paraId="77A41F01" w14:textId="77777777" w:rsidTr="000318E4">
        <w:trPr>
          <w:cantSplit/>
          <w:trHeight w:val="350"/>
        </w:trPr>
        <w:tc>
          <w:tcPr>
            <w:tcW w:w="0" w:type="auto"/>
            <w:shd w:val="clear" w:color="auto" w:fill="auto"/>
          </w:tcPr>
          <w:p w14:paraId="4984382A" w14:textId="1C01661A" w:rsidR="001D7A3E" w:rsidRPr="0001609E" w:rsidRDefault="001D7A3E" w:rsidP="001D7A3E">
            <w:pPr>
              <w:keepNext/>
              <w:keepLines/>
              <w:spacing w:before="20" w:after="20"/>
              <w:rPr>
                <w:sz w:val="20"/>
                <w:szCs w:val="20"/>
              </w:rPr>
            </w:pPr>
            <w:r w:rsidRPr="0001609E">
              <w:rPr>
                <w:sz w:val="20"/>
              </w:rPr>
              <w:t>Federal Standards</w:t>
            </w:r>
            <w:r>
              <w:rPr>
                <w:sz w:val="20"/>
              </w:rPr>
              <w:t xml:space="preserve"> (Title 10)</w:t>
            </w:r>
          </w:p>
        </w:tc>
        <w:tc>
          <w:tcPr>
            <w:tcW w:w="0" w:type="auto"/>
          </w:tcPr>
          <w:p w14:paraId="7C1EAB37" w14:textId="77777777" w:rsidR="001D7A3E" w:rsidRPr="00654969" w:rsidRDefault="001D7A3E" w:rsidP="001D7A3E">
            <w:pPr>
              <w:keepNext/>
              <w:keepLines/>
              <w:spacing w:before="20" w:after="20"/>
              <w:rPr>
                <w:rFonts w:cstheme="minorHAnsi"/>
                <w:sz w:val="20"/>
                <w:szCs w:val="20"/>
              </w:rPr>
            </w:pPr>
          </w:p>
        </w:tc>
        <w:tc>
          <w:tcPr>
            <w:tcW w:w="0" w:type="auto"/>
            <w:shd w:val="clear" w:color="auto" w:fill="auto"/>
          </w:tcPr>
          <w:p w14:paraId="6900DEDA" w14:textId="5D775329" w:rsidR="001D7A3E" w:rsidRPr="00797FF9" w:rsidRDefault="001D7A3E" w:rsidP="001D7A3E">
            <w:pPr>
              <w:keepNext/>
              <w:keepLines/>
              <w:spacing w:before="20" w:after="20"/>
              <w:rPr>
                <w:sz w:val="20"/>
                <w:szCs w:val="20"/>
                <w:highlight w:val="yellow"/>
              </w:rPr>
            </w:pPr>
            <w:r w:rsidRPr="00654969">
              <w:rPr>
                <w:rFonts w:cstheme="minorHAnsi"/>
                <w:sz w:val="20"/>
                <w:szCs w:val="20"/>
              </w:rPr>
              <w:t xml:space="preserve">Section </w:t>
            </w:r>
            <w:r w:rsidR="00D952F1" w:rsidRPr="00654969">
              <w:rPr>
                <w:rFonts w:cstheme="minorHAnsi"/>
                <w:sz w:val="20"/>
                <w:szCs w:val="20"/>
              </w:rPr>
              <w:t>430.32</w:t>
            </w:r>
            <w:r w:rsidR="00D952F1">
              <w:rPr>
                <w:rFonts w:cstheme="minorHAnsi"/>
                <w:sz w:val="20"/>
                <w:szCs w:val="20"/>
              </w:rPr>
              <w:t>(b</w:t>
            </w:r>
            <w:r w:rsidR="00D952F1" w:rsidRPr="00654969">
              <w:rPr>
                <w:rFonts w:cstheme="minorHAnsi"/>
                <w:sz w:val="20"/>
                <w:szCs w:val="20"/>
              </w:rPr>
              <w:t>)</w:t>
            </w:r>
            <w:r w:rsidR="00D952F1">
              <w:rPr>
                <w:rFonts w:cstheme="minorHAnsi"/>
                <w:sz w:val="20"/>
                <w:szCs w:val="20"/>
              </w:rPr>
              <w:t xml:space="preserve">, </w:t>
            </w:r>
            <w:r w:rsidRPr="00654969">
              <w:rPr>
                <w:rFonts w:cstheme="minorHAnsi"/>
                <w:sz w:val="20"/>
                <w:szCs w:val="20"/>
              </w:rPr>
              <w:t>430.32(c)</w:t>
            </w:r>
          </w:p>
        </w:tc>
        <w:tc>
          <w:tcPr>
            <w:tcW w:w="0" w:type="auto"/>
            <w:shd w:val="clear" w:color="auto" w:fill="auto"/>
          </w:tcPr>
          <w:p w14:paraId="4E1407C5" w14:textId="369F34EB" w:rsidR="0090380C" w:rsidRDefault="0090380C" w:rsidP="001D7A3E">
            <w:pPr>
              <w:spacing w:before="0" w:after="0" w:line="240" w:lineRule="auto"/>
              <w:rPr>
                <w:rFonts w:cs="Arial"/>
                <w:sz w:val="20"/>
                <w:szCs w:val="20"/>
              </w:rPr>
            </w:pPr>
            <w:r>
              <w:rPr>
                <w:rFonts w:cs="Arial"/>
                <w:sz w:val="20"/>
                <w:szCs w:val="20"/>
              </w:rPr>
              <w:t xml:space="preserve">June 1, 2014 for Room AC and HP </w:t>
            </w:r>
          </w:p>
          <w:p w14:paraId="3F05F3D3" w14:textId="3A21F8F6" w:rsidR="001D7A3E" w:rsidRPr="00166C35" w:rsidRDefault="001D7A3E" w:rsidP="001D7A3E">
            <w:pPr>
              <w:spacing w:before="0" w:after="0" w:line="240" w:lineRule="auto"/>
              <w:rPr>
                <w:rFonts w:cs="Arial"/>
                <w:sz w:val="20"/>
                <w:szCs w:val="20"/>
              </w:rPr>
            </w:pPr>
            <w:r w:rsidRPr="00166C35">
              <w:rPr>
                <w:rFonts w:cs="Arial"/>
                <w:sz w:val="20"/>
                <w:szCs w:val="20"/>
              </w:rPr>
              <w:t xml:space="preserve">January 1, 2015 for </w:t>
            </w:r>
            <w:r w:rsidR="0090380C">
              <w:rPr>
                <w:rFonts w:cs="Arial"/>
                <w:sz w:val="20"/>
                <w:szCs w:val="20"/>
              </w:rPr>
              <w:t xml:space="preserve">central </w:t>
            </w:r>
            <w:r w:rsidRPr="00166C35">
              <w:rPr>
                <w:rFonts w:cs="Arial"/>
                <w:sz w:val="20"/>
                <w:szCs w:val="20"/>
              </w:rPr>
              <w:t>HP</w:t>
            </w:r>
          </w:p>
          <w:p w14:paraId="617243E9" w14:textId="1FA0C180" w:rsidR="001D7A3E" w:rsidRPr="00797FF9" w:rsidRDefault="001D7A3E" w:rsidP="001D7A3E">
            <w:pPr>
              <w:keepNext/>
              <w:keepLines/>
              <w:spacing w:before="20" w:after="20"/>
              <w:jc w:val="center"/>
              <w:rPr>
                <w:sz w:val="20"/>
                <w:szCs w:val="20"/>
                <w:highlight w:val="yellow"/>
              </w:rPr>
            </w:pPr>
          </w:p>
        </w:tc>
      </w:tr>
    </w:tbl>
    <w:p w14:paraId="4637BE0E" w14:textId="77777777" w:rsidR="00741BFC" w:rsidRDefault="00741BFC" w:rsidP="00714521">
      <w:pPr>
        <w:tabs>
          <w:tab w:val="left" w:pos="1790"/>
        </w:tabs>
      </w:pPr>
    </w:p>
    <w:p w14:paraId="6DA64F30" w14:textId="21FF040E" w:rsidR="00714521" w:rsidRDefault="009A1709" w:rsidP="00714521">
      <w:pPr>
        <w:tabs>
          <w:tab w:val="left" w:pos="1790"/>
        </w:tabs>
      </w:pPr>
      <w:r w:rsidRPr="00753F28">
        <w:rPr>
          <w:b/>
          <w:bCs/>
        </w:rPr>
        <w:t>Cal</w:t>
      </w:r>
      <w:r w:rsidR="00714521" w:rsidRPr="00753F28">
        <w:rPr>
          <w:b/>
          <w:bCs/>
        </w:rPr>
        <w:t>ifornia Appliance Efficiency Regulations (Title 20)</w:t>
      </w:r>
      <w:r w:rsidR="00714521">
        <w:rPr>
          <w:rStyle w:val="FootnoteReference"/>
        </w:rPr>
        <w:footnoteReference w:id="6"/>
      </w:r>
      <w:r w:rsidR="00714521">
        <w:t xml:space="preserve"> </w:t>
      </w:r>
      <w:r w:rsidR="000E1221">
        <w:t xml:space="preserve">does not specifically </w:t>
      </w:r>
      <w:r w:rsidR="00852A7F">
        <w:t xml:space="preserve">identify ductless units. As per ENERGYSTAR </w:t>
      </w:r>
      <w:r w:rsidR="0062065A">
        <w:t xml:space="preserve">ductless units are identified under central </w:t>
      </w:r>
      <w:r w:rsidR="0043492E">
        <w:t>air conditioners and heat pumps</w:t>
      </w:r>
      <w:r w:rsidR="0072362F">
        <w:t xml:space="preserve">. Hence, </w:t>
      </w:r>
      <w:r w:rsidR="00714521">
        <w:t xml:space="preserve">Section 1605.1(c)1 Table C-3 </w:t>
      </w:r>
      <w:r w:rsidR="003506F5">
        <w:t>(</w:t>
      </w:r>
      <w:r w:rsidR="00FF0A23">
        <w:t xml:space="preserve">portions </w:t>
      </w:r>
      <w:r w:rsidR="003506F5">
        <w:t xml:space="preserve">replicated below) </w:t>
      </w:r>
      <w:r w:rsidR="00B13165">
        <w:t>which provides</w:t>
      </w:r>
      <w:r w:rsidR="00741BFC">
        <w:t xml:space="preserve"> </w:t>
      </w:r>
      <w:r w:rsidR="00714521">
        <w:t>standards for single phase air-cooled air conditioners and heat pumps for capacities &lt;</w:t>
      </w:r>
      <w:r w:rsidR="00741BFC">
        <w:t xml:space="preserve"> </w:t>
      </w:r>
      <w:r w:rsidR="00714521">
        <w:t>65,000 Btu</w:t>
      </w:r>
      <w:r w:rsidR="00741BFC">
        <w:t>/</w:t>
      </w:r>
      <w:proofErr w:type="spellStart"/>
      <w:r w:rsidR="00714521">
        <w:t>h</w:t>
      </w:r>
      <w:r w:rsidR="00741BFC">
        <w:t>r</w:t>
      </w:r>
      <w:proofErr w:type="spellEnd"/>
      <w:r w:rsidR="00B13165">
        <w:t xml:space="preserve"> was referred. </w:t>
      </w:r>
    </w:p>
    <w:p w14:paraId="314DA78A" w14:textId="360237F0" w:rsidR="009B0518" w:rsidRPr="0001609E" w:rsidRDefault="003506F5" w:rsidP="00184860">
      <w:pPr>
        <w:pStyle w:val="Caption"/>
      </w:pPr>
      <w:r>
        <w:lastRenderedPageBreak/>
        <w:t xml:space="preserve">Table C-3: </w:t>
      </w:r>
      <w:r w:rsidR="00E47687" w:rsidRPr="00E47687">
        <w:t>Standards for Single Phase Air-Cooled Conditioners with Cooling Capacity Less than 65,000</w:t>
      </w:r>
      <w:r w:rsidR="00657F91">
        <w:t xml:space="preserve"> </w:t>
      </w:r>
      <w:r w:rsidR="00E47687" w:rsidRPr="00E47687">
        <w:t xml:space="preserve">Btu per Hour and </w:t>
      </w:r>
      <w:proofErr w:type="gramStart"/>
      <w:r w:rsidR="00E47687" w:rsidRPr="00E47687">
        <w:t>Single Phase</w:t>
      </w:r>
      <w:proofErr w:type="gramEnd"/>
      <w:r w:rsidR="00E47687" w:rsidRPr="00E47687">
        <w:t xml:space="preserve"> Air-Source Heat Pumps with Cooling Capacity Less than 65,000</w:t>
      </w:r>
      <w:r w:rsidR="00E47687">
        <w:t xml:space="preserve"> </w:t>
      </w:r>
      <w:r w:rsidR="00E47687" w:rsidRPr="00E47687">
        <w:t xml:space="preserve">Btu per Hour, Not </w:t>
      </w:r>
      <w:r w:rsidR="00657F91">
        <w:t>s</w:t>
      </w:r>
      <w:r w:rsidR="00E47687" w:rsidRPr="00E47687">
        <w:t xml:space="preserve">ubject to </w:t>
      </w:r>
      <w:proofErr w:type="spellStart"/>
      <w:r w:rsidR="00E47687" w:rsidRPr="00E47687">
        <w:t>EPAct</w:t>
      </w:r>
      <w:proofErr w:type="spellEnd"/>
      <w:r w:rsidR="009B0518">
        <w:rPr>
          <w:rStyle w:val="FootnoteReference"/>
        </w:rPr>
        <w:footnoteReference w:id="7"/>
      </w:r>
    </w:p>
    <w:tbl>
      <w:tblPr>
        <w:tblW w:w="915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A0" w:firstRow="1" w:lastRow="0" w:firstColumn="1" w:lastColumn="0" w:noHBand="0" w:noVBand="1"/>
      </w:tblPr>
      <w:tblGrid>
        <w:gridCol w:w="3780"/>
        <w:gridCol w:w="1080"/>
        <w:gridCol w:w="1080"/>
        <w:gridCol w:w="1080"/>
        <w:gridCol w:w="2136"/>
      </w:tblGrid>
      <w:tr w:rsidR="00A02449" w:rsidRPr="0001609E" w14:paraId="6875B429" w14:textId="60F5432E" w:rsidTr="003D7A71">
        <w:trPr>
          <w:cantSplit/>
          <w:trHeight w:val="264"/>
        </w:trPr>
        <w:tc>
          <w:tcPr>
            <w:tcW w:w="3780" w:type="dxa"/>
            <w:vMerge w:val="restart"/>
            <w:shd w:val="clear" w:color="auto" w:fill="F2F2F2" w:themeFill="background1" w:themeFillShade="F2"/>
            <w:vAlign w:val="center"/>
          </w:tcPr>
          <w:p w14:paraId="0B2137EC" w14:textId="471BD5E4" w:rsidR="00A02449" w:rsidRPr="00FA129B" w:rsidRDefault="00A02449" w:rsidP="00A02449">
            <w:pPr>
              <w:keepNext/>
              <w:keepLines/>
              <w:spacing w:before="20" w:after="20"/>
              <w:rPr>
                <w:b/>
                <w:i/>
                <w:sz w:val="20"/>
                <w:szCs w:val="20"/>
              </w:rPr>
            </w:pPr>
            <w:r w:rsidRPr="00FA129B">
              <w:rPr>
                <w:b/>
                <w:i/>
                <w:sz w:val="20"/>
                <w:szCs w:val="20"/>
              </w:rPr>
              <w:t>Product Class</w:t>
            </w:r>
          </w:p>
        </w:tc>
        <w:tc>
          <w:tcPr>
            <w:tcW w:w="5376" w:type="dxa"/>
            <w:gridSpan w:val="4"/>
            <w:vAlign w:val="center"/>
          </w:tcPr>
          <w:p w14:paraId="12F42D5E" w14:textId="62AA3D4D" w:rsidR="00A02449" w:rsidRPr="00FA129B" w:rsidRDefault="00A02449" w:rsidP="00A02449">
            <w:pPr>
              <w:keepNext/>
              <w:keepLines/>
              <w:spacing w:before="20" w:after="20"/>
              <w:jc w:val="center"/>
              <w:rPr>
                <w:b/>
                <w:i/>
                <w:sz w:val="20"/>
                <w:szCs w:val="20"/>
              </w:rPr>
            </w:pPr>
            <w:r w:rsidRPr="00FA129B">
              <w:rPr>
                <w:b/>
                <w:i/>
                <w:sz w:val="20"/>
                <w:szCs w:val="20"/>
              </w:rPr>
              <w:t>Minimum Efficiency Effective January 1, 2015</w:t>
            </w:r>
          </w:p>
        </w:tc>
      </w:tr>
      <w:tr w:rsidR="00A02449" w:rsidRPr="0001609E" w14:paraId="03916B71" w14:textId="77777777" w:rsidTr="003D7A71">
        <w:trPr>
          <w:cantSplit/>
          <w:trHeight w:val="20"/>
        </w:trPr>
        <w:tc>
          <w:tcPr>
            <w:tcW w:w="3780" w:type="dxa"/>
            <w:vMerge/>
            <w:shd w:val="clear" w:color="auto" w:fill="F2F2F2" w:themeFill="background1" w:themeFillShade="F2"/>
            <w:vAlign w:val="center"/>
          </w:tcPr>
          <w:p w14:paraId="6EB5C7A2" w14:textId="77777777" w:rsidR="00A02449" w:rsidRPr="00FA129B" w:rsidRDefault="00A02449" w:rsidP="00A02449">
            <w:pPr>
              <w:keepNext/>
              <w:keepLines/>
              <w:spacing w:before="20" w:after="20"/>
              <w:rPr>
                <w:b/>
                <w:i/>
                <w:sz w:val="20"/>
                <w:szCs w:val="20"/>
              </w:rPr>
            </w:pPr>
          </w:p>
        </w:tc>
        <w:tc>
          <w:tcPr>
            <w:tcW w:w="1080" w:type="dxa"/>
            <w:shd w:val="clear" w:color="auto" w:fill="F2F2F2" w:themeFill="background1" w:themeFillShade="F2"/>
            <w:vAlign w:val="center"/>
          </w:tcPr>
          <w:p w14:paraId="4EB8805F" w14:textId="00828FE4" w:rsidR="00A02449" w:rsidRPr="00FA129B" w:rsidRDefault="00F4739B" w:rsidP="00A02449">
            <w:pPr>
              <w:keepNext/>
              <w:keepLines/>
              <w:spacing w:before="20" w:after="20"/>
              <w:jc w:val="center"/>
              <w:rPr>
                <w:b/>
                <w:i/>
                <w:sz w:val="20"/>
                <w:szCs w:val="20"/>
              </w:rPr>
            </w:pPr>
            <w:r w:rsidRPr="00FA129B">
              <w:rPr>
                <w:b/>
                <w:i/>
                <w:sz w:val="20"/>
                <w:szCs w:val="20"/>
              </w:rPr>
              <w:t>Minimum SEER</w:t>
            </w:r>
          </w:p>
        </w:tc>
        <w:tc>
          <w:tcPr>
            <w:tcW w:w="1080" w:type="dxa"/>
            <w:shd w:val="clear" w:color="auto" w:fill="F2F2F2" w:themeFill="background1" w:themeFillShade="F2"/>
            <w:vAlign w:val="center"/>
          </w:tcPr>
          <w:p w14:paraId="1721935B" w14:textId="2F7BFE6D" w:rsidR="00A02449" w:rsidRPr="00FA129B" w:rsidRDefault="00F4739B" w:rsidP="00A02449">
            <w:pPr>
              <w:keepNext/>
              <w:keepLines/>
              <w:spacing w:before="20" w:after="20"/>
              <w:jc w:val="center"/>
              <w:rPr>
                <w:b/>
                <w:i/>
                <w:sz w:val="20"/>
                <w:szCs w:val="20"/>
              </w:rPr>
            </w:pPr>
            <w:r w:rsidRPr="00FA129B">
              <w:rPr>
                <w:b/>
                <w:i/>
                <w:sz w:val="20"/>
                <w:szCs w:val="20"/>
              </w:rPr>
              <w:t>Minimum HSPF</w:t>
            </w:r>
          </w:p>
        </w:tc>
        <w:tc>
          <w:tcPr>
            <w:tcW w:w="1080" w:type="dxa"/>
            <w:shd w:val="clear" w:color="auto" w:fill="F2F2F2" w:themeFill="background1" w:themeFillShade="F2"/>
            <w:vAlign w:val="center"/>
          </w:tcPr>
          <w:p w14:paraId="7E1ED189" w14:textId="2D80282E" w:rsidR="00A02449" w:rsidRPr="00FA129B" w:rsidRDefault="00F4739B" w:rsidP="00A02449">
            <w:pPr>
              <w:keepNext/>
              <w:keepLines/>
              <w:spacing w:before="20" w:after="20"/>
              <w:jc w:val="center"/>
              <w:rPr>
                <w:b/>
                <w:i/>
                <w:sz w:val="20"/>
                <w:szCs w:val="20"/>
              </w:rPr>
            </w:pPr>
            <w:r w:rsidRPr="00FA129B">
              <w:rPr>
                <w:b/>
                <w:i/>
                <w:sz w:val="20"/>
                <w:szCs w:val="20"/>
              </w:rPr>
              <w:t>Minimum EER</w:t>
            </w:r>
          </w:p>
        </w:tc>
        <w:tc>
          <w:tcPr>
            <w:tcW w:w="2136" w:type="dxa"/>
            <w:shd w:val="clear" w:color="auto" w:fill="F2F2F2" w:themeFill="background1" w:themeFillShade="F2"/>
            <w:vAlign w:val="center"/>
          </w:tcPr>
          <w:p w14:paraId="7F597FE8" w14:textId="360E8CE7" w:rsidR="00A02449" w:rsidRPr="00FA129B" w:rsidRDefault="00FA129B" w:rsidP="000A6751">
            <w:pPr>
              <w:keepNext/>
              <w:keepLines/>
              <w:spacing w:before="20" w:after="20"/>
              <w:jc w:val="center"/>
              <w:rPr>
                <w:b/>
                <w:i/>
                <w:sz w:val="20"/>
                <w:szCs w:val="20"/>
              </w:rPr>
            </w:pPr>
            <w:r w:rsidRPr="00FA129B">
              <w:rPr>
                <w:b/>
                <w:i/>
                <w:sz w:val="20"/>
                <w:szCs w:val="20"/>
              </w:rPr>
              <w:t>Average Off-Mode Power</w:t>
            </w:r>
            <w:r w:rsidR="000A6751">
              <w:rPr>
                <w:b/>
                <w:i/>
                <w:sz w:val="20"/>
                <w:szCs w:val="20"/>
              </w:rPr>
              <w:t xml:space="preserve"> </w:t>
            </w:r>
            <w:r w:rsidRPr="00FA129B">
              <w:rPr>
                <w:b/>
                <w:i/>
                <w:sz w:val="20"/>
                <w:szCs w:val="20"/>
              </w:rPr>
              <w:t xml:space="preserve">Consumption Pw. </w:t>
            </w:r>
            <w:proofErr w:type="spellStart"/>
            <w:r w:rsidRPr="00FA129B">
              <w:rPr>
                <w:b/>
                <w:i/>
                <w:sz w:val="20"/>
                <w:szCs w:val="20"/>
              </w:rPr>
              <w:t>pff</w:t>
            </w:r>
            <w:proofErr w:type="spellEnd"/>
            <w:r w:rsidRPr="00FA129B">
              <w:rPr>
                <w:b/>
                <w:i/>
                <w:sz w:val="20"/>
                <w:szCs w:val="20"/>
              </w:rPr>
              <w:t xml:space="preserve"> (watts)</w:t>
            </w:r>
          </w:p>
        </w:tc>
      </w:tr>
      <w:tr w:rsidR="00A02449" w:rsidRPr="0001609E" w14:paraId="5B0EDC64" w14:textId="77777777" w:rsidTr="003D7A71">
        <w:trPr>
          <w:cantSplit/>
          <w:trHeight w:val="317"/>
        </w:trPr>
        <w:tc>
          <w:tcPr>
            <w:tcW w:w="3780" w:type="dxa"/>
            <w:shd w:val="clear" w:color="auto" w:fill="auto"/>
            <w:vAlign w:val="center"/>
          </w:tcPr>
          <w:p w14:paraId="7CD37562" w14:textId="5B447D27" w:rsidR="00A02449" w:rsidRPr="0001609E" w:rsidRDefault="00D42CAE" w:rsidP="000A6751">
            <w:pPr>
              <w:keepNext/>
              <w:keepLines/>
              <w:spacing w:before="20" w:after="20"/>
              <w:rPr>
                <w:sz w:val="20"/>
                <w:szCs w:val="20"/>
              </w:rPr>
            </w:pPr>
            <w:r w:rsidRPr="00D42CAE">
              <w:rPr>
                <w:sz w:val="20"/>
              </w:rPr>
              <w:t>Split system air conditioners with rated cooling</w:t>
            </w:r>
            <w:r w:rsidR="000A6751">
              <w:rPr>
                <w:sz w:val="20"/>
              </w:rPr>
              <w:t xml:space="preserve"> </w:t>
            </w:r>
            <w:r w:rsidRPr="00D42CAE">
              <w:rPr>
                <w:sz w:val="20"/>
              </w:rPr>
              <w:t>capacity &lt; 45,000 Btu/hour</w:t>
            </w:r>
          </w:p>
        </w:tc>
        <w:tc>
          <w:tcPr>
            <w:tcW w:w="1080" w:type="dxa"/>
            <w:shd w:val="clear" w:color="auto" w:fill="auto"/>
            <w:vAlign w:val="center"/>
          </w:tcPr>
          <w:p w14:paraId="574B3EAA" w14:textId="7F36C0C4" w:rsidR="00A02449" w:rsidRPr="00853C10" w:rsidRDefault="000A6751" w:rsidP="000A6751">
            <w:pPr>
              <w:keepNext/>
              <w:keepLines/>
              <w:spacing w:before="20" w:after="20"/>
              <w:jc w:val="center"/>
              <w:rPr>
                <w:sz w:val="20"/>
                <w:szCs w:val="20"/>
              </w:rPr>
            </w:pPr>
            <w:r>
              <w:rPr>
                <w:sz w:val="20"/>
                <w:szCs w:val="20"/>
              </w:rPr>
              <w:t>14</w:t>
            </w:r>
          </w:p>
        </w:tc>
        <w:tc>
          <w:tcPr>
            <w:tcW w:w="1080" w:type="dxa"/>
            <w:shd w:val="clear" w:color="auto" w:fill="auto"/>
            <w:vAlign w:val="center"/>
          </w:tcPr>
          <w:p w14:paraId="7CAFE894" w14:textId="728E25C6" w:rsidR="00A02449" w:rsidRPr="00853C10" w:rsidRDefault="000A6751" w:rsidP="00A02449">
            <w:pPr>
              <w:keepNext/>
              <w:keepLines/>
              <w:spacing w:before="20" w:after="20"/>
              <w:jc w:val="center"/>
              <w:rPr>
                <w:sz w:val="20"/>
                <w:szCs w:val="20"/>
              </w:rPr>
            </w:pPr>
            <w:r>
              <w:rPr>
                <w:sz w:val="20"/>
                <w:szCs w:val="20"/>
              </w:rPr>
              <w:t>-</w:t>
            </w:r>
          </w:p>
        </w:tc>
        <w:tc>
          <w:tcPr>
            <w:tcW w:w="1080" w:type="dxa"/>
            <w:vAlign w:val="center"/>
          </w:tcPr>
          <w:p w14:paraId="037A7A65" w14:textId="57ACB6DC" w:rsidR="00A02449" w:rsidRPr="00853C10" w:rsidRDefault="000A6751" w:rsidP="00A02449">
            <w:pPr>
              <w:keepNext/>
              <w:keepLines/>
              <w:spacing w:before="20" w:after="20"/>
              <w:jc w:val="center"/>
              <w:rPr>
                <w:sz w:val="20"/>
                <w:szCs w:val="20"/>
              </w:rPr>
            </w:pPr>
            <w:r>
              <w:rPr>
                <w:sz w:val="20"/>
                <w:szCs w:val="20"/>
              </w:rPr>
              <w:t>12.2</w:t>
            </w:r>
          </w:p>
        </w:tc>
        <w:tc>
          <w:tcPr>
            <w:tcW w:w="2136" w:type="dxa"/>
            <w:vAlign w:val="center"/>
          </w:tcPr>
          <w:p w14:paraId="0CB6154A" w14:textId="6AC81DC5" w:rsidR="00A02449" w:rsidRPr="00853C10" w:rsidRDefault="000A6751" w:rsidP="00A02449">
            <w:pPr>
              <w:keepNext/>
              <w:keepLines/>
              <w:spacing w:before="20" w:after="20"/>
              <w:jc w:val="center"/>
              <w:rPr>
                <w:sz w:val="20"/>
                <w:szCs w:val="20"/>
              </w:rPr>
            </w:pPr>
            <w:r>
              <w:rPr>
                <w:sz w:val="20"/>
                <w:szCs w:val="20"/>
              </w:rPr>
              <w:t>30</w:t>
            </w:r>
          </w:p>
        </w:tc>
      </w:tr>
      <w:tr w:rsidR="00A02449" w:rsidRPr="0001609E" w14:paraId="3DA92632" w14:textId="77777777" w:rsidTr="003D7A71">
        <w:trPr>
          <w:cantSplit/>
          <w:trHeight w:val="317"/>
        </w:trPr>
        <w:tc>
          <w:tcPr>
            <w:tcW w:w="3780" w:type="dxa"/>
            <w:shd w:val="clear" w:color="auto" w:fill="auto"/>
            <w:vAlign w:val="center"/>
          </w:tcPr>
          <w:p w14:paraId="6429BD85" w14:textId="147CEC0B" w:rsidR="00A02449" w:rsidRPr="0001609E" w:rsidRDefault="000A6751" w:rsidP="000A6751">
            <w:pPr>
              <w:keepNext/>
              <w:keepLines/>
              <w:spacing w:before="20" w:after="20"/>
              <w:rPr>
                <w:sz w:val="20"/>
                <w:szCs w:val="20"/>
              </w:rPr>
            </w:pPr>
            <w:r w:rsidRPr="00D42CAE">
              <w:rPr>
                <w:sz w:val="20"/>
              </w:rPr>
              <w:t>Split system air conditioners with rated cooling</w:t>
            </w:r>
            <w:r>
              <w:rPr>
                <w:sz w:val="20"/>
              </w:rPr>
              <w:t xml:space="preserve"> </w:t>
            </w:r>
            <w:r w:rsidRPr="00D42CAE">
              <w:rPr>
                <w:sz w:val="20"/>
              </w:rPr>
              <w:t xml:space="preserve">capacity </w:t>
            </w:r>
            <w:r>
              <w:rPr>
                <w:sz w:val="20"/>
              </w:rPr>
              <w:t>&gt;=</w:t>
            </w:r>
            <w:r w:rsidRPr="00D42CAE">
              <w:rPr>
                <w:sz w:val="20"/>
              </w:rPr>
              <w:t xml:space="preserve"> 45,000 Btu/hour</w:t>
            </w:r>
          </w:p>
        </w:tc>
        <w:tc>
          <w:tcPr>
            <w:tcW w:w="1080" w:type="dxa"/>
            <w:shd w:val="clear" w:color="auto" w:fill="auto"/>
            <w:vAlign w:val="center"/>
          </w:tcPr>
          <w:p w14:paraId="30588550" w14:textId="7C4DA213" w:rsidR="00A02449" w:rsidRPr="00853C10" w:rsidRDefault="000A6751" w:rsidP="000A6751">
            <w:pPr>
              <w:keepNext/>
              <w:keepLines/>
              <w:spacing w:before="20" w:after="20"/>
              <w:jc w:val="center"/>
              <w:rPr>
                <w:sz w:val="20"/>
                <w:szCs w:val="20"/>
              </w:rPr>
            </w:pPr>
            <w:r>
              <w:rPr>
                <w:sz w:val="20"/>
                <w:szCs w:val="20"/>
              </w:rPr>
              <w:t>14</w:t>
            </w:r>
          </w:p>
        </w:tc>
        <w:tc>
          <w:tcPr>
            <w:tcW w:w="1080" w:type="dxa"/>
            <w:shd w:val="clear" w:color="auto" w:fill="auto"/>
            <w:vAlign w:val="center"/>
          </w:tcPr>
          <w:p w14:paraId="4EFF1A6A" w14:textId="494FB308" w:rsidR="00A02449" w:rsidRPr="00853C10" w:rsidRDefault="000A6751" w:rsidP="00A02449">
            <w:pPr>
              <w:keepNext/>
              <w:keepLines/>
              <w:spacing w:before="20" w:after="20"/>
              <w:jc w:val="center"/>
              <w:rPr>
                <w:sz w:val="20"/>
                <w:szCs w:val="20"/>
              </w:rPr>
            </w:pPr>
            <w:r>
              <w:rPr>
                <w:sz w:val="20"/>
                <w:szCs w:val="20"/>
              </w:rPr>
              <w:t>-</w:t>
            </w:r>
          </w:p>
        </w:tc>
        <w:tc>
          <w:tcPr>
            <w:tcW w:w="1080" w:type="dxa"/>
            <w:vAlign w:val="center"/>
          </w:tcPr>
          <w:p w14:paraId="2BA531DF" w14:textId="044D2DDB" w:rsidR="00A02449" w:rsidRPr="00853C10" w:rsidRDefault="000A6751" w:rsidP="00A02449">
            <w:pPr>
              <w:keepNext/>
              <w:keepLines/>
              <w:spacing w:before="20" w:after="20"/>
              <w:jc w:val="center"/>
              <w:rPr>
                <w:sz w:val="20"/>
                <w:szCs w:val="20"/>
              </w:rPr>
            </w:pPr>
            <w:r>
              <w:rPr>
                <w:sz w:val="20"/>
                <w:szCs w:val="20"/>
              </w:rPr>
              <w:t>11.7</w:t>
            </w:r>
          </w:p>
        </w:tc>
        <w:tc>
          <w:tcPr>
            <w:tcW w:w="2136" w:type="dxa"/>
            <w:vAlign w:val="center"/>
          </w:tcPr>
          <w:p w14:paraId="7B76F7EC" w14:textId="519601A1" w:rsidR="00A02449" w:rsidRPr="00853C10" w:rsidRDefault="000A6751" w:rsidP="00A02449">
            <w:pPr>
              <w:keepNext/>
              <w:keepLines/>
              <w:spacing w:before="20" w:after="20"/>
              <w:jc w:val="center"/>
              <w:rPr>
                <w:sz w:val="20"/>
                <w:szCs w:val="20"/>
              </w:rPr>
            </w:pPr>
            <w:r>
              <w:rPr>
                <w:sz w:val="20"/>
                <w:szCs w:val="20"/>
              </w:rPr>
              <w:t>30</w:t>
            </w:r>
          </w:p>
        </w:tc>
      </w:tr>
      <w:tr w:rsidR="000A6751" w:rsidRPr="0001609E" w14:paraId="167CBBD3" w14:textId="77777777" w:rsidTr="003D7A71">
        <w:trPr>
          <w:cantSplit/>
          <w:trHeight w:val="317"/>
        </w:trPr>
        <w:tc>
          <w:tcPr>
            <w:tcW w:w="3780" w:type="dxa"/>
            <w:shd w:val="clear" w:color="auto" w:fill="auto"/>
            <w:vAlign w:val="center"/>
          </w:tcPr>
          <w:p w14:paraId="1D2B3118" w14:textId="5F3904EF" w:rsidR="000A6751" w:rsidRPr="0001609E" w:rsidRDefault="000A6751" w:rsidP="000A6751">
            <w:pPr>
              <w:keepNext/>
              <w:keepLines/>
              <w:spacing w:before="20" w:after="20"/>
              <w:rPr>
                <w:sz w:val="20"/>
                <w:szCs w:val="20"/>
              </w:rPr>
            </w:pPr>
            <w:r w:rsidRPr="000A6751">
              <w:rPr>
                <w:sz w:val="20"/>
              </w:rPr>
              <w:t>Split system heat pumps with rated cooling</w:t>
            </w:r>
            <w:r>
              <w:rPr>
                <w:sz w:val="20"/>
              </w:rPr>
              <w:t xml:space="preserve"> </w:t>
            </w:r>
            <w:r w:rsidRPr="000A6751">
              <w:rPr>
                <w:sz w:val="20"/>
              </w:rPr>
              <w:t>capacity &lt; 45,000 Btu/hour</w:t>
            </w:r>
          </w:p>
        </w:tc>
        <w:tc>
          <w:tcPr>
            <w:tcW w:w="1080" w:type="dxa"/>
            <w:vMerge w:val="restart"/>
            <w:shd w:val="clear" w:color="auto" w:fill="auto"/>
            <w:vAlign w:val="center"/>
          </w:tcPr>
          <w:p w14:paraId="1D0732E6" w14:textId="2B26A56F" w:rsidR="000A6751" w:rsidRPr="00853C10" w:rsidRDefault="000A6751" w:rsidP="000A6751">
            <w:pPr>
              <w:keepNext/>
              <w:keepLines/>
              <w:spacing w:before="20" w:after="20"/>
              <w:jc w:val="center"/>
              <w:rPr>
                <w:sz w:val="20"/>
                <w:szCs w:val="20"/>
              </w:rPr>
            </w:pPr>
            <w:r>
              <w:rPr>
                <w:sz w:val="20"/>
                <w:szCs w:val="20"/>
              </w:rPr>
              <w:t>14</w:t>
            </w:r>
          </w:p>
        </w:tc>
        <w:tc>
          <w:tcPr>
            <w:tcW w:w="1080" w:type="dxa"/>
            <w:vMerge w:val="restart"/>
            <w:shd w:val="clear" w:color="auto" w:fill="auto"/>
            <w:vAlign w:val="center"/>
          </w:tcPr>
          <w:p w14:paraId="3838587A" w14:textId="2B0E12E3" w:rsidR="000A6751" w:rsidRPr="00853C10" w:rsidRDefault="000A6751" w:rsidP="00A02449">
            <w:pPr>
              <w:keepNext/>
              <w:keepLines/>
              <w:spacing w:before="20" w:after="20"/>
              <w:jc w:val="center"/>
              <w:rPr>
                <w:sz w:val="20"/>
                <w:szCs w:val="20"/>
              </w:rPr>
            </w:pPr>
            <w:r>
              <w:rPr>
                <w:sz w:val="20"/>
                <w:szCs w:val="20"/>
              </w:rPr>
              <w:t>8.2</w:t>
            </w:r>
          </w:p>
        </w:tc>
        <w:tc>
          <w:tcPr>
            <w:tcW w:w="1080" w:type="dxa"/>
            <w:vAlign w:val="center"/>
          </w:tcPr>
          <w:p w14:paraId="64A71FA1" w14:textId="6A5C3F06" w:rsidR="000A6751" w:rsidRPr="00853C10" w:rsidRDefault="000A6751" w:rsidP="00A02449">
            <w:pPr>
              <w:keepNext/>
              <w:keepLines/>
              <w:spacing w:before="20" w:after="20"/>
              <w:jc w:val="center"/>
              <w:rPr>
                <w:sz w:val="20"/>
                <w:szCs w:val="20"/>
              </w:rPr>
            </w:pPr>
            <w:r>
              <w:rPr>
                <w:sz w:val="20"/>
                <w:szCs w:val="20"/>
              </w:rPr>
              <w:t>12.2</w:t>
            </w:r>
          </w:p>
        </w:tc>
        <w:tc>
          <w:tcPr>
            <w:tcW w:w="2136" w:type="dxa"/>
            <w:vAlign w:val="center"/>
          </w:tcPr>
          <w:p w14:paraId="7A753F1F" w14:textId="0116C3F8" w:rsidR="000A6751" w:rsidRPr="00853C10" w:rsidRDefault="000A6751" w:rsidP="00A02449">
            <w:pPr>
              <w:keepNext/>
              <w:keepLines/>
              <w:spacing w:before="20" w:after="20"/>
              <w:jc w:val="center"/>
              <w:rPr>
                <w:sz w:val="20"/>
                <w:szCs w:val="20"/>
              </w:rPr>
            </w:pPr>
            <w:r>
              <w:rPr>
                <w:sz w:val="20"/>
                <w:szCs w:val="20"/>
              </w:rPr>
              <w:t>33</w:t>
            </w:r>
          </w:p>
        </w:tc>
      </w:tr>
      <w:tr w:rsidR="000A6751" w:rsidRPr="0001609E" w14:paraId="0E0FCE7B" w14:textId="77777777" w:rsidTr="003D7A71">
        <w:trPr>
          <w:cantSplit/>
          <w:trHeight w:val="317"/>
        </w:trPr>
        <w:tc>
          <w:tcPr>
            <w:tcW w:w="3780" w:type="dxa"/>
            <w:shd w:val="clear" w:color="auto" w:fill="auto"/>
            <w:vAlign w:val="center"/>
          </w:tcPr>
          <w:p w14:paraId="4A3E482C" w14:textId="24281266" w:rsidR="000A6751" w:rsidRDefault="000A6751" w:rsidP="000A6751">
            <w:pPr>
              <w:keepNext/>
              <w:keepLines/>
              <w:spacing w:before="20" w:after="20"/>
              <w:rPr>
                <w:sz w:val="20"/>
                <w:szCs w:val="20"/>
              </w:rPr>
            </w:pPr>
            <w:r w:rsidRPr="000A6751">
              <w:rPr>
                <w:sz w:val="20"/>
              </w:rPr>
              <w:t>Split system heat pumps with rated cooling</w:t>
            </w:r>
            <w:r>
              <w:rPr>
                <w:sz w:val="20"/>
              </w:rPr>
              <w:t xml:space="preserve"> </w:t>
            </w:r>
            <w:r w:rsidRPr="000A6751">
              <w:rPr>
                <w:sz w:val="20"/>
              </w:rPr>
              <w:t xml:space="preserve">capacity </w:t>
            </w:r>
            <w:r>
              <w:rPr>
                <w:sz w:val="20"/>
              </w:rPr>
              <w:t>&gt;=</w:t>
            </w:r>
            <w:r w:rsidRPr="000A6751">
              <w:rPr>
                <w:sz w:val="20"/>
              </w:rPr>
              <w:t xml:space="preserve"> 45,000 Btu/hour</w:t>
            </w:r>
          </w:p>
        </w:tc>
        <w:tc>
          <w:tcPr>
            <w:tcW w:w="1080" w:type="dxa"/>
            <w:vMerge/>
            <w:shd w:val="clear" w:color="auto" w:fill="auto"/>
            <w:vAlign w:val="center"/>
          </w:tcPr>
          <w:p w14:paraId="52639481" w14:textId="3CD84216" w:rsidR="000A6751" w:rsidRPr="00853C10" w:rsidRDefault="000A6751" w:rsidP="00A02449">
            <w:pPr>
              <w:keepNext/>
              <w:keepLines/>
              <w:spacing w:before="20" w:after="20"/>
              <w:rPr>
                <w:sz w:val="20"/>
                <w:szCs w:val="20"/>
              </w:rPr>
            </w:pPr>
          </w:p>
        </w:tc>
        <w:tc>
          <w:tcPr>
            <w:tcW w:w="1080" w:type="dxa"/>
            <w:vMerge/>
            <w:shd w:val="clear" w:color="auto" w:fill="auto"/>
            <w:vAlign w:val="center"/>
          </w:tcPr>
          <w:p w14:paraId="5144EE81" w14:textId="3570A0DE" w:rsidR="000A6751" w:rsidRPr="00853C10" w:rsidRDefault="000A6751" w:rsidP="00A02449">
            <w:pPr>
              <w:keepNext/>
              <w:keepLines/>
              <w:spacing w:before="20" w:after="20"/>
              <w:jc w:val="center"/>
              <w:rPr>
                <w:sz w:val="20"/>
                <w:szCs w:val="20"/>
              </w:rPr>
            </w:pPr>
          </w:p>
        </w:tc>
        <w:tc>
          <w:tcPr>
            <w:tcW w:w="1080" w:type="dxa"/>
            <w:vAlign w:val="center"/>
          </w:tcPr>
          <w:p w14:paraId="5C7EBC4E" w14:textId="6A9D7109" w:rsidR="000A6751" w:rsidRPr="00853C10" w:rsidRDefault="000A6751" w:rsidP="00A02449">
            <w:pPr>
              <w:keepNext/>
              <w:keepLines/>
              <w:spacing w:before="20" w:after="20"/>
              <w:jc w:val="center"/>
              <w:rPr>
                <w:sz w:val="20"/>
                <w:szCs w:val="20"/>
              </w:rPr>
            </w:pPr>
            <w:r>
              <w:rPr>
                <w:sz w:val="20"/>
                <w:szCs w:val="20"/>
              </w:rPr>
              <w:t>11.7</w:t>
            </w:r>
          </w:p>
        </w:tc>
        <w:tc>
          <w:tcPr>
            <w:tcW w:w="2136" w:type="dxa"/>
            <w:vAlign w:val="center"/>
          </w:tcPr>
          <w:p w14:paraId="050AD654" w14:textId="06C7C606" w:rsidR="000A6751" w:rsidRPr="00853C10" w:rsidRDefault="000A6751" w:rsidP="00A02449">
            <w:pPr>
              <w:keepNext/>
              <w:keepLines/>
              <w:spacing w:before="20" w:after="20"/>
              <w:jc w:val="center"/>
              <w:rPr>
                <w:sz w:val="20"/>
                <w:szCs w:val="20"/>
              </w:rPr>
            </w:pPr>
            <w:r>
              <w:rPr>
                <w:sz w:val="20"/>
                <w:szCs w:val="20"/>
              </w:rPr>
              <w:t>33</w:t>
            </w:r>
          </w:p>
        </w:tc>
      </w:tr>
      <w:tr w:rsidR="00F26841" w:rsidRPr="0001609E" w14:paraId="146B9E09" w14:textId="77777777" w:rsidTr="003D7A71">
        <w:trPr>
          <w:cantSplit/>
          <w:trHeight w:val="317"/>
        </w:trPr>
        <w:tc>
          <w:tcPr>
            <w:tcW w:w="3780" w:type="dxa"/>
            <w:shd w:val="clear" w:color="auto" w:fill="auto"/>
            <w:vAlign w:val="center"/>
          </w:tcPr>
          <w:p w14:paraId="4647BF68" w14:textId="6B7D1A90" w:rsidR="00F26841" w:rsidRPr="000A6751" w:rsidRDefault="00F26841" w:rsidP="000A6751">
            <w:pPr>
              <w:keepNext/>
              <w:keepLines/>
              <w:spacing w:before="20" w:after="20"/>
              <w:rPr>
                <w:sz w:val="20"/>
              </w:rPr>
            </w:pPr>
            <w:r>
              <w:rPr>
                <w:sz w:val="20"/>
              </w:rPr>
              <w:t>Single package air conditioners</w:t>
            </w:r>
          </w:p>
        </w:tc>
        <w:tc>
          <w:tcPr>
            <w:tcW w:w="1080" w:type="dxa"/>
            <w:shd w:val="clear" w:color="auto" w:fill="auto"/>
            <w:vAlign w:val="center"/>
          </w:tcPr>
          <w:p w14:paraId="4986E461" w14:textId="0EF53E4F" w:rsidR="00F26841" w:rsidRPr="00853C10" w:rsidRDefault="00990226" w:rsidP="00990226">
            <w:pPr>
              <w:keepNext/>
              <w:keepLines/>
              <w:spacing w:before="20" w:after="20"/>
              <w:jc w:val="center"/>
              <w:rPr>
                <w:sz w:val="20"/>
                <w:szCs w:val="20"/>
              </w:rPr>
            </w:pPr>
            <w:r>
              <w:rPr>
                <w:sz w:val="20"/>
                <w:szCs w:val="20"/>
              </w:rPr>
              <w:t>14</w:t>
            </w:r>
          </w:p>
        </w:tc>
        <w:tc>
          <w:tcPr>
            <w:tcW w:w="1080" w:type="dxa"/>
            <w:shd w:val="clear" w:color="auto" w:fill="auto"/>
            <w:vAlign w:val="center"/>
          </w:tcPr>
          <w:p w14:paraId="56F430C8" w14:textId="55A0E0E2" w:rsidR="00F26841" w:rsidRPr="00853C10" w:rsidRDefault="00990226" w:rsidP="00A02449">
            <w:pPr>
              <w:keepNext/>
              <w:keepLines/>
              <w:spacing w:before="20" w:after="20"/>
              <w:jc w:val="center"/>
              <w:rPr>
                <w:sz w:val="20"/>
                <w:szCs w:val="20"/>
              </w:rPr>
            </w:pPr>
            <w:r>
              <w:rPr>
                <w:sz w:val="20"/>
                <w:szCs w:val="20"/>
              </w:rPr>
              <w:t>-</w:t>
            </w:r>
          </w:p>
        </w:tc>
        <w:tc>
          <w:tcPr>
            <w:tcW w:w="1080" w:type="dxa"/>
            <w:vAlign w:val="center"/>
          </w:tcPr>
          <w:p w14:paraId="710056CC" w14:textId="6DB22B24" w:rsidR="00F26841" w:rsidRDefault="00990226" w:rsidP="00A02449">
            <w:pPr>
              <w:keepNext/>
              <w:keepLines/>
              <w:spacing w:before="20" w:after="20"/>
              <w:jc w:val="center"/>
              <w:rPr>
                <w:sz w:val="20"/>
                <w:szCs w:val="20"/>
              </w:rPr>
            </w:pPr>
            <w:r>
              <w:rPr>
                <w:sz w:val="20"/>
                <w:szCs w:val="20"/>
              </w:rPr>
              <w:t>11.0</w:t>
            </w:r>
          </w:p>
        </w:tc>
        <w:tc>
          <w:tcPr>
            <w:tcW w:w="2136" w:type="dxa"/>
            <w:vAlign w:val="center"/>
          </w:tcPr>
          <w:p w14:paraId="350ED0C3" w14:textId="07A883FF" w:rsidR="00F26841" w:rsidRDefault="00990226" w:rsidP="00A02449">
            <w:pPr>
              <w:keepNext/>
              <w:keepLines/>
              <w:spacing w:before="20" w:after="20"/>
              <w:jc w:val="center"/>
              <w:rPr>
                <w:sz w:val="20"/>
                <w:szCs w:val="20"/>
              </w:rPr>
            </w:pPr>
            <w:r>
              <w:rPr>
                <w:sz w:val="20"/>
                <w:szCs w:val="20"/>
              </w:rPr>
              <w:t>30</w:t>
            </w:r>
          </w:p>
        </w:tc>
      </w:tr>
      <w:tr w:rsidR="00F26841" w:rsidRPr="0001609E" w14:paraId="71D3B596" w14:textId="77777777" w:rsidTr="003D7A71">
        <w:trPr>
          <w:cantSplit/>
          <w:trHeight w:val="317"/>
        </w:trPr>
        <w:tc>
          <w:tcPr>
            <w:tcW w:w="3780" w:type="dxa"/>
            <w:shd w:val="clear" w:color="auto" w:fill="auto"/>
            <w:vAlign w:val="center"/>
          </w:tcPr>
          <w:p w14:paraId="3CEA8485" w14:textId="6D9005A1" w:rsidR="00F26841" w:rsidRDefault="00F26841" w:rsidP="000A6751">
            <w:pPr>
              <w:keepNext/>
              <w:keepLines/>
              <w:spacing w:before="20" w:after="20"/>
              <w:rPr>
                <w:sz w:val="20"/>
              </w:rPr>
            </w:pPr>
            <w:r>
              <w:rPr>
                <w:sz w:val="20"/>
              </w:rPr>
              <w:t xml:space="preserve">Single package </w:t>
            </w:r>
            <w:r w:rsidR="00990226">
              <w:rPr>
                <w:sz w:val="20"/>
              </w:rPr>
              <w:t>heat pumps</w:t>
            </w:r>
          </w:p>
        </w:tc>
        <w:tc>
          <w:tcPr>
            <w:tcW w:w="1080" w:type="dxa"/>
            <w:shd w:val="clear" w:color="auto" w:fill="auto"/>
            <w:vAlign w:val="center"/>
          </w:tcPr>
          <w:p w14:paraId="0BEAB172" w14:textId="24FE94D8" w:rsidR="00F26841" w:rsidRPr="00853C10" w:rsidRDefault="00990226" w:rsidP="00990226">
            <w:pPr>
              <w:keepNext/>
              <w:keepLines/>
              <w:spacing w:before="20" w:after="20"/>
              <w:jc w:val="center"/>
              <w:rPr>
                <w:sz w:val="20"/>
                <w:szCs w:val="20"/>
              </w:rPr>
            </w:pPr>
            <w:r>
              <w:rPr>
                <w:sz w:val="20"/>
                <w:szCs w:val="20"/>
              </w:rPr>
              <w:t>14</w:t>
            </w:r>
          </w:p>
        </w:tc>
        <w:tc>
          <w:tcPr>
            <w:tcW w:w="1080" w:type="dxa"/>
            <w:shd w:val="clear" w:color="auto" w:fill="auto"/>
            <w:vAlign w:val="center"/>
          </w:tcPr>
          <w:p w14:paraId="45A60EB2" w14:textId="0C180709" w:rsidR="00F26841" w:rsidRPr="00853C10" w:rsidRDefault="00990226" w:rsidP="00A02449">
            <w:pPr>
              <w:keepNext/>
              <w:keepLines/>
              <w:spacing w:before="20" w:after="20"/>
              <w:jc w:val="center"/>
              <w:rPr>
                <w:sz w:val="20"/>
                <w:szCs w:val="20"/>
              </w:rPr>
            </w:pPr>
            <w:r>
              <w:rPr>
                <w:sz w:val="20"/>
                <w:szCs w:val="20"/>
              </w:rPr>
              <w:t>8.0</w:t>
            </w:r>
          </w:p>
        </w:tc>
        <w:tc>
          <w:tcPr>
            <w:tcW w:w="1080" w:type="dxa"/>
            <w:vAlign w:val="center"/>
          </w:tcPr>
          <w:p w14:paraId="0E8EA9EB" w14:textId="10D2901B" w:rsidR="00F26841" w:rsidRDefault="00990226" w:rsidP="00A02449">
            <w:pPr>
              <w:keepNext/>
              <w:keepLines/>
              <w:spacing w:before="20" w:after="20"/>
              <w:jc w:val="center"/>
              <w:rPr>
                <w:sz w:val="20"/>
                <w:szCs w:val="20"/>
              </w:rPr>
            </w:pPr>
            <w:r>
              <w:rPr>
                <w:sz w:val="20"/>
                <w:szCs w:val="20"/>
              </w:rPr>
              <w:t>-</w:t>
            </w:r>
          </w:p>
        </w:tc>
        <w:tc>
          <w:tcPr>
            <w:tcW w:w="2136" w:type="dxa"/>
            <w:vAlign w:val="center"/>
          </w:tcPr>
          <w:p w14:paraId="12195B64" w14:textId="329D1ADE" w:rsidR="00F26841" w:rsidRDefault="00990226" w:rsidP="00A02449">
            <w:pPr>
              <w:keepNext/>
              <w:keepLines/>
              <w:spacing w:before="20" w:after="20"/>
              <w:jc w:val="center"/>
              <w:rPr>
                <w:sz w:val="20"/>
                <w:szCs w:val="20"/>
              </w:rPr>
            </w:pPr>
            <w:r>
              <w:rPr>
                <w:sz w:val="20"/>
                <w:szCs w:val="20"/>
              </w:rPr>
              <w:t>33</w:t>
            </w:r>
          </w:p>
        </w:tc>
      </w:tr>
    </w:tbl>
    <w:p w14:paraId="6DF2C886" w14:textId="732507DB" w:rsidR="002C4285" w:rsidRDefault="002C4285" w:rsidP="00257D08">
      <w:pPr>
        <w:rPr>
          <w:rFonts w:cstheme="minorHAnsi"/>
        </w:rPr>
      </w:pPr>
    </w:p>
    <w:p w14:paraId="6EAB527E" w14:textId="7FB5F703" w:rsidR="002C4285" w:rsidRDefault="002C4285" w:rsidP="00257D08">
      <w:r>
        <w:t>Section 1605.1(</w:t>
      </w:r>
      <w:r w:rsidR="003A2F9E">
        <w:t>b</w:t>
      </w:r>
      <w:r>
        <w:t xml:space="preserve">)1 Table </w:t>
      </w:r>
      <w:r w:rsidR="003A2F9E">
        <w:t>B-2</w:t>
      </w:r>
      <w:r>
        <w:t xml:space="preserve"> (portions replicated below) provides standards for </w:t>
      </w:r>
      <w:r w:rsidR="003A2F9E">
        <w:t>room air</w:t>
      </w:r>
      <w:r w:rsidR="002C4E44">
        <w:t xml:space="preserve"> conditioners and room heat pumps manufactured on or after June 1, 2014. </w:t>
      </w:r>
      <w:r w:rsidR="002D7D9D">
        <w:t xml:space="preserve">The </w:t>
      </w:r>
      <w:r w:rsidR="00F66634">
        <w:t xml:space="preserve">higher among these efficiencies for room air conditioners and room heat pumps were used as code baseline efficiencies. </w:t>
      </w:r>
    </w:p>
    <w:p w14:paraId="69D1B21E" w14:textId="4D65E72A" w:rsidR="002C4E44" w:rsidRDefault="002C4E44" w:rsidP="00184860">
      <w:pPr>
        <w:pStyle w:val="Caption"/>
      </w:pPr>
      <w:r>
        <w:t>Table B-</w:t>
      </w:r>
      <w:r w:rsidR="00610A10">
        <w:t>2</w:t>
      </w:r>
      <w:r>
        <w:t xml:space="preserve">: </w:t>
      </w:r>
      <w:r w:rsidRPr="00E47687">
        <w:t xml:space="preserve">Standards for </w:t>
      </w:r>
      <w:r>
        <w:t xml:space="preserve">Room Air Conditioners and Room Air-Conditioning Heat Pumps Manufactured </w:t>
      </w:r>
      <w:proofErr w:type="gramStart"/>
      <w:r>
        <w:t>On</w:t>
      </w:r>
      <w:proofErr w:type="gramEnd"/>
      <w:r>
        <w:t xml:space="preserve"> or After June 1, 2014</w:t>
      </w:r>
      <w:r>
        <w:rPr>
          <w:rStyle w:val="FootnoteReference"/>
        </w:rPr>
        <w:footnoteReference w:id="8"/>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2984"/>
        <w:gridCol w:w="1413"/>
        <w:gridCol w:w="2246"/>
        <w:gridCol w:w="2204"/>
      </w:tblGrid>
      <w:tr w:rsidR="00706568" w:rsidRPr="0001609E" w14:paraId="404B8AA0" w14:textId="77777777" w:rsidTr="00EF168E">
        <w:trPr>
          <w:cantSplit/>
          <w:trHeight w:val="20"/>
        </w:trPr>
        <w:tc>
          <w:tcPr>
            <w:tcW w:w="0" w:type="auto"/>
            <w:shd w:val="clear" w:color="auto" w:fill="F2F2F2" w:themeFill="background1" w:themeFillShade="F2"/>
            <w:vAlign w:val="center"/>
          </w:tcPr>
          <w:p w14:paraId="5E859FBC" w14:textId="30338BF0" w:rsidR="00706568" w:rsidRPr="00FA129B" w:rsidRDefault="00706568" w:rsidP="001B45DA">
            <w:pPr>
              <w:keepNext/>
              <w:keepLines/>
              <w:spacing w:before="20" w:after="20"/>
              <w:rPr>
                <w:b/>
                <w:i/>
                <w:sz w:val="20"/>
                <w:szCs w:val="20"/>
              </w:rPr>
            </w:pPr>
            <w:r>
              <w:rPr>
                <w:b/>
                <w:i/>
                <w:sz w:val="20"/>
                <w:szCs w:val="20"/>
              </w:rPr>
              <w:t>Appliance</w:t>
            </w:r>
          </w:p>
        </w:tc>
        <w:tc>
          <w:tcPr>
            <w:tcW w:w="0" w:type="auto"/>
            <w:shd w:val="clear" w:color="auto" w:fill="F2F2F2" w:themeFill="background1" w:themeFillShade="F2"/>
            <w:vAlign w:val="center"/>
          </w:tcPr>
          <w:p w14:paraId="474DE66F" w14:textId="2D8908C0" w:rsidR="00706568" w:rsidRPr="00FA129B" w:rsidRDefault="00706568" w:rsidP="001B45DA">
            <w:pPr>
              <w:keepNext/>
              <w:keepLines/>
              <w:spacing w:before="20" w:after="20"/>
              <w:jc w:val="center"/>
              <w:rPr>
                <w:b/>
                <w:i/>
                <w:sz w:val="20"/>
                <w:szCs w:val="20"/>
              </w:rPr>
            </w:pPr>
            <w:r>
              <w:rPr>
                <w:b/>
                <w:i/>
                <w:sz w:val="20"/>
                <w:szCs w:val="20"/>
              </w:rPr>
              <w:t>Louvered Sides</w:t>
            </w:r>
          </w:p>
        </w:tc>
        <w:tc>
          <w:tcPr>
            <w:tcW w:w="0" w:type="auto"/>
            <w:shd w:val="clear" w:color="auto" w:fill="F2F2F2" w:themeFill="background1" w:themeFillShade="F2"/>
            <w:vAlign w:val="center"/>
          </w:tcPr>
          <w:p w14:paraId="128E02D3" w14:textId="2DBCEFFE" w:rsidR="00706568" w:rsidRPr="00FA129B" w:rsidRDefault="00706568" w:rsidP="001B45DA">
            <w:pPr>
              <w:keepNext/>
              <w:keepLines/>
              <w:spacing w:before="20" w:after="20"/>
              <w:jc w:val="center"/>
              <w:rPr>
                <w:b/>
                <w:i/>
                <w:sz w:val="20"/>
                <w:szCs w:val="20"/>
              </w:rPr>
            </w:pPr>
            <w:r>
              <w:rPr>
                <w:b/>
                <w:i/>
                <w:sz w:val="20"/>
                <w:szCs w:val="20"/>
              </w:rPr>
              <w:t>Cooling Capacity (Btu/</w:t>
            </w:r>
            <w:proofErr w:type="spellStart"/>
            <w:r>
              <w:rPr>
                <w:b/>
                <w:i/>
                <w:sz w:val="20"/>
                <w:szCs w:val="20"/>
              </w:rPr>
              <w:t>hr</w:t>
            </w:r>
            <w:proofErr w:type="spellEnd"/>
            <w:r>
              <w:rPr>
                <w:b/>
                <w:i/>
                <w:sz w:val="20"/>
                <w:szCs w:val="20"/>
              </w:rPr>
              <w:t>)</w:t>
            </w:r>
          </w:p>
        </w:tc>
        <w:tc>
          <w:tcPr>
            <w:tcW w:w="0" w:type="auto"/>
            <w:shd w:val="clear" w:color="auto" w:fill="F2F2F2" w:themeFill="background1" w:themeFillShade="F2"/>
            <w:vAlign w:val="center"/>
          </w:tcPr>
          <w:p w14:paraId="6D0F0B9A" w14:textId="130DDB50" w:rsidR="00706568" w:rsidRPr="00FA129B" w:rsidRDefault="00706568" w:rsidP="001B45DA">
            <w:pPr>
              <w:keepNext/>
              <w:keepLines/>
              <w:spacing w:before="20" w:after="20"/>
              <w:jc w:val="center"/>
              <w:rPr>
                <w:b/>
                <w:i/>
                <w:sz w:val="20"/>
                <w:szCs w:val="20"/>
              </w:rPr>
            </w:pPr>
            <w:r w:rsidRPr="00FA129B">
              <w:rPr>
                <w:b/>
                <w:i/>
                <w:sz w:val="20"/>
                <w:szCs w:val="20"/>
              </w:rPr>
              <w:t xml:space="preserve">Minimum </w:t>
            </w:r>
            <w:r>
              <w:rPr>
                <w:b/>
                <w:i/>
                <w:sz w:val="20"/>
                <w:szCs w:val="20"/>
              </w:rPr>
              <w:t xml:space="preserve">Combined </w:t>
            </w:r>
            <w:r w:rsidRPr="00FA129B">
              <w:rPr>
                <w:b/>
                <w:i/>
                <w:sz w:val="20"/>
                <w:szCs w:val="20"/>
              </w:rPr>
              <w:t>EER</w:t>
            </w:r>
          </w:p>
        </w:tc>
      </w:tr>
      <w:tr w:rsidR="00706568" w:rsidRPr="0001609E" w14:paraId="0626F7A8" w14:textId="77777777" w:rsidTr="00EF168E">
        <w:trPr>
          <w:cantSplit/>
          <w:trHeight w:val="317"/>
        </w:trPr>
        <w:tc>
          <w:tcPr>
            <w:tcW w:w="0" w:type="auto"/>
            <w:shd w:val="clear" w:color="auto" w:fill="auto"/>
            <w:vAlign w:val="center"/>
          </w:tcPr>
          <w:p w14:paraId="2D11EEC6" w14:textId="026B2A25" w:rsidR="00706568" w:rsidRPr="0001609E" w:rsidRDefault="004416AA" w:rsidP="001B45DA">
            <w:pPr>
              <w:keepNext/>
              <w:keepLines/>
              <w:spacing w:before="20" w:after="20"/>
              <w:rPr>
                <w:sz w:val="20"/>
                <w:szCs w:val="20"/>
              </w:rPr>
            </w:pPr>
            <w:r>
              <w:rPr>
                <w:sz w:val="20"/>
              </w:rPr>
              <w:t>Room Air Conditioner</w:t>
            </w:r>
          </w:p>
        </w:tc>
        <w:tc>
          <w:tcPr>
            <w:tcW w:w="0" w:type="auto"/>
            <w:shd w:val="clear" w:color="auto" w:fill="auto"/>
            <w:vAlign w:val="center"/>
          </w:tcPr>
          <w:p w14:paraId="2401E2D2" w14:textId="324345F7" w:rsidR="00706568" w:rsidRPr="00853C10" w:rsidRDefault="004416AA"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7767514D" w14:textId="052B12DC" w:rsidR="00706568" w:rsidRPr="00853C10" w:rsidRDefault="00673562" w:rsidP="001B45DA">
            <w:pPr>
              <w:keepNext/>
              <w:keepLines/>
              <w:spacing w:before="20" w:after="20"/>
              <w:jc w:val="center"/>
              <w:rPr>
                <w:sz w:val="20"/>
                <w:szCs w:val="20"/>
              </w:rPr>
            </w:pPr>
            <w:r>
              <w:rPr>
                <w:sz w:val="20"/>
                <w:szCs w:val="20"/>
              </w:rPr>
              <w:t>&lt;6</w:t>
            </w:r>
            <w:r w:rsidR="00E80E19">
              <w:rPr>
                <w:sz w:val="20"/>
                <w:szCs w:val="20"/>
              </w:rPr>
              <w:t>,000 – 7,999</w:t>
            </w:r>
          </w:p>
        </w:tc>
        <w:tc>
          <w:tcPr>
            <w:tcW w:w="0" w:type="auto"/>
            <w:vAlign w:val="center"/>
          </w:tcPr>
          <w:p w14:paraId="51A6EDF5" w14:textId="5455D0D0" w:rsidR="00706568" w:rsidRPr="00853C10" w:rsidRDefault="00E80E19" w:rsidP="001B45DA">
            <w:pPr>
              <w:keepNext/>
              <w:keepLines/>
              <w:spacing w:before="20" w:after="20"/>
              <w:jc w:val="center"/>
              <w:rPr>
                <w:sz w:val="20"/>
                <w:szCs w:val="20"/>
              </w:rPr>
            </w:pPr>
            <w:r>
              <w:rPr>
                <w:sz w:val="20"/>
                <w:szCs w:val="20"/>
              </w:rPr>
              <w:t>11.0</w:t>
            </w:r>
          </w:p>
        </w:tc>
      </w:tr>
      <w:tr w:rsidR="00706568" w:rsidRPr="0001609E" w14:paraId="43E330A2" w14:textId="77777777" w:rsidTr="00EF168E">
        <w:trPr>
          <w:cantSplit/>
          <w:trHeight w:val="317"/>
        </w:trPr>
        <w:tc>
          <w:tcPr>
            <w:tcW w:w="0" w:type="auto"/>
            <w:shd w:val="clear" w:color="auto" w:fill="auto"/>
            <w:vAlign w:val="center"/>
          </w:tcPr>
          <w:p w14:paraId="1FF7AE8B" w14:textId="55E10D52" w:rsidR="00706568" w:rsidRPr="0001609E" w:rsidRDefault="00E80E19" w:rsidP="001B45DA">
            <w:pPr>
              <w:keepNext/>
              <w:keepLines/>
              <w:spacing w:before="20" w:after="20"/>
              <w:rPr>
                <w:sz w:val="20"/>
                <w:szCs w:val="20"/>
              </w:rPr>
            </w:pPr>
            <w:r>
              <w:rPr>
                <w:sz w:val="20"/>
              </w:rPr>
              <w:t>Room Air Conditioner</w:t>
            </w:r>
          </w:p>
        </w:tc>
        <w:tc>
          <w:tcPr>
            <w:tcW w:w="0" w:type="auto"/>
            <w:shd w:val="clear" w:color="auto" w:fill="auto"/>
            <w:vAlign w:val="center"/>
          </w:tcPr>
          <w:p w14:paraId="7BEFBB0C" w14:textId="0DD70035" w:rsidR="00706568" w:rsidRPr="00853C10" w:rsidRDefault="00E80E19"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36E7B02C" w14:textId="7CBADC06" w:rsidR="00706568" w:rsidRPr="00853C10" w:rsidRDefault="00357A83" w:rsidP="001B45DA">
            <w:pPr>
              <w:keepNext/>
              <w:keepLines/>
              <w:spacing w:before="20" w:after="20"/>
              <w:jc w:val="center"/>
              <w:rPr>
                <w:sz w:val="20"/>
                <w:szCs w:val="20"/>
              </w:rPr>
            </w:pPr>
            <w:r>
              <w:rPr>
                <w:rFonts w:cs="Calibri Light"/>
                <w:sz w:val="20"/>
                <w:szCs w:val="20"/>
              </w:rPr>
              <w:t>≥ 8,000 – 13,999</w:t>
            </w:r>
          </w:p>
        </w:tc>
        <w:tc>
          <w:tcPr>
            <w:tcW w:w="0" w:type="auto"/>
            <w:vAlign w:val="center"/>
          </w:tcPr>
          <w:p w14:paraId="715E68B7" w14:textId="238644D0" w:rsidR="00706568" w:rsidRPr="00853C10" w:rsidRDefault="00357A83" w:rsidP="001B45DA">
            <w:pPr>
              <w:keepNext/>
              <w:keepLines/>
              <w:spacing w:before="20" w:after="20"/>
              <w:jc w:val="center"/>
              <w:rPr>
                <w:sz w:val="20"/>
                <w:szCs w:val="20"/>
              </w:rPr>
            </w:pPr>
            <w:r>
              <w:rPr>
                <w:sz w:val="20"/>
                <w:szCs w:val="20"/>
              </w:rPr>
              <w:t>10.9</w:t>
            </w:r>
          </w:p>
        </w:tc>
      </w:tr>
      <w:tr w:rsidR="00F259DC" w:rsidRPr="0001609E" w14:paraId="4838535D" w14:textId="77777777" w:rsidTr="00EF168E">
        <w:trPr>
          <w:cantSplit/>
          <w:trHeight w:val="317"/>
        </w:trPr>
        <w:tc>
          <w:tcPr>
            <w:tcW w:w="0" w:type="auto"/>
            <w:shd w:val="clear" w:color="auto" w:fill="auto"/>
            <w:vAlign w:val="center"/>
          </w:tcPr>
          <w:p w14:paraId="3B1CD229" w14:textId="79A1713B" w:rsidR="00F259DC" w:rsidRDefault="00F259DC" w:rsidP="00F259DC">
            <w:pPr>
              <w:keepNext/>
              <w:keepLines/>
              <w:spacing w:before="20" w:after="20"/>
              <w:rPr>
                <w:sz w:val="20"/>
              </w:rPr>
            </w:pPr>
            <w:r>
              <w:rPr>
                <w:sz w:val="20"/>
              </w:rPr>
              <w:t>Room Air Conditioner</w:t>
            </w:r>
          </w:p>
        </w:tc>
        <w:tc>
          <w:tcPr>
            <w:tcW w:w="0" w:type="auto"/>
            <w:shd w:val="clear" w:color="auto" w:fill="auto"/>
            <w:vAlign w:val="center"/>
          </w:tcPr>
          <w:p w14:paraId="5BB7358D" w14:textId="4181CB63" w:rsidR="00F259DC" w:rsidRDefault="00F259DC" w:rsidP="00F259DC">
            <w:pPr>
              <w:keepNext/>
              <w:keepLines/>
              <w:spacing w:before="20" w:after="20"/>
              <w:jc w:val="center"/>
              <w:rPr>
                <w:sz w:val="20"/>
                <w:szCs w:val="20"/>
              </w:rPr>
            </w:pPr>
            <w:r>
              <w:rPr>
                <w:sz w:val="20"/>
                <w:szCs w:val="20"/>
              </w:rPr>
              <w:t>Yes</w:t>
            </w:r>
          </w:p>
        </w:tc>
        <w:tc>
          <w:tcPr>
            <w:tcW w:w="0" w:type="auto"/>
            <w:shd w:val="clear" w:color="auto" w:fill="auto"/>
            <w:vAlign w:val="center"/>
          </w:tcPr>
          <w:p w14:paraId="1E8E4714" w14:textId="5D221398" w:rsidR="00F259DC" w:rsidRDefault="00F259DC" w:rsidP="00F259DC">
            <w:pPr>
              <w:keepNext/>
              <w:keepLines/>
              <w:spacing w:before="20" w:after="20"/>
              <w:jc w:val="center"/>
              <w:rPr>
                <w:rFonts w:cs="Calibri Light"/>
                <w:sz w:val="20"/>
                <w:szCs w:val="20"/>
              </w:rPr>
            </w:pPr>
            <w:r>
              <w:rPr>
                <w:rFonts w:cs="Calibri Light"/>
                <w:sz w:val="20"/>
                <w:szCs w:val="20"/>
              </w:rPr>
              <w:t>≥ 14,000 – 19,999</w:t>
            </w:r>
          </w:p>
        </w:tc>
        <w:tc>
          <w:tcPr>
            <w:tcW w:w="0" w:type="auto"/>
            <w:vAlign w:val="center"/>
          </w:tcPr>
          <w:p w14:paraId="53499079" w14:textId="73BE726E" w:rsidR="00F259DC" w:rsidRDefault="00F259DC" w:rsidP="00F259DC">
            <w:pPr>
              <w:keepNext/>
              <w:keepLines/>
              <w:spacing w:before="20" w:after="20"/>
              <w:jc w:val="center"/>
              <w:rPr>
                <w:sz w:val="20"/>
                <w:szCs w:val="20"/>
              </w:rPr>
            </w:pPr>
            <w:r>
              <w:rPr>
                <w:sz w:val="20"/>
                <w:szCs w:val="20"/>
              </w:rPr>
              <w:t>10.7</w:t>
            </w:r>
          </w:p>
        </w:tc>
      </w:tr>
      <w:tr w:rsidR="00F259DC" w:rsidRPr="0001609E" w14:paraId="6EB155C8" w14:textId="77777777" w:rsidTr="00EF168E">
        <w:trPr>
          <w:cantSplit/>
          <w:trHeight w:val="317"/>
        </w:trPr>
        <w:tc>
          <w:tcPr>
            <w:tcW w:w="0" w:type="auto"/>
            <w:shd w:val="clear" w:color="auto" w:fill="auto"/>
            <w:vAlign w:val="center"/>
          </w:tcPr>
          <w:p w14:paraId="130CC889" w14:textId="10AA8C0D" w:rsidR="00F259DC" w:rsidRDefault="00F259DC" w:rsidP="00F259DC">
            <w:pPr>
              <w:keepNext/>
              <w:keepLines/>
              <w:spacing w:before="20" w:after="20"/>
              <w:rPr>
                <w:sz w:val="20"/>
              </w:rPr>
            </w:pPr>
            <w:r>
              <w:rPr>
                <w:sz w:val="20"/>
              </w:rPr>
              <w:t>Room Air Conditioner</w:t>
            </w:r>
          </w:p>
        </w:tc>
        <w:tc>
          <w:tcPr>
            <w:tcW w:w="0" w:type="auto"/>
            <w:shd w:val="clear" w:color="auto" w:fill="auto"/>
            <w:vAlign w:val="center"/>
          </w:tcPr>
          <w:p w14:paraId="6C75DE26" w14:textId="79CB9095" w:rsidR="00F259DC" w:rsidRDefault="00F259DC" w:rsidP="00F259DC">
            <w:pPr>
              <w:keepNext/>
              <w:keepLines/>
              <w:spacing w:before="20" w:after="20"/>
              <w:jc w:val="center"/>
              <w:rPr>
                <w:sz w:val="20"/>
                <w:szCs w:val="20"/>
              </w:rPr>
            </w:pPr>
            <w:r>
              <w:rPr>
                <w:sz w:val="20"/>
                <w:szCs w:val="20"/>
              </w:rPr>
              <w:t>Yes</w:t>
            </w:r>
          </w:p>
        </w:tc>
        <w:tc>
          <w:tcPr>
            <w:tcW w:w="0" w:type="auto"/>
            <w:shd w:val="clear" w:color="auto" w:fill="auto"/>
            <w:vAlign w:val="center"/>
          </w:tcPr>
          <w:p w14:paraId="00D8425B" w14:textId="71141665" w:rsidR="00F259DC" w:rsidRDefault="00F259DC" w:rsidP="00F259DC">
            <w:pPr>
              <w:keepNext/>
              <w:keepLines/>
              <w:spacing w:before="20" w:after="20"/>
              <w:jc w:val="center"/>
              <w:rPr>
                <w:rFonts w:cs="Calibri Light"/>
                <w:sz w:val="20"/>
                <w:szCs w:val="20"/>
              </w:rPr>
            </w:pPr>
            <w:r>
              <w:rPr>
                <w:rFonts w:cs="Calibri Light"/>
                <w:sz w:val="20"/>
                <w:szCs w:val="20"/>
              </w:rPr>
              <w:t>≥ 20,000 – 27,999</w:t>
            </w:r>
          </w:p>
        </w:tc>
        <w:tc>
          <w:tcPr>
            <w:tcW w:w="0" w:type="auto"/>
            <w:vAlign w:val="center"/>
          </w:tcPr>
          <w:p w14:paraId="03765BED" w14:textId="0E7DC3CF" w:rsidR="00F259DC" w:rsidRDefault="00F259DC" w:rsidP="00F259DC">
            <w:pPr>
              <w:keepNext/>
              <w:keepLines/>
              <w:spacing w:before="20" w:after="20"/>
              <w:jc w:val="center"/>
              <w:rPr>
                <w:sz w:val="20"/>
                <w:szCs w:val="20"/>
              </w:rPr>
            </w:pPr>
            <w:r>
              <w:rPr>
                <w:sz w:val="20"/>
                <w:szCs w:val="20"/>
              </w:rPr>
              <w:t>9.4</w:t>
            </w:r>
          </w:p>
        </w:tc>
      </w:tr>
      <w:tr w:rsidR="00F259DC" w:rsidRPr="0001609E" w14:paraId="05B95A87" w14:textId="77777777" w:rsidTr="00EF168E">
        <w:trPr>
          <w:cantSplit/>
          <w:trHeight w:val="317"/>
        </w:trPr>
        <w:tc>
          <w:tcPr>
            <w:tcW w:w="0" w:type="auto"/>
            <w:shd w:val="clear" w:color="auto" w:fill="auto"/>
            <w:vAlign w:val="center"/>
          </w:tcPr>
          <w:p w14:paraId="453633D1" w14:textId="34D38131" w:rsidR="00F259DC" w:rsidRPr="000A6751" w:rsidRDefault="00A62609" w:rsidP="00F259DC">
            <w:pPr>
              <w:keepNext/>
              <w:keepLines/>
              <w:spacing w:before="20" w:after="20"/>
              <w:rPr>
                <w:sz w:val="20"/>
              </w:rPr>
            </w:pPr>
            <w:r>
              <w:rPr>
                <w:sz w:val="20"/>
              </w:rPr>
              <w:t>Room Air Conditioning Heat Pump</w:t>
            </w:r>
          </w:p>
        </w:tc>
        <w:tc>
          <w:tcPr>
            <w:tcW w:w="0" w:type="auto"/>
            <w:shd w:val="clear" w:color="auto" w:fill="auto"/>
            <w:vAlign w:val="center"/>
          </w:tcPr>
          <w:p w14:paraId="4B6EC32C" w14:textId="01C5F6AA" w:rsidR="00F259DC" w:rsidRPr="00853C10" w:rsidRDefault="00321373" w:rsidP="00F259DC">
            <w:pPr>
              <w:keepNext/>
              <w:keepLines/>
              <w:spacing w:before="20" w:after="20"/>
              <w:jc w:val="center"/>
              <w:rPr>
                <w:sz w:val="20"/>
                <w:szCs w:val="20"/>
              </w:rPr>
            </w:pPr>
            <w:r>
              <w:rPr>
                <w:sz w:val="20"/>
                <w:szCs w:val="20"/>
              </w:rPr>
              <w:t>Yes</w:t>
            </w:r>
          </w:p>
        </w:tc>
        <w:tc>
          <w:tcPr>
            <w:tcW w:w="0" w:type="auto"/>
            <w:shd w:val="clear" w:color="auto" w:fill="auto"/>
            <w:vAlign w:val="center"/>
          </w:tcPr>
          <w:p w14:paraId="73425E8D" w14:textId="71D46722" w:rsidR="00F259DC" w:rsidRPr="00853C10" w:rsidRDefault="00321373" w:rsidP="00F259DC">
            <w:pPr>
              <w:keepNext/>
              <w:keepLines/>
              <w:spacing w:before="20" w:after="20"/>
              <w:jc w:val="center"/>
              <w:rPr>
                <w:sz w:val="20"/>
                <w:szCs w:val="20"/>
              </w:rPr>
            </w:pPr>
            <w:r>
              <w:rPr>
                <w:sz w:val="20"/>
                <w:szCs w:val="20"/>
              </w:rPr>
              <w:t>&lt;20,000</w:t>
            </w:r>
          </w:p>
        </w:tc>
        <w:tc>
          <w:tcPr>
            <w:tcW w:w="0" w:type="auto"/>
            <w:vAlign w:val="center"/>
          </w:tcPr>
          <w:p w14:paraId="543232D2" w14:textId="7548D94C" w:rsidR="00F259DC" w:rsidRDefault="00EF168E" w:rsidP="00F259DC">
            <w:pPr>
              <w:keepNext/>
              <w:keepLines/>
              <w:spacing w:before="20" w:after="20"/>
              <w:jc w:val="center"/>
              <w:rPr>
                <w:sz w:val="20"/>
                <w:szCs w:val="20"/>
              </w:rPr>
            </w:pPr>
            <w:r>
              <w:rPr>
                <w:sz w:val="20"/>
                <w:szCs w:val="20"/>
              </w:rPr>
              <w:t>9.8</w:t>
            </w:r>
          </w:p>
        </w:tc>
      </w:tr>
      <w:tr w:rsidR="00F259DC" w:rsidRPr="0001609E" w14:paraId="2A07CDA6" w14:textId="77777777" w:rsidTr="00EF168E">
        <w:trPr>
          <w:cantSplit/>
          <w:trHeight w:val="317"/>
        </w:trPr>
        <w:tc>
          <w:tcPr>
            <w:tcW w:w="0" w:type="auto"/>
            <w:shd w:val="clear" w:color="auto" w:fill="auto"/>
            <w:vAlign w:val="center"/>
          </w:tcPr>
          <w:p w14:paraId="32D2A0F8" w14:textId="1AA4AB9B" w:rsidR="00F259DC" w:rsidRDefault="00321373" w:rsidP="00F259DC">
            <w:pPr>
              <w:keepNext/>
              <w:keepLines/>
              <w:spacing w:before="20" w:after="20"/>
              <w:rPr>
                <w:sz w:val="20"/>
              </w:rPr>
            </w:pPr>
            <w:r>
              <w:rPr>
                <w:sz w:val="20"/>
              </w:rPr>
              <w:t>Room Air Conditioning Heat Pump</w:t>
            </w:r>
          </w:p>
        </w:tc>
        <w:tc>
          <w:tcPr>
            <w:tcW w:w="0" w:type="auto"/>
            <w:shd w:val="clear" w:color="auto" w:fill="auto"/>
            <w:vAlign w:val="center"/>
          </w:tcPr>
          <w:p w14:paraId="55761F36" w14:textId="1F28ABAA" w:rsidR="00F259DC" w:rsidRPr="00853C10" w:rsidRDefault="00321373" w:rsidP="00F259DC">
            <w:pPr>
              <w:keepNext/>
              <w:keepLines/>
              <w:spacing w:before="20" w:after="20"/>
              <w:jc w:val="center"/>
              <w:rPr>
                <w:sz w:val="20"/>
                <w:szCs w:val="20"/>
              </w:rPr>
            </w:pPr>
            <w:r>
              <w:rPr>
                <w:sz w:val="20"/>
                <w:szCs w:val="20"/>
              </w:rPr>
              <w:t>Yes</w:t>
            </w:r>
          </w:p>
        </w:tc>
        <w:tc>
          <w:tcPr>
            <w:tcW w:w="0" w:type="auto"/>
            <w:shd w:val="clear" w:color="auto" w:fill="auto"/>
            <w:vAlign w:val="center"/>
          </w:tcPr>
          <w:p w14:paraId="2F9841A5" w14:textId="0835516B" w:rsidR="00F259DC" w:rsidRPr="00853C10" w:rsidRDefault="00321373" w:rsidP="00F259DC">
            <w:pPr>
              <w:keepNext/>
              <w:keepLines/>
              <w:spacing w:before="20" w:after="20"/>
              <w:jc w:val="center"/>
              <w:rPr>
                <w:sz w:val="20"/>
                <w:szCs w:val="20"/>
              </w:rPr>
            </w:pPr>
            <w:r>
              <w:rPr>
                <w:rFonts w:cs="Calibri Light"/>
                <w:sz w:val="20"/>
                <w:szCs w:val="20"/>
              </w:rPr>
              <w:t>≥ 20,000</w:t>
            </w:r>
          </w:p>
        </w:tc>
        <w:tc>
          <w:tcPr>
            <w:tcW w:w="0" w:type="auto"/>
            <w:vAlign w:val="center"/>
          </w:tcPr>
          <w:p w14:paraId="7F1B2769" w14:textId="061BF8AC" w:rsidR="00F259DC" w:rsidRDefault="00EF168E" w:rsidP="00F259DC">
            <w:pPr>
              <w:keepNext/>
              <w:keepLines/>
              <w:spacing w:before="20" w:after="20"/>
              <w:jc w:val="center"/>
              <w:rPr>
                <w:sz w:val="20"/>
                <w:szCs w:val="20"/>
              </w:rPr>
            </w:pPr>
            <w:r>
              <w:rPr>
                <w:sz w:val="20"/>
                <w:szCs w:val="20"/>
              </w:rPr>
              <w:t>9.0</w:t>
            </w:r>
          </w:p>
        </w:tc>
      </w:tr>
    </w:tbl>
    <w:p w14:paraId="2502636D" w14:textId="77777777" w:rsidR="002C4285" w:rsidRDefault="002C4285" w:rsidP="00257D08">
      <w:pPr>
        <w:rPr>
          <w:rFonts w:cstheme="minorHAnsi"/>
        </w:rPr>
      </w:pPr>
    </w:p>
    <w:p w14:paraId="207FB8E1" w14:textId="3D31BF1D" w:rsidR="00754A4B" w:rsidRDefault="008A62D6" w:rsidP="00257D08">
      <w:pPr>
        <w:rPr>
          <w:rFonts w:cstheme="minorHAnsi"/>
        </w:rPr>
      </w:pPr>
      <w:r>
        <w:rPr>
          <w:rFonts w:cstheme="minorHAnsi"/>
        </w:rPr>
        <w:t xml:space="preserve">Title 10 of the </w:t>
      </w:r>
      <w:r w:rsidR="00DE193B">
        <w:rPr>
          <w:rFonts w:cstheme="minorHAnsi"/>
        </w:rPr>
        <w:t>C</w:t>
      </w:r>
      <w:r w:rsidR="00753418">
        <w:rPr>
          <w:rFonts w:cstheme="minorHAnsi"/>
        </w:rPr>
        <w:t xml:space="preserve">ode </w:t>
      </w:r>
      <w:r w:rsidR="009A0DAD">
        <w:rPr>
          <w:rFonts w:cstheme="minorHAnsi"/>
        </w:rPr>
        <w:t xml:space="preserve">for </w:t>
      </w:r>
      <w:r w:rsidR="00DE193B">
        <w:rPr>
          <w:rFonts w:cstheme="minorHAnsi"/>
        </w:rPr>
        <w:t>F</w:t>
      </w:r>
      <w:r w:rsidR="009A0DAD">
        <w:rPr>
          <w:rFonts w:cstheme="minorHAnsi"/>
        </w:rPr>
        <w:t xml:space="preserve">ederal </w:t>
      </w:r>
      <w:r w:rsidR="00DE193B">
        <w:rPr>
          <w:rFonts w:cstheme="minorHAnsi"/>
        </w:rPr>
        <w:t>R</w:t>
      </w:r>
      <w:r w:rsidR="009A0DAD">
        <w:rPr>
          <w:rFonts w:cstheme="minorHAnsi"/>
        </w:rPr>
        <w:t>egulations</w:t>
      </w:r>
      <w:r w:rsidR="006620FD">
        <w:rPr>
          <w:rFonts w:cstheme="minorHAnsi"/>
        </w:rPr>
        <w:t>,</w:t>
      </w:r>
      <w:r w:rsidR="00DE193B">
        <w:rPr>
          <w:rFonts w:cstheme="minorHAnsi"/>
        </w:rPr>
        <w:t xml:space="preserve"> </w:t>
      </w:r>
      <w:r w:rsidR="00754A4B">
        <w:rPr>
          <w:rFonts w:cstheme="minorHAnsi"/>
        </w:rPr>
        <w:t xml:space="preserve">section </w:t>
      </w:r>
      <w:r w:rsidR="00395C3A">
        <w:rPr>
          <w:rFonts w:cstheme="minorHAnsi"/>
        </w:rPr>
        <w:t>430.32 (b) and (c</w:t>
      </w:r>
      <w:r w:rsidR="00754A4B">
        <w:rPr>
          <w:rFonts w:cstheme="minorHAnsi"/>
        </w:rPr>
        <w:t>)</w:t>
      </w:r>
      <w:r w:rsidR="00754A4B">
        <w:rPr>
          <w:rStyle w:val="FootnoteReference"/>
          <w:rFonts w:cstheme="minorHAnsi"/>
        </w:rPr>
        <w:footnoteReference w:id="9"/>
      </w:r>
      <w:r w:rsidR="004E6318">
        <w:rPr>
          <w:rFonts w:cstheme="minorHAnsi"/>
        </w:rPr>
        <w:t xml:space="preserve"> has </w:t>
      </w:r>
      <w:r w:rsidR="00604609">
        <w:rPr>
          <w:rFonts w:cstheme="minorHAnsi"/>
        </w:rPr>
        <w:t xml:space="preserve">standards for </w:t>
      </w:r>
      <w:r w:rsidR="00395C3A">
        <w:rPr>
          <w:rFonts w:cstheme="minorHAnsi"/>
        </w:rPr>
        <w:t xml:space="preserve">room air conditioners and heat pumps and </w:t>
      </w:r>
      <w:r w:rsidR="00604609">
        <w:rPr>
          <w:rFonts w:cstheme="minorHAnsi"/>
        </w:rPr>
        <w:t>split system</w:t>
      </w:r>
      <w:r w:rsidR="001571AF">
        <w:rPr>
          <w:rFonts w:cstheme="minorHAnsi"/>
        </w:rPr>
        <w:t xml:space="preserve"> </w:t>
      </w:r>
      <w:r w:rsidR="00604609">
        <w:rPr>
          <w:rFonts w:cstheme="minorHAnsi"/>
        </w:rPr>
        <w:t xml:space="preserve">heat pumps </w:t>
      </w:r>
      <w:r w:rsidR="00395C3A">
        <w:rPr>
          <w:rFonts w:cstheme="minorHAnsi"/>
        </w:rPr>
        <w:t xml:space="preserve">respectively </w:t>
      </w:r>
      <w:r w:rsidR="00604609">
        <w:rPr>
          <w:rFonts w:cstheme="minorHAnsi"/>
        </w:rPr>
        <w:t xml:space="preserve">that </w:t>
      </w:r>
      <w:r w:rsidR="00654969">
        <w:rPr>
          <w:rFonts w:cstheme="minorHAnsi"/>
        </w:rPr>
        <w:t xml:space="preserve">are equivalent to </w:t>
      </w:r>
      <w:r w:rsidR="00604609">
        <w:rPr>
          <w:rFonts w:cstheme="minorHAnsi"/>
        </w:rPr>
        <w:t>California Title 20</w:t>
      </w:r>
      <w:r w:rsidR="00541155">
        <w:rPr>
          <w:rFonts w:cstheme="minorHAnsi"/>
        </w:rPr>
        <w:t>. Hence,</w:t>
      </w:r>
      <w:r w:rsidR="00FF0A23">
        <w:rPr>
          <w:rFonts w:cstheme="minorHAnsi"/>
        </w:rPr>
        <w:t xml:space="preserve"> </w:t>
      </w:r>
      <w:r w:rsidR="00604609">
        <w:rPr>
          <w:rFonts w:cstheme="minorHAnsi"/>
        </w:rPr>
        <w:t xml:space="preserve">the </w:t>
      </w:r>
      <w:r w:rsidR="00FF0A23">
        <w:rPr>
          <w:rFonts w:cstheme="minorHAnsi"/>
        </w:rPr>
        <w:t>Title 20</w:t>
      </w:r>
      <w:r w:rsidR="00541155">
        <w:rPr>
          <w:rFonts w:cstheme="minorHAnsi"/>
        </w:rPr>
        <w:t xml:space="preserve"> </w:t>
      </w:r>
      <w:r w:rsidR="00604609">
        <w:rPr>
          <w:rFonts w:cstheme="minorHAnsi"/>
        </w:rPr>
        <w:t xml:space="preserve">standards govern the definition of the base case for </w:t>
      </w:r>
      <w:r w:rsidR="00FF0A23">
        <w:rPr>
          <w:rFonts w:cstheme="minorHAnsi"/>
        </w:rPr>
        <w:t>this measure</w:t>
      </w:r>
      <w:r w:rsidR="00541155">
        <w:rPr>
          <w:rFonts w:cstheme="minorHAnsi"/>
        </w:rPr>
        <w:t>.</w:t>
      </w:r>
    </w:p>
    <w:p w14:paraId="16116F01" w14:textId="1CF7F600" w:rsidR="00427574" w:rsidRPr="00EC1DE9" w:rsidRDefault="00427574" w:rsidP="00C9326C">
      <w:pPr>
        <w:rPr>
          <w:rFonts w:cstheme="minorHAnsi"/>
        </w:rPr>
      </w:pPr>
      <w:r>
        <w:rPr>
          <w:rFonts w:cstheme="minorHAnsi"/>
          <w:b/>
          <w:bCs/>
        </w:rPr>
        <w:lastRenderedPageBreak/>
        <w:t>Electric resistance space heater</w:t>
      </w:r>
      <w:r w:rsidR="00AA0B12">
        <w:rPr>
          <w:rFonts w:cstheme="minorHAnsi"/>
          <w:b/>
          <w:bCs/>
        </w:rPr>
        <w:t xml:space="preserve"> for standard baseline</w:t>
      </w:r>
      <w:r>
        <w:rPr>
          <w:rFonts w:cstheme="minorHAnsi"/>
          <w:b/>
          <w:bCs/>
        </w:rPr>
        <w:t xml:space="preserve">. </w:t>
      </w:r>
      <w:r w:rsidRPr="00CF64F5">
        <w:rPr>
          <w:rFonts w:cstheme="minorHAnsi"/>
        </w:rPr>
        <w:t xml:space="preserve">CA Building Energy Efficiency Standards </w:t>
      </w:r>
      <w:r>
        <w:rPr>
          <w:rFonts w:cstheme="minorHAnsi"/>
        </w:rPr>
        <w:t>(</w:t>
      </w:r>
      <w:r w:rsidRPr="00CF64F5">
        <w:rPr>
          <w:rFonts w:cstheme="minorHAnsi"/>
        </w:rPr>
        <w:t>Title 24</w:t>
      </w:r>
      <w:r>
        <w:rPr>
          <w:rFonts w:cstheme="minorHAnsi"/>
        </w:rPr>
        <w:t>)</w:t>
      </w:r>
      <w:r>
        <w:rPr>
          <w:rStyle w:val="FootnoteReference"/>
          <w:rFonts w:cstheme="minorHAnsi"/>
        </w:rPr>
        <w:footnoteReference w:id="10"/>
      </w:r>
      <w:r>
        <w:rPr>
          <w:rFonts w:cstheme="minorHAnsi"/>
        </w:rPr>
        <w:t xml:space="preserve"> </w:t>
      </w:r>
      <w:r w:rsidR="0066437C">
        <w:rPr>
          <w:rFonts w:cstheme="minorHAnsi"/>
        </w:rPr>
        <w:t xml:space="preserve">Section 150.1(c) 6 – performance and prescriptive </w:t>
      </w:r>
      <w:r w:rsidR="003268FE">
        <w:rPr>
          <w:rFonts w:cstheme="minorHAnsi"/>
        </w:rPr>
        <w:t xml:space="preserve">compliance approaches for low-rise residential buildings, </w:t>
      </w:r>
      <w:r w:rsidR="00C9326C">
        <w:rPr>
          <w:rFonts w:cstheme="minorHAnsi"/>
        </w:rPr>
        <w:t>limits</w:t>
      </w:r>
      <w:r w:rsidR="00172F61">
        <w:rPr>
          <w:rFonts w:cstheme="minorHAnsi"/>
        </w:rPr>
        <w:t xml:space="preserve"> using electric resistance space heating for only </w:t>
      </w:r>
      <w:r w:rsidR="0066437C">
        <w:rPr>
          <w:rFonts w:cstheme="minorHAnsi"/>
        </w:rPr>
        <w:t>supplemental heating</w:t>
      </w:r>
      <w:r w:rsidR="00FD65E0">
        <w:rPr>
          <w:rFonts w:cstheme="minorHAnsi"/>
        </w:rPr>
        <w:t xml:space="preserve"> and </w:t>
      </w:r>
      <w:r w:rsidR="004E6E90">
        <w:rPr>
          <w:rFonts w:cstheme="minorHAnsi"/>
        </w:rPr>
        <w:t>requires the installation of a gas heating system or heat pump</w:t>
      </w:r>
      <w:r w:rsidR="00C9326C">
        <w:rPr>
          <w:rFonts w:cstheme="minorHAnsi"/>
        </w:rPr>
        <w:t xml:space="preserve"> for primary heating</w:t>
      </w:r>
      <w:r w:rsidR="0066437C">
        <w:rPr>
          <w:rFonts w:cstheme="minorHAnsi"/>
        </w:rPr>
        <w:t xml:space="preserve">. </w:t>
      </w:r>
      <w:r w:rsidR="003268FE">
        <w:rPr>
          <w:rFonts w:cstheme="minorHAnsi"/>
        </w:rPr>
        <w:t xml:space="preserve">Hence, </w:t>
      </w:r>
      <w:r w:rsidR="00C9326C">
        <w:rPr>
          <w:rFonts w:cstheme="minorHAnsi"/>
        </w:rPr>
        <w:t xml:space="preserve">heat pump </w:t>
      </w:r>
      <w:r w:rsidR="009D3F71">
        <w:rPr>
          <w:rFonts w:cstheme="minorHAnsi"/>
        </w:rPr>
        <w:t>was</w:t>
      </w:r>
      <w:r w:rsidR="00C9326C">
        <w:rPr>
          <w:rFonts w:cstheme="minorHAnsi"/>
        </w:rPr>
        <w:t xml:space="preserve"> used for </w:t>
      </w:r>
      <w:r w:rsidR="00FD65E0">
        <w:rPr>
          <w:rFonts w:cstheme="minorHAnsi"/>
        </w:rPr>
        <w:t xml:space="preserve">the standard equipment </w:t>
      </w:r>
      <w:r w:rsidR="004E6E90">
        <w:rPr>
          <w:rFonts w:cstheme="minorHAnsi"/>
        </w:rPr>
        <w:t>type</w:t>
      </w:r>
      <w:r w:rsidR="00C9326C">
        <w:rPr>
          <w:rFonts w:cstheme="minorHAnsi"/>
        </w:rPr>
        <w:t xml:space="preserve">. </w:t>
      </w:r>
    </w:p>
    <w:p w14:paraId="2FE010BB" w14:textId="46E2C4C9" w:rsidR="003F26FB" w:rsidRDefault="00604609" w:rsidP="003F26FB">
      <w:r w:rsidRPr="00604609">
        <w:rPr>
          <w:rFonts w:cstheme="minorHAnsi"/>
          <w:b/>
          <w:bCs/>
        </w:rPr>
        <w:t>Existing baseline efficiency</w:t>
      </w:r>
      <w:r>
        <w:rPr>
          <w:rFonts w:cstheme="minorHAnsi"/>
          <w:b/>
          <w:bCs/>
        </w:rPr>
        <w:t xml:space="preserve">. </w:t>
      </w:r>
      <w:r w:rsidR="00541155" w:rsidRPr="00541155">
        <w:rPr>
          <w:rFonts w:cstheme="minorHAnsi"/>
        </w:rPr>
        <w:t xml:space="preserve">To determine the </w:t>
      </w:r>
      <w:r w:rsidR="00541155">
        <w:rPr>
          <w:rFonts w:cstheme="minorHAnsi"/>
        </w:rPr>
        <w:t>existing baseline efficiency</w:t>
      </w:r>
      <w:r w:rsidR="00870F90">
        <w:rPr>
          <w:rFonts w:cstheme="minorHAnsi"/>
        </w:rPr>
        <w:t xml:space="preserve"> used for accelerated replacement applications</w:t>
      </w:r>
      <w:r w:rsidR="00541155">
        <w:rPr>
          <w:rFonts w:cstheme="minorHAnsi"/>
        </w:rPr>
        <w:t xml:space="preserve">, previous </w:t>
      </w:r>
      <w:r w:rsidR="00261922">
        <w:rPr>
          <w:rFonts w:cstheme="minorHAnsi"/>
        </w:rPr>
        <w:t xml:space="preserve">editions of </w:t>
      </w:r>
      <w:r w:rsidR="00541155">
        <w:rPr>
          <w:rFonts w:cstheme="minorHAnsi"/>
        </w:rPr>
        <w:t xml:space="preserve">Title 20 codes </w:t>
      </w:r>
      <w:r w:rsidR="00FE28CC">
        <w:rPr>
          <w:rFonts w:cstheme="minorHAnsi"/>
        </w:rPr>
        <w:t xml:space="preserve">were </w:t>
      </w:r>
      <w:r w:rsidR="00541155">
        <w:rPr>
          <w:rFonts w:cstheme="minorHAnsi"/>
        </w:rPr>
        <w:t xml:space="preserve">consulted. Since the </w:t>
      </w:r>
      <w:r w:rsidR="00FF0A23">
        <w:rPr>
          <w:rFonts w:cstheme="minorHAnsi"/>
        </w:rPr>
        <w:t xml:space="preserve">remaining useful life (RUL) </w:t>
      </w:r>
      <w:r w:rsidR="005860C0">
        <w:rPr>
          <w:rFonts w:cstheme="minorHAnsi"/>
        </w:rPr>
        <w:t xml:space="preserve">for </w:t>
      </w:r>
      <w:r w:rsidR="00FF0A23">
        <w:rPr>
          <w:rFonts w:cstheme="minorHAnsi"/>
        </w:rPr>
        <w:t>an accelerated replacement</w:t>
      </w:r>
      <w:r w:rsidR="005860C0">
        <w:rPr>
          <w:rFonts w:cstheme="minorHAnsi"/>
        </w:rPr>
        <w:t xml:space="preserve"> (AR) </w:t>
      </w:r>
      <w:r w:rsidR="00177FA4">
        <w:rPr>
          <w:rFonts w:cstheme="minorHAnsi"/>
        </w:rPr>
        <w:t xml:space="preserve">measure application for this measure is </w:t>
      </w:r>
      <w:r w:rsidR="00FF0A23">
        <w:rPr>
          <w:rFonts w:cstheme="minorHAnsi"/>
        </w:rPr>
        <w:t>five</w:t>
      </w:r>
      <w:r w:rsidR="00177FA4">
        <w:rPr>
          <w:rFonts w:cstheme="minorHAnsi"/>
        </w:rPr>
        <w:t xml:space="preserve"> years</w:t>
      </w:r>
      <w:r w:rsidR="00FF0A23">
        <w:rPr>
          <w:rFonts w:cstheme="minorHAnsi"/>
        </w:rPr>
        <w:t xml:space="preserve"> (see Life Cycle)</w:t>
      </w:r>
      <w:r w:rsidR="00177FA4">
        <w:rPr>
          <w:rFonts w:cstheme="minorHAnsi"/>
        </w:rPr>
        <w:t xml:space="preserve">, the equipment should have been installed around </w:t>
      </w:r>
      <w:r w:rsidR="00B342DF">
        <w:rPr>
          <w:rFonts w:cstheme="minorHAnsi"/>
        </w:rPr>
        <w:t>2010 to</w:t>
      </w:r>
      <w:r w:rsidR="00FE28CC">
        <w:rPr>
          <w:rFonts w:cstheme="minorHAnsi"/>
        </w:rPr>
        <w:t xml:space="preserve"> have a </w:t>
      </w:r>
      <w:r w:rsidR="00FF0A23">
        <w:rPr>
          <w:rFonts w:cstheme="minorHAnsi"/>
        </w:rPr>
        <w:t>five</w:t>
      </w:r>
      <w:r w:rsidR="00042F81">
        <w:rPr>
          <w:rFonts w:cstheme="minorHAnsi"/>
        </w:rPr>
        <w:t>-year</w:t>
      </w:r>
      <w:r w:rsidR="00FE28CC">
        <w:rPr>
          <w:rFonts w:cstheme="minorHAnsi"/>
        </w:rPr>
        <w:t xml:space="preserve"> RUL in 2020. </w:t>
      </w:r>
      <w:r w:rsidR="009B19B3">
        <w:rPr>
          <w:rFonts w:cstheme="minorHAnsi"/>
        </w:rPr>
        <w:t xml:space="preserve">Hence, </w:t>
      </w:r>
      <w:r w:rsidR="00FF0A23">
        <w:rPr>
          <w:rFonts w:cstheme="minorHAnsi"/>
        </w:rPr>
        <w:t xml:space="preserve">the </w:t>
      </w:r>
      <w:r w:rsidR="00042F81">
        <w:rPr>
          <w:rFonts w:cstheme="minorHAnsi"/>
        </w:rPr>
        <w:t xml:space="preserve">Title 20 </w:t>
      </w:r>
      <w:r w:rsidR="00FF0A23">
        <w:rPr>
          <w:rFonts w:cstheme="minorHAnsi"/>
        </w:rPr>
        <w:t xml:space="preserve">standard that </w:t>
      </w:r>
      <w:r w:rsidR="002101EE">
        <w:rPr>
          <w:rFonts w:cstheme="minorHAnsi"/>
        </w:rPr>
        <w:t xml:space="preserve">was </w:t>
      </w:r>
      <w:r w:rsidR="00773F66">
        <w:rPr>
          <w:rFonts w:cstheme="minorHAnsi"/>
        </w:rPr>
        <w:t xml:space="preserve">applicable in year 2010 </w:t>
      </w:r>
      <w:r w:rsidR="00FF0A23">
        <w:rPr>
          <w:rFonts w:cstheme="minorHAnsi"/>
        </w:rPr>
        <w:t xml:space="preserve">was </w:t>
      </w:r>
      <w:r w:rsidR="002101EE">
        <w:rPr>
          <w:rFonts w:cstheme="minorHAnsi"/>
        </w:rPr>
        <w:t>used to set the baseline efficiencies</w:t>
      </w:r>
      <w:r w:rsidR="00773F66">
        <w:rPr>
          <w:rFonts w:cstheme="minorHAnsi"/>
        </w:rPr>
        <w:t>.</w:t>
      </w:r>
      <w:r w:rsidR="00FF0A23">
        <w:rPr>
          <w:rStyle w:val="FootnoteReference"/>
          <w:rFonts w:cstheme="minorHAnsi"/>
        </w:rPr>
        <w:footnoteReference w:id="11"/>
      </w:r>
      <w:r w:rsidR="00A05BE8">
        <w:t xml:space="preserve"> Section 1605.1(c)1 Table C-2</w:t>
      </w:r>
      <w:r w:rsidR="00FF0A23">
        <w:t xml:space="preserve"> of the 2010 </w:t>
      </w:r>
      <w:r w:rsidR="00A05BE8">
        <w:t>standards for single phase air-cooled heat pumps for capacities &lt;</w:t>
      </w:r>
      <w:r w:rsidR="00FF0A23">
        <w:t xml:space="preserve"> </w:t>
      </w:r>
      <w:r w:rsidR="00A05BE8">
        <w:t xml:space="preserve">65,000 </w:t>
      </w:r>
      <w:r w:rsidR="00FF0A23">
        <w:t>r</w:t>
      </w:r>
      <w:r w:rsidR="00B71749">
        <w:t xml:space="preserve"> and </w:t>
      </w:r>
      <w:r w:rsidR="00A05BE8">
        <w:t>Section 1605.1 (</w:t>
      </w:r>
      <w:r w:rsidR="00151166">
        <w:t>b</w:t>
      </w:r>
      <w:r w:rsidR="00A05BE8">
        <w:t xml:space="preserve">) (1) Table </w:t>
      </w:r>
      <w:r w:rsidR="00151166">
        <w:t>B-2</w:t>
      </w:r>
      <w:r w:rsidR="00A05BE8">
        <w:t xml:space="preserve"> provides standards for </w:t>
      </w:r>
      <w:r w:rsidR="00151166">
        <w:t>room air conditioners and heat pumps</w:t>
      </w:r>
      <w:r w:rsidR="00450DD0">
        <w:t xml:space="preserve">. </w:t>
      </w:r>
    </w:p>
    <w:p w14:paraId="2EEE29EC" w14:textId="65D3B986" w:rsidR="004E0659" w:rsidRDefault="004E0659" w:rsidP="004E0659">
      <w:pPr>
        <w:pStyle w:val="Caption"/>
      </w:pPr>
      <w:r w:rsidRPr="004E0659">
        <w:lastRenderedPageBreak/>
        <w:t xml:space="preserve">Table C-2: Standards for Single Phase Air-Cooled Conditioners with Cooling Capacity Less than 65,000 Btu per Hour and </w:t>
      </w:r>
      <w:proofErr w:type="gramStart"/>
      <w:r w:rsidRPr="004E0659">
        <w:t>Single Phase</w:t>
      </w:r>
      <w:proofErr w:type="gramEnd"/>
      <w:r w:rsidRPr="004E0659">
        <w:t xml:space="preserve"> Air-Source Heat Pumps with Cooling Capacity Less than 65,000 Btu per Hour, Not subject to </w:t>
      </w:r>
      <w:proofErr w:type="spellStart"/>
      <w:r w:rsidRPr="004E0659">
        <w:t>EPAct</w:t>
      </w:r>
      <w:proofErr w:type="spellEnd"/>
      <w:r>
        <w:rPr>
          <w:rStyle w:val="FootnoteReference"/>
        </w:rPr>
        <w:footnoteReference w:id="12"/>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2492"/>
        <w:gridCol w:w="1944"/>
        <w:gridCol w:w="1965"/>
      </w:tblGrid>
      <w:tr w:rsidR="00E4231B" w:rsidRPr="0001609E" w14:paraId="290FAD84" w14:textId="77777777" w:rsidTr="009E73AF">
        <w:trPr>
          <w:cantSplit/>
          <w:trHeight w:val="264"/>
        </w:trPr>
        <w:tc>
          <w:tcPr>
            <w:tcW w:w="0" w:type="auto"/>
            <w:vMerge w:val="restart"/>
            <w:shd w:val="clear" w:color="auto" w:fill="F2F2F2" w:themeFill="background1" w:themeFillShade="F2"/>
            <w:vAlign w:val="center"/>
          </w:tcPr>
          <w:p w14:paraId="4B31448D" w14:textId="28135F40" w:rsidR="00E4231B" w:rsidRPr="00FA129B" w:rsidRDefault="00E4231B" w:rsidP="001B45DA">
            <w:pPr>
              <w:keepNext/>
              <w:keepLines/>
              <w:spacing w:before="20" w:after="20"/>
              <w:rPr>
                <w:b/>
                <w:i/>
                <w:sz w:val="20"/>
                <w:szCs w:val="20"/>
              </w:rPr>
            </w:pPr>
            <w:r w:rsidRPr="00FA129B">
              <w:rPr>
                <w:b/>
                <w:i/>
                <w:sz w:val="20"/>
                <w:szCs w:val="20"/>
              </w:rPr>
              <w:t>Product Class</w:t>
            </w:r>
          </w:p>
        </w:tc>
        <w:tc>
          <w:tcPr>
            <w:tcW w:w="0" w:type="auto"/>
            <w:gridSpan w:val="2"/>
            <w:vAlign w:val="center"/>
          </w:tcPr>
          <w:p w14:paraId="3C1FBFD9" w14:textId="22E27D24" w:rsidR="00E4231B" w:rsidRPr="00FA129B" w:rsidRDefault="00E4231B" w:rsidP="001B45DA">
            <w:pPr>
              <w:keepNext/>
              <w:keepLines/>
              <w:spacing w:before="20" w:after="20"/>
              <w:jc w:val="center"/>
              <w:rPr>
                <w:b/>
                <w:i/>
                <w:sz w:val="20"/>
                <w:szCs w:val="20"/>
              </w:rPr>
            </w:pPr>
            <w:r w:rsidRPr="00FA129B">
              <w:rPr>
                <w:b/>
                <w:i/>
                <w:sz w:val="20"/>
                <w:szCs w:val="20"/>
              </w:rPr>
              <w:t xml:space="preserve">Minimum Efficiency Effective January </w:t>
            </w:r>
            <w:r w:rsidR="005A4674">
              <w:rPr>
                <w:b/>
                <w:i/>
                <w:sz w:val="20"/>
                <w:szCs w:val="20"/>
              </w:rPr>
              <w:t>23,2006</w:t>
            </w:r>
          </w:p>
        </w:tc>
      </w:tr>
      <w:tr w:rsidR="005A4674" w:rsidRPr="0001609E" w14:paraId="5546C87E" w14:textId="77777777" w:rsidTr="009E73AF">
        <w:trPr>
          <w:cantSplit/>
          <w:trHeight w:val="20"/>
        </w:trPr>
        <w:tc>
          <w:tcPr>
            <w:tcW w:w="0" w:type="auto"/>
            <w:vMerge/>
            <w:shd w:val="clear" w:color="auto" w:fill="F2F2F2" w:themeFill="background1" w:themeFillShade="F2"/>
            <w:vAlign w:val="center"/>
          </w:tcPr>
          <w:p w14:paraId="598077F2" w14:textId="77777777" w:rsidR="005A4674" w:rsidRPr="00FA129B" w:rsidRDefault="005A4674" w:rsidP="005A4674">
            <w:pPr>
              <w:keepNext/>
              <w:keepLines/>
              <w:spacing w:before="20" w:after="20"/>
              <w:rPr>
                <w:b/>
                <w:i/>
                <w:sz w:val="20"/>
                <w:szCs w:val="20"/>
              </w:rPr>
            </w:pPr>
          </w:p>
        </w:tc>
        <w:tc>
          <w:tcPr>
            <w:tcW w:w="0" w:type="auto"/>
            <w:shd w:val="clear" w:color="auto" w:fill="F2F2F2" w:themeFill="background1" w:themeFillShade="F2"/>
            <w:vAlign w:val="center"/>
          </w:tcPr>
          <w:p w14:paraId="2C5E1D6B" w14:textId="102D12EE" w:rsidR="005A4674" w:rsidRPr="00FA129B" w:rsidRDefault="005A4674" w:rsidP="005A4674">
            <w:pPr>
              <w:keepNext/>
              <w:keepLines/>
              <w:spacing w:before="20" w:after="20"/>
              <w:jc w:val="center"/>
              <w:rPr>
                <w:b/>
                <w:i/>
                <w:sz w:val="20"/>
                <w:szCs w:val="20"/>
              </w:rPr>
            </w:pPr>
            <w:r w:rsidRPr="00FA129B">
              <w:rPr>
                <w:b/>
                <w:i/>
                <w:sz w:val="20"/>
                <w:szCs w:val="20"/>
              </w:rPr>
              <w:t>Minimum SEER</w:t>
            </w:r>
          </w:p>
        </w:tc>
        <w:tc>
          <w:tcPr>
            <w:tcW w:w="0" w:type="auto"/>
            <w:shd w:val="clear" w:color="auto" w:fill="F2F2F2" w:themeFill="background1" w:themeFillShade="F2"/>
            <w:vAlign w:val="center"/>
          </w:tcPr>
          <w:p w14:paraId="2EA04368" w14:textId="299EA665" w:rsidR="005A4674" w:rsidRPr="00FA129B" w:rsidRDefault="005A4674" w:rsidP="005A4674">
            <w:pPr>
              <w:keepNext/>
              <w:keepLines/>
              <w:spacing w:before="20" w:after="20"/>
              <w:jc w:val="center"/>
              <w:rPr>
                <w:b/>
                <w:i/>
                <w:sz w:val="20"/>
                <w:szCs w:val="20"/>
              </w:rPr>
            </w:pPr>
            <w:r w:rsidRPr="00FA129B">
              <w:rPr>
                <w:b/>
                <w:i/>
                <w:sz w:val="20"/>
                <w:szCs w:val="20"/>
              </w:rPr>
              <w:t>Minimum HSPF</w:t>
            </w:r>
          </w:p>
        </w:tc>
      </w:tr>
      <w:tr w:rsidR="005A4674" w:rsidRPr="0001609E" w14:paraId="6ABF61A2" w14:textId="77777777" w:rsidTr="009E73AF">
        <w:trPr>
          <w:cantSplit/>
          <w:trHeight w:val="317"/>
        </w:trPr>
        <w:tc>
          <w:tcPr>
            <w:tcW w:w="0" w:type="auto"/>
            <w:shd w:val="clear" w:color="auto" w:fill="auto"/>
            <w:vAlign w:val="center"/>
          </w:tcPr>
          <w:p w14:paraId="17867034" w14:textId="52D398E4" w:rsidR="005A4674" w:rsidRPr="0001609E" w:rsidRDefault="005A4674" w:rsidP="005A4674">
            <w:pPr>
              <w:keepNext/>
              <w:keepLines/>
              <w:spacing w:before="20" w:after="20"/>
              <w:rPr>
                <w:sz w:val="20"/>
                <w:szCs w:val="20"/>
              </w:rPr>
            </w:pPr>
            <w:r w:rsidRPr="00D42CAE">
              <w:rPr>
                <w:sz w:val="20"/>
              </w:rPr>
              <w:t xml:space="preserve">Split system air conditioners </w:t>
            </w:r>
          </w:p>
        </w:tc>
        <w:tc>
          <w:tcPr>
            <w:tcW w:w="0" w:type="auto"/>
            <w:shd w:val="clear" w:color="auto" w:fill="auto"/>
            <w:vAlign w:val="center"/>
          </w:tcPr>
          <w:p w14:paraId="473C29C6" w14:textId="0EA9CC43" w:rsidR="005A4674" w:rsidRPr="00853C10" w:rsidRDefault="005A4674" w:rsidP="005A4674">
            <w:pPr>
              <w:keepNext/>
              <w:keepLines/>
              <w:spacing w:before="20" w:after="20"/>
              <w:jc w:val="center"/>
              <w:rPr>
                <w:sz w:val="20"/>
                <w:szCs w:val="20"/>
              </w:rPr>
            </w:pPr>
            <w:r>
              <w:rPr>
                <w:sz w:val="20"/>
                <w:szCs w:val="20"/>
              </w:rPr>
              <w:t>13</w:t>
            </w:r>
          </w:p>
        </w:tc>
        <w:tc>
          <w:tcPr>
            <w:tcW w:w="0" w:type="auto"/>
            <w:vAlign w:val="center"/>
          </w:tcPr>
          <w:p w14:paraId="3ACD22DE" w14:textId="1D2BB1B3" w:rsidR="005A4674" w:rsidRPr="00853C10" w:rsidRDefault="005A4674" w:rsidP="005A4674">
            <w:pPr>
              <w:keepNext/>
              <w:keepLines/>
              <w:spacing w:before="20" w:after="20"/>
              <w:jc w:val="center"/>
              <w:rPr>
                <w:sz w:val="20"/>
                <w:szCs w:val="20"/>
              </w:rPr>
            </w:pPr>
            <w:r>
              <w:rPr>
                <w:sz w:val="20"/>
                <w:szCs w:val="20"/>
              </w:rPr>
              <w:t>-</w:t>
            </w:r>
          </w:p>
        </w:tc>
      </w:tr>
      <w:tr w:rsidR="005A4674" w:rsidRPr="0001609E" w14:paraId="29E9D763" w14:textId="77777777" w:rsidTr="009E73AF">
        <w:trPr>
          <w:cantSplit/>
          <w:trHeight w:val="317"/>
        </w:trPr>
        <w:tc>
          <w:tcPr>
            <w:tcW w:w="0" w:type="auto"/>
            <w:shd w:val="clear" w:color="auto" w:fill="auto"/>
            <w:vAlign w:val="center"/>
          </w:tcPr>
          <w:p w14:paraId="4B116C87" w14:textId="03E636DA" w:rsidR="005A4674" w:rsidRPr="0001609E" w:rsidRDefault="005A4674" w:rsidP="005A4674">
            <w:pPr>
              <w:keepNext/>
              <w:keepLines/>
              <w:spacing w:before="20" w:after="20"/>
              <w:rPr>
                <w:sz w:val="20"/>
                <w:szCs w:val="20"/>
              </w:rPr>
            </w:pPr>
            <w:r>
              <w:rPr>
                <w:sz w:val="20"/>
              </w:rPr>
              <w:t>Single package heat pumps</w:t>
            </w:r>
          </w:p>
        </w:tc>
        <w:tc>
          <w:tcPr>
            <w:tcW w:w="0" w:type="auto"/>
            <w:shd w:val="clear" w:color="auto" w:fill="auto"/>
            <w:vAlign w:val="center"/>
          </w:tcPr>
          <w:p w14:paraId="3F27B033" w14:textId="708B7C4C" w:rsidR="005A4674" w:rsidRPr="00853C10" w:rsidRDefault="005A4674" w:rsidP="005A4674">
            <w:pPr>
              <w:keepNext/>
              <w:keepLines/>
              <w:spacing w:before="20" w:after="20"/>
              <w:jc w:val="center"/>
              <w:rPr>
                <w:sz w:val="20"/>
                <w:szCs w:val="20"/>
              </w:rPr>
            </w:pPr>
            <w:r>
              <w:rPr>
                <w:sz w:val="20"/>
                <w:szCs w:val="20"/>
              </w:rPr>
              <w:t>13</w:t>
            </w:r>
          </w:p>
        </w:tc>
        <w:tc>
          <w:tcPr>
            <w:tcW w:w="0" w:type="auto"/>
            <w:vAlign w:val="center"/>
          </w:tcPr>
          <w:p w14:paraId="2D3D7623" w14:textId="35FD62F7" w:rsidR="005A4674" w:rsidRPr="00853C10" w:rsidRDefault="005A4674" w:rsidP="005A4674">
            <w:pPr>
              <w:keepNext/>
              <w:keepLines/>
              <w:spacing w:before="20" w:after="20"/>
              <w:jc w:val="center"/>
              <w:rPr>
                <w:sz w:val="20"/>
                <w:szCs w:val="20"/>
              </w:rPr>
            </w:pPr>
            <w:r>
              <w:rPr>
                <w:sz w:val="20"/>
                <w:szCs w:val="20"/>
              </w:rPr>
              <w:t>7.7</w:t>
            </w:r>
          </w:p>
        </w:tc>
      </w:tr>
    </w:tbl>
    <w:p w14:paraId="02258FAE" w14:textId="07A1A906" w:rsidR="00E4231B" w:rsidRDefault="00E4231B" w:rsidP="00184860">
      <w:pPr>
        <w:pStyle w:val="Caption"/>
      </w:pPr>
      <w:r>
        <w:t xml:space="preserve">Table B-2: </w:t>
      </w:r>
      <w:r w:rsidRPr="00E47687">
        <w:t xml:space="preserve">Standards for </w:t>
      </w:r>
      <w:r>
        <w:t xml:space="preserve">Room Air Conditioners and Room Air-Conditioning Heat Pumps Manufactured </w:t>
      </w:r>
      <w:proofErr w:type="gramStart"/>
      <w:r>
        <w:t>On</w:t>
      </w:r>
      <w:proofErr w:type="gramEnd"/>
      <w:r>
        <w:t xml:space="preserve"> or After October 1, 2000</w:t>
      </w:r>
      <w:r>
        <w:rPr>
          <w:rStyle w:val="FootnoteReference"/>
        </w:rPr>
        <w:footnoteReference w:id="13"/>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2984"/>
        <w:gridCol w:w="1413"/>
        <w:gridCol w:w="2246"/>
        <w:gridCol w:w="2204"/>
      </w:tblGrid>
      <w:tr w:rsidR="00E4231B" w:rsidRPr="0001609E" w14:paraId="7EDD4A53" w14:textId="77777777" w:rsidTr="001B45DA">
        <w:trPr>
          <w:cantSplit/>
          <w:trHeight w:val="20"/>
        </w:trPr>
        <w:tc>
          <w:tcPr>
            <w:tcW w:w="0" w:type="auto"/>
            <w:shd w:val="clear" w:color="auto" w:fill="F2F2F2" w:themeFill="background1" w:themeFillShade="F2"/>
            <w:vAlign w:val="center"/>
          </w:tcPr>
          <w:p w14:paraId="7605B82F" w14:textId="77777777" w:rsidR="00E4231B" w:rsidRPr="00FA129B" w:rsidRDefault="00E4231B" w:rsidP="001B45DA">
            <w:pPr>
              <w:keepNext/>
              <w:keepLines/>
              <w:spacing w:before="20" w:after="20"/>
              <w:rPr>
                <w:b/>
                <w:i/>
                <w:sz w:val="20"/>
                <w:szCs w:val="20"/>
              </w:rPr>
            </w:pPr>
            <w:r>
              <w:rPr>
                <w:b/>
                <w:i/>
                <w:sz w:val="20"/>
                <w:szCs w:val="20"/>
              </w:rPr>
              <w:t>Appliance</w:t>
            </w:r>
          </w:p>
        </w:tc>
        <w:tc>
          <w:tcPr>
            <w:tcW w:w="0" w:type="auto"/>
            <w:shd w:val="clear" w:color="auto" w:fill="F2F2F2" w:themeFill="background1" w:themeFillShade="F2"/>
            <w:vAlign w:val="center"/>
          </w:tcPr>
          <w:p w14:paraId="5477E933" w14:textId="77777777" w:rsidR="00E4231B" w:rsidRPr="00FA129B" w:rsidRDefault="00E4231B" w:rsidP="001B45DA">
            <w:pPr>
              <w:keepNext/>
              <w:keepLines/>
              <w:spacing w:before="20" w:after="20"/>
              <w:jc w:val="center"/>
              <w:rPr>
                <w:b/>
                <w:i/>
                <w:sz w:val="20"/>
                <w:szCs w:val="20"/>
              </w:rPr>
            </w:pPr>
            <w:r>
              <w:rPr>
                <w:b/>
                <w:i/>
                <w:sz w:val="20"/>
                <w:szCs w:val="20"/>
              </w:rPr>
              <w:t>Louvered Sides</w:t>
            </w:r>
          </w:p>
        </w:tc>
        <w:tc>
          <w:tcPr>
            <w:tcW w:w="0" w:type="auto"/>
            <w:shd w:val="clear" w:color="auto" w:fill="F2F2F2" w:themeFill="background1" w:themeFillShade="F2"/>
            <w:vAlign w:val="center"/>
          </w:tcPr>
          <w:p w14:paraId="173A1954" w14:textId="77777777" w:rsidR="00E4231B" w:rsidRPr="00FA129B" w:rsidRDefault="00E4231B" w:rsidP="001B45DA">
            <w:pPr>
              <w:keepNext/>
              <w:keepLines/>
              <w:spacing w:before="20" w:after="20"/>
              <w:jc w:val="center"/>
              <w:rPr>
                <w:b/>
                <w:i/>
                <w:sz w:val="20"/>
                <w:szCs w:val="20"/>
              </w:rPr>
            </w:pPr>
            <w:r>
              <w:rPr>
                <w:b/>
                <w:i/>
                <w:sz w:val="20"/>
                <w:szCs w:val="20"/>
              </w:rPr>
              <w:t>Cooling Capacity (Btu/</w:t>
            </w:r>
            <w:proofErr w:type="spellStart"/>
            <w:r>
              <w:rPr>
                <w:b/>
                <w:i/>
                <w:sz w:val="20"/>
                <w:szCs w:val="20"/>
              </w:rPr>
              <w:t>hr</w:t>
            </w:r>
            <w:proofErr w:type="spellEnd"/>
            <w:r>
              <w:rPr>
                <w:b/>
                <w:i/>
                <w:sz w:val="20"/>
                <w:szCs w:val="20"/>
              </w:rPr>
              <w:t>)</w:t>
            </w:r>
          </w:p>
        </w:tc>
        <w:tc>
          <w:tcPr>
            <w:tcW w:w="0" w:type="auto"/>
            <w:shd w:val="clear" w:color="auto" w:fill="F2F2F2" w:themeFill="background1" w:themeFillShade="F2"/>
            <w:vAlign w:val="center"/>
          </w:tcPr>
          <w:p w14:paraId="2AEA7027" w14:textId="77777777" w:rsidR="00E4231B" w:rsidRPr="00FA129B" w:rsidRDefault="00E4231B" w:rsidP="001B45DA">
            <w:pPr>
              <w:keepNext/>
              <w:keepLines/>
              <w:spacing w:before="20" w:after="20"/>
              <w:jc w:val="center"/>
              <w:rPr>
                <w:b/>
                <w:i/>
                <w:sz w:val="20"/>
                <w:szCs w:val="20"/>
              </w:rPr>
            </w:pPr>
            <w:r w:rsidRPr="00FA129B">
              <w:rPr>
                <w:b/>
                <w:i/>
                <w:sz w:val="20"/>
                <w:szCs w:val="20"/>
              </w:rPr>
              <w:t xml:space="preserve">Minimum </w:t>
            </w:r>
            <w:r>
              <w:rPr>
                <w:b/>
                <w:i/>
                <w:sz w:val="20"/>
                <w:szCs w:val="20"/>
              </w:rPr>
              <w:t xml:space="preserve">Combined </w:t>
            </w:r>
            <w:r w:rsidRPr="00FA129B">
              <w:rPr>
                <w:b/>
                <w:i/>
                <w:sz w:val="20"/>
                <w:szCs w:val="20"/>
              </w:rPr>
              <w:t>EER</w:t>
            </w:r>
          </w:p>
        </w:tc>
      </w:tr>
      <w:tr w:rsidR="00E4231B" w:rsidRPr="0001609E" w14:paraId="2C08F292" w14:textId="77777777" w:rsidTr="001B45DA">
        <w:trPr>
          <w:cantSplit/>
          <w:trHeight w:val="317"/>
        </w:trPr>
        <w:tc>
          <w:tcPr>
            <w:tcW w:w="0" w:type="auto"/>
            <w:shd w:val="clear" w:color="auto" w:fill="auto"/>
            <w:vAlign w:val="center"/>
          </w:tcPr>
          <w:p w14:paraId="0A796145" w14:textId="77777777" w:rsidR="00E4231B" w:rsidRPr="0001609E" w:rsidRDefault="00E4231B" w:rsidP="001B45DA">
            <w:pPr>
              <w:keepNext/>
              <w:keepLines/>
              <w:spacing w:before="20" w:after="20"/>
              <w:rPr>
                <w:sz w:val="20"/>
                <w:szCs w:val="20"/>
              </w:rPr>
            </w:pPr>
            <w:r>
              <w:rPr>
                <w:sz w:val="20"/>
              </w:rPr>
              <w:t>Room Air Conditioner</w:t>
            </w:r>
          </w:p>
        </w:tc>
        <w:tc>
          <w:tcPr>
            <w:tcW w:w="0" w:type="auto"/>
            <w:shd w:val="clear" w:color="auto" w:fill="auto"/>
            <w:vAlign w:val="center"/>
          </w:tcPr>
          <w:p w14:paraId="6D954524" w14:textId="77777777" w:rsidR="00E4231B" w:rsidRPr="00853C10"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128A754F" w14:textId="77777777" w:rsidR="00E4231B" w:rsidRPr="00853C10" w:rsidRDefault="00E4231B" w:rsidP="001B45DA">
            <w:pPr>
              <w:keepNext/>
              <w:keepLines/>
              <w:spacing w:before="20" w:after="20"/>
              <w:jc w:val="center"/>
              <w:rPr>
                <w:sz w:val="20"/>
                <w:szCs w:val="20"/>
              </w:rPr>
            </w:pPr>
            <w:r>
              <w:rPr>
                <w:sz w:val="20"/>
                <w:szCs w:val="20"/>
              </w:rPr>
              <w:t>&lt;6,000 – 7,999</w:t>
            </w:r>
          </w:p>
        </w:tc>
        <w:tc>
          <w:tcPr>
            <w:tcW w:w="0" w:type="auto"/>
            <w:vAlign w:val="center"/>
          </w:tcPr>
          <w:p w14:paraId="64C31BA8" w14:textId="619AEF20" w:rsidR="00E4231B" w:rsidRPr="00853C10" w:rsidRDefault="007C1988" w:rsidP="001B45DA">
            <w:pPr>
              <w:keepNext/>
              <w:keepLines/>
              <w:spacing w:before="20" w:after="20"/>
              <w:jc w:val="center"/>
              <w:rPr>
                <w:sz w:val="20"/>
                <w:szCs w:val="20"/>
              </w:rPr>
            </w:pPr>
            <w:r>
              <w:rPr>
                <w:sz w:val="20"/>
                <w:szCs w:val="20"/>
              </w:rPr>
              <w:t>9.7</w:t>
            </w:r>
          </w:p>
        </w:tc>
      </w:tr>
      <w:tr w:rsidR="00E4231B" w:rsidRPr="0001609E" w14:paraId="6C29D19E" w14:textId="77777777" w:rsidTr="001B45DA">
        <w:trPr>
          <w:cantSplit/>
          <w:trHeight w:val="317"/>
        </w:trPr>
        <w:tc>
          <w:tcPr>
            <w:tcW w:w="0" w:type="auto"/>
            <w:shd w:val="clear" w:color="auto" w:fill="auto"/>
            <w:vAlign w:val="center"/>
          </w:tcPr>
          <w:p w14:paraId="6E4E8C26" w14:textId="77777777" w:rsidR="00E4231B" w:rsidRPr="0001609E" w:rsidRDefault="00E4231B" w:rsidP="001B45DA">
            <w:pPr>
              <w:keepNext/>
              <w:keepLines/>
              <w:spacing w:before="20" w:after="20"/>
              <w:rPr>
                <w:sz w:val="20"/>
                <w:szCs w:val="20"/>
              </w:rPr>
            </w:pPr>
            <w:r>
              <w:rPr>
                <w:sz w:val="20"/>
              </w:rPr>
              <w:t>Room Air Conditioner</w:t>
            </w:r>
          </w:p>
        </w:tc>
        <w:tc>
          <w:tcPr>
            <w:tcW w:w="0" w:type="auto"/>
            <w:shd w:val="clear" w:color="auto" w:fill="auto"/>
            <w:vAlign w:val="center"/>
          </w:tcPr>
          <w:p w14:paraId="56638816" w14:textId="77777777" w:rsidR="00E4231B" w:rsidRPr="00853C10"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43689E9E" w14:textId="77777777" w:rsidR="00E4231B" w:rsidRPr="00853C10" w:rsidRDefault="00E4231B" w:rsidP="001B45DA">
            <w:pPr>
              <w:keepNext/>
              <w:keepLines/>
              <w:spacing w:before="20" w:after="20"/>
              <w:jc w:val="center"/>
              <w:rPr>
                <w:sz w:val="20"/>
                <w:szCs w:val="20"/>
              </w:rPr>
            </w:pPr>
            <w:r>
              <w:rPr>
                <w:rFonts w:cs="Calibri Light"/>
                <w:sz w:val="20"/>
                <w:szCs w:val="20"/>
              </w:rPr>
              <w:t>≥ 8,000 – 13,999</w:t>
            </w:r>
          </w:p>
        </w:tc>
        <w:tc>
          <w:tcPr>
            <w:tcW w:w="0" w:type="auto"/>
            <w:vAlign w:val="center"/>
          </w:tcPr>
          <w:p w14:paraId="1F99D916" w14:textId="38A03823" w:rsidR="00E4231B" w:rsidRPr="00853C10" w:rsidRDefault="007C1988" w:rsidP="001B45DA">
            <w:pPr>
              <w:keepNext/>
              <w:keepLines/>
              <w:spacing w:before="20" w:after="20"/>
              <w:jc w:val="center"/>
              <w:rPr>
                <w:sz w:val="20"/>
                <w:szCs w:val="20"/>
              </w:rPr>
            </w:pPr>
            <w:r>
              <w:rPr>
                <w:sz w:val="20"/>
                <w:szCs w:val="20"/>
              </w:rPr>
              <w:t>9.8</w:t>
            </w:r>
          </w:p>
        </w:tc>
      </w:tr>
      <w:tr w:rsidR="00E4231B" w:rsidRPr="0001609E" w14:paraId="5A7FD9A7" w14:textId="77777777" w:rsidTr="001B45DA">
        <w:trPr>
          <w:cantSplit/>
          <w:trHeight w:val="317"/>
        </w:trPr>
        <w:tc>
          <w:tcPr>
            <w:tcW w:w="0" w:type="auto"/>
            <w:shd w:val="clear" w:color="auto" w:fill="auto"/>
            <w:vAlign w:val="center"/>
          </w:tcPr>
          <w:p w14:paraId="1B5B962F" w14:textId="77777777" w:rsidR="00E4231B" w:rsidRDefault="00E4231B" w:rsidP="001B45DA">
            <w:pPr>
              <w:keepNext/>
              <w:keepLines/>
              <w:spacing w:before="20" w:after="20"/>
              <w:rPr>
                <w:sz w:val="20"/>
              </w:rPr>
            </w:pPr>
            <w:r>
              <w:rPr>
                <w:sz w:val="20"/>
              </w:rPr>
              <w:t>Room Air Conditioner</w:t>
            </w:r>
          </w:p>
        </w:tc>
        <w:tc>
          <w:tcPr>
            <w:tcW w:w="0" w:type="auto"/>
            <w:shd w:val="clear" w:color="auto" w:fill="auto"/>
            <w:vAlign w:val="center"/>
          </w:tcPr>
          <w:p w14:paraId="239D3F40" w14:textId="77777777" w:rsidR="00E4231B"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62903A3D" w14:textId="77777777" w:rsidR="00E4231B" w:rsidRDefault="00E4231B" w:rsidP="001B45DA">
            <w:pPr>
              <w:keepNext/>
              <w:keepLines/>
              <w:spacing w:before="20" w:after="20"/>
              <w:jc w:val="center"/>
              <w:rPr>
                <w:rFonts w:cs="Calibri Light"/>
                <w:sz w:val="20"/>
                <w:szCs w:val="20"/>
              </w:rPr>
            </w:pPr>
            <w:r>
              <w:rPr>
                <w:rFonts w:cs="Calibri Light"/>
                <w:sz w:val="20"/>
                <w:szCs w:val="20"/>
              </w:rPr>
              <w:t>≥ 14,000 – 19,999</w:t>
            </w:r>
          </w:p>
        </w:tc>
        <w:tc>
          <w:tcPr>
            <w:tcW w:w="0" w:type="auto"/>
            <w:vAlign w:val="center"/>
          </w:tcPr>
          <w:p w14:paraId="521714A5" w14:textId="5912622B" w:rsidR="00E4231B" w:rsidRDefault="007C1988" w:rsidP="001B45DA">
            <w:pPr>
              <w:keepNext/>
              <w:keepLines/>
              <w:spacing w:before="20" w:after="20"/>
              <w:jc w:val="center"/>
              <w:rPr>
                <w:sz w:val="20"/>
                <w:szCs w:val="20"/>
              </w:rPr>
            </w:pPr>
            <w:r>
              <w:rPr>
                <w:sz w:val="20"/>
                <w:szCs w:val="20"/>
              </w:rPr>
              <w:t>9.7</w:t>
            </w:r>
          </w:p>
        </w:tc>
      </w:tr>
      <w:tr w:rsidR="00E4231B" w:rsidRPr="0001609E" w14:paraId="68A9D579" w14:textId="77777777" w:rsidTr="001B45DA">
        <w:trPr>
          <w:cantSplit/>
          <w:trHeight w:val="317"/>
        </w:trPr>
        <w:tc>
          <w:tcPr>
            <w:tcW w:w="0" w:type="auto"/>
            <w:shd w:val="clear" w:color="auto" w:fill="auto"/>
            <w:vAlign w:val="center"/>
          </w:tcPr>
          <w:p w14:paraId="75CDC218" w14:textId="77777777" w:rsidR="00E4231B" w:rsidRDefault="00E4231B" w:rsidP="001B45DA">
            <w:pPr>
              <w:keepNext/>
              <w:keepLines/>
              <w:spacing w:before="20" w:after="20"/>
              <w:rPr>
                <w:sz w:val="20"/>
              </w:rPr>
            </w:pPr>
            <w:r>
              <w:rPr>
                <w:sz w:val="20"/>
              </w:rPr>
              <w:t>Room Air Conditioner</w:t>
            </w:r>
          </w:p>
        </w:tc>
        <w:tc>
          <w:tcPr>
            <w:tcW w:w="0" w:type="auto"/>
            <w:shd w:val="clear" w:color="auto" w:fill="auto"/>
            <w:vAlign w:val="center"/>
          </w:tcPr>
          <w:p w14:paraId="719BF82B" w14:textId="77777777" w:rsidR="00E4231B"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078C87BB" w14:textId="016BB1DF" w:rsidR="00E4231B" w:rsidRDefault="00E4231B" w:rsidP="001B45DA">
            <w:pPr>
              <w:keepNext/>
              <w:keepLines/>
              <w:spacing w:before="20" w:after="20"/>
              <w:jc w:val="center"/>
              <w:rPr>
                <w:rFonts w:cs="Calibri Light"/>
                <w:sz w:val="20"/>
                <w:szCs w:val="20"/>
              </w:rPr>
            </w:pPr>
            <w:r>
              <w:rPr>
                <w:rFonts w:cs="Calibri Light"/>
                <w:sz w:val="20"/>
                <w:szCs w:val="20"/>
              </w:rPr>
              <w:t xml:space="preserve">≥ 20,000 </w:t>
            </w:r>
          </w:p>
        </w:tc>
        <w:tc>
          <w:tcPr>
            <w:tcW w:w="0" w:type="auto"/>
            <w:vAlign w:val="center"/>
          </w:tcPr>
          <w:p w14:paraId="353FB905" w14:textId="5F094367" w:rsidR="00E4231B" w:rsidRDefault="007C1988" w:rsidP="001B45DA">
            <w:pPr>
              <w:keepNext/>
              <w:keepLines/>
              <w:spacing w:before="20" w:after="20"/>
              <w:jc w:val="center"/>
              <w:rPr>
                <w:sz w:val="20"/>
                <w:szCs w:val="20"/>
              </w:rPr>
            </w:pPr>
            <w:r>
              <w:rPr>
                <w:sz w:val="20"/>
                <w:szCs w:val="20"/>
              </w:rPr>
              <w:t>9.5</w:t>
            </w:r>
          </w:p>
        </w:tc>
      </w:tr>
      <w:tr w:rsidR="00E4231B" w:rsidRPr="0001609E" w14:paraId="50DD6F2C" w14:textId="77777777" w:rsidTr="001B45DA">
        <w:trPr>
          <w:cantSplit/>
          <w:trHeight w:val="317"/>
        </w:trPr>
        <w:tc>
          <w:tcPr>
            <w:tcW w:w="0" w:type="auto"/>
            <w:shd w:val="clear" w:color="auto" w:fill="auto"/>
            <w:vAlign w:val="center"/>
          </w:tcPr>
          <w:p w14:paraId="566F68EF" w14:textId="77777777" w:rsidR="00E4231B" w:rsidRPr="000A6751" w:rsidRDefault="00E4231B" w:rsidP="001B45DA">
            <w:pPr>
              <w:keepNext/>
              <w:keepLines/>
              <w:spacing w:before="20" w:after="20"/>
              <w:rPr>
                <w:sz w:val="20"/>
              </w:rPr>
            </w:pPr>
            <w:r>
              <w:rPr>
                <w:sz w:val="20"/>
              </w:rPr>
              <w:t>Room Air Conditioning Heat Pump</w:t>
            </w:r>
          </w:p>
        </w:tc>
        <w:tc>
          <w:tcPr>
            <w:tcW w:w="0" w:type="auto"/>
            <w:shd w:val="clear" w:color="auto" w:fill="auto"/>
            <w:vAlign w:val="center"/>
          </w:tcPr>
          <w:p w14:paraId="0B197AD5" w14:textId="77777777" w:rsidR="00E4231B" w:rsidRPr="00853C10"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6B8A0755" w14:textId="77777777" w:rsidR="00E4231B" w:rsidRPr="00853C10" w:rsidRDefault="00E4231B" w:rsidP="001B45DA">
            <w:pPr>
              <w:keepNext/>
              <w:keepLines/>
              <w:spacing w:before="20" w:after="20"/>
              <w:jc w:val="center"/>
              <w:rPr>
                <w:sz w:val="20"/>
                <w:szCs w:val="20"/>
              </w:rPr>
            </w:pPr>
            <w:r>
              <w:rPr>
                <w:sz w:val="20"/>
                <w:szCs w:val="20"/>
              </w:rPr>
              <w:t>&lt;20,000</w:t>
            </w:r>
          </w:p>
        </w:tc>
        <w:tc>
          <w:tcPr>
            <w:tcW w:w="0" w:type="auto"/>
            <w:vAlign w:val="center"/>
          </w:tcPr>
          <w:p w14:paraId="29482C6F" w14:textId="074BA28F" w:rsidR="00E4231B" w:rsidRDefault="007C1988" w:rsidP="001B45DA">
            <w:pPr>
              <w:keepNext/>
              <w:keepLines/>
              <w:spacing w:before="20" w:after="20"/>
              <w:jc w:val="center"/>
              <w:rPr>
                <w:sz w:val="20"/>
                <w:szCs w:val="20"/>
              </w:rPr>
            </w:pPr>
            <w:r>
              <w:rPr>
                <w:sz w:val="20"/>
                <w:szCs w:val="20"/>
              </w:rPr>
              <w:t>9.0</w:t>
            </w:r>
          </w:p>
        </w:tc>
      </w:tr>
      <w:tr w:rsidR="00E4231B" w:rsidRPr="0001609E" w14:paraId="453FAF1D" w14:textId="77777777" w:rsidTr="001B45DA">
        <w:trPr>
          <w:cantSplit/>
          <w:trHeight w:val="317"/>
        </w:trPr>
        <w:tc>
          <w:tcPr>
            <w:tcW w:w="0" w:type="auto"/>
            <w:shd w:val="clear" w:color="auto" w:fill="auto"/>
            <w:vAlign w:val="center"/>
          </w:tcPr>
          <w:p w14:paraId="59FEC473" w14:textId="77777777" w:rsidR="00E4231B" w:rsidRDefault="00E4231B" w:rsidP="001B45DA">
            <w:pPr>
              <w:keepNext/>
              <w:keepLines/>
              <w:spacing w:before="20" w:after="20"/>
              <w:rPr>
                <w:sz w:val="20"/>
              </w:rPr>
            </w:pPr>
            <w:r>
              <w:rPr>
                <w:sz w:val="20"/>
              </w:rPr>
              <w:t>Room Air Conditioning Heat Pump</w:t>
            </w:r>
          </w:p>
        </w:tc>
        <w:tc>
          <w:tcPr>
            <w:tcW w:w="0" w:type="auto"/>
            <w:shd w:val="clear" w:color="auto" w:fill="auto"/>
            <w:vAlign w:val="center"/>
          </w:tcPr>
          <w:p w14:paraId="1DC344F9" w14:textId="77777777" w:rsidR="00E4231B" w:rsidRPr="00853C10"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6739CC16" w14:textId="77777777" w:rsidR="00E4231B" w:rsidRPr="00853C10" w:rsidRDefault="00E4231B" w:rsidP="001B45DA">
            <w:pPr>
              <w:keepNext/>
              <w:keepLines/>
              <w:spacing w:before="20" w:after="20"/>
              <w:jc w:val="center"/>
              <w:rPr>
                <w:sz w:val="20"/>
                <w:szCs w:val="20"/>
              </w:rPr>
            </w:pPr>
            <w:r>
              <w:rPr>
                <w:rFonts w:cs="Calibri Light"/>
                <w:sz w:val="20"/>
                <w:szCs w:val="20"/>
              </w:rPr>
              <w:t>≥ 20,000</w:t>
            </w:r>
          </w:p>
        </w:tc>
        <w:tc>
          <w:tcPr>
            <w:tcW w:w="0" w:type="auto"/>
            <w:vAlign w:val="center"/>
          </w:tcPr>
          <w:p w14:paraId="2F575AB5" w14:textId="27707190" w:rsidR="00E4231B" w:rsidRDefault="007C1988" w:rsidP="001B45DA">
            <w:pPr>
              <w:keepNext/>
              <w:keepLines/>
              <w:spacing w:before="20" w:after="20"/>
              <w:jc w:val="center"/>
              <w:rPr>
                <w:sz w:val="20"/>
                <w:szCs w:val="20"/>
              </w:rPr>
            </w:pPr>
            <w:r>
              <w:rPr>
                <w:sz w:val="20"/>
                <w:szCs w:val="20"/>
              </w:rPr>
              <w:t>8.5</w:t>
            </w:r>
          </w:p>
        </w:tc>
      </w:tr>
    </w:tbl>
    <w:p w14:paraId="74A15C1C" w14:textId="08D4B113" w:rsidR="000D4F26" w:rsidRDefault="00AA0B12" w:rsidP="00100B41">
      <w:pPr>
        <w:rPr>
          <w:rFonts w:cstheme="minorHAnsi"/>
        </w:rPr>
      </w:pPr>
      <w:r>
        <w:rPr>
          <w:rFonts w:cstheme="minorHAnsi"/>
          <w:b/>
          <w:bCs/>
        </w:rPr>
        <w:t xml:space="preserve">Electric resistance space heater for existing baseline. </w:t>
      </w:r>
      <w:r w:rsidR="00100B41" w:rsidRPr="00CF64F5">
        <w:rPr>
          <w:rFonts w:cstheme="minorHAnsi"/>
        </w:rPr>
        <w:t xml:space="preserve">CA Building Energy Efficiency Standards </w:t>
      </w:r>
      <w:r w:rsidR="00100B41">
        <w:rPr>
          <w:rFonts w:cstheme="minorHAnsi"/>
        </w:rPr>
        <w:t>(</w:t>
      </w:r>
      <w:r w:rsidR="00100B41" w:rsidRPr="00CF64F5">
        <w:rPr>
          <w:rFonts w:cstheme="minorHAnsi"/>
        </w:rPr>
        <w:t>Title 24</w:t>
      </w:r>
      <w:r w:rsidR="00100B41">
        <w:rPr>
          <w:rFonts w:cstheme="minorHAnsi"/>
        </w:rPr>
        <w:t>)</w:t>
      </w:r>
      <w:r w:rsidR="00100B41">
        <w:rPr>
          <w:rStyle w:val="FootnoteReference"/>
          <w:rFonts w:cstheme="minorHAnsi"/>
        </w:rPr>
        <w:footnoteReference w:id="14"/>
      </w:r>
      <w:r w:rsidR="00100B41">
        <w:rPr>
          <w:rFonts w:cstheme="minorHAnsi"/>
        </w:rPr>
        <w:t xml:space="preserve"> Section 15</w:t>
      </w:r>
      <w:r w:rsidR="00832D92">
        <w:rPr>
          <w:rFonts w:cstheme="minorHAnsi"/>
        </w:rPr>
        <w:t>1</w:t>
      </w:r>
      <w:r w:rsidR="000D4F26">
        <w:rPr>
          <w:rFonts w:cstheme="minorHAnsi"/>
        </w:rPr>
        <w:t xml:space="preserve"> </w:t>
      </w:r>
      <w:r w:rsidR="00100B41">
        <w:rPr>
          <w:rFonts w:cstheme="minorHAnsi"/>
        </w:rPr>
        <w:t>(</w:t>
      </w:r>
      <w:r w:rsidR="000D4F26">
        <w:rPr>
          <w:rFonts w:cstheme="minorHAnsi"/>
        </w:rPr>
        <w:t>f</w:t>
      </w:r>
      <w:r w:rsidR="00100B41">
        <w:rPr>
          <w:rFonts w:cstheme="minorHAnsi"/>
        </w:rPr>
        <w:t xml:space="preserve">) 6 – performance and prescriptive compliance approaches for low-rise residential buildings, </w:t>
      </w:r>
      <w:r w:rsidR="000D4F26">
        <w:rPr>
          <w:rFonts w:cstheme="minorHAnsi"/>
        </w:rPr>
        <w:t xml:space="preserve">allows </w:t>
      </w:r>
      <w:r w:rsidR="00D55D3E">
        <w:rPr>
          <w:rFonts w:cstheme="minorHAnsi"/>
        </w:rPr>
        <w:t>electric resistance</w:t>
      </w:r>
      <w:r w:rsidR="0060226A">
        <w:rPr>
          <w:rFonts w:cstheme="minorHAnsi"/>
        </w:rPr>
        <w:t xml:space="preserve"> for</w:t>
      </w:r>
      <w:r w:rsidR="00D55D3E">
        <w:rPr>
          <w:rFonts w:cstheme="minorHAnsi"/>
        </w:rPr>
        <w:t xml:space="preserve"> space heating. Hence, for AR install type, </w:t>
      </w:r>
      <w:r w:rsidR="0060226A">
        <w:rPr>
          <w:rFonts w:cstheme="minorHAnsi"/>
        </w:rPr>
        <w:t>electric resistance space heater is an eligible baseline</w:t>
      </w:r>
      <w:r w:rsidR="00155D03">
        <w:rPr>
          <w:rFonts w:cstheme="minorHAnsi"/>
        </w:rPr>
        <w:t xml:space="preserve"> for </w:t>
      </w:r>
      <w:r w:rsidR="00184860">
        <w:rPr>
          <w:rFonts w:cstheme="minorHAnsi"/>
        </w:rPr>
        <w:t>the 1</w:t>
      </w:r>
      <w:r w:rsidR="00184860" w:rsidRPr="00184860">
        <w:rPr>
          <w:rFonts w:cstheme="minorHAnsi"/>
          <w:vertAlign w:val="superscript"/>
        </w:rPr>
        <w:t>st</w:t>
      </w:r>
      <w:r w:rsidR="00184860">
        <w:rPr>
          <w:rFonts w:cstheme="minorHAnsi"/>
        </w:rPr>
        <w:t xml:space="preserve"> baseline. </w:t>
      </w:r>
    </w:p>
    <w:p w14:paraId="1EE16D20" w14:textId="77777777" w:rsidR="007D230B" w:rsidRPr="0001609E" w:rsidRDefault="007D230B" w:rsidP="00427574">
      <w:pPr>
        <w:pStyle w:val="eTRMHeading3"/>
      </w:pPr>
      <w:bookmarkStart w:id="20" w:name="_Toc486490851"/>
      <w:bookmarkStart w:id="21" w:name="_Toc486580922"/>
      <w:bookmarkStart w:id="22" w:name="_Toc53490186"/>
      <w:r w:rsidRPr="0001609E">
        <w:t>Normalizing Unit</w:t>
      </w:r>
      <w:bookmarkEnd w:id="20"/>
      <w:bookmarkEnd w:id="21"/>
      <w:bookmarkEnd w:id="22"/>
    </w:p>
    <w:p w14:paraId="6BBAF689" w14:textId="77777777" w:rsidR="00FD54F8" w:rsidRDefault="00FD54F8" w:rsidP="00FD54F8">
      <w:r>
        <w:t>Tons of cooling capacity (Cap-tons).</w:t>
      </w:r>
    </w:p>
    <w:p w14:paraId="2F4904E6" w14:textId="63AEC854" w:rsidR="007D230B" w:rsidRDefault="007D230B" w:rsidP="00427574">
      <w:pPr>
        <w:pStyle w:val="eTRMHeading3"/>
      </w:pPr>
      <w:bookmarkStart w:id="23" w:name="_Toc486490852"/>
      <w:bookmarkStart w:id="24" w:name="_Toc486580923"/>
      <w:bookmarkStart w:id="25" w:name="_Toc53490187"/>
      <w:bookmarkStart w:id="26" w:name="_Hlk515365299"/>
      <w:bookmarkStart w:id="27" w:name="_Hlk515878271"/>
      <w:r w:rsidRPr="0001609E">
        <w:t>Program Requirements</w:t>
      </w:r>
      <w:bookmarkEnd w:id="23"/>
      <w:bookmarkEnd w:id="24"/>
      <w:bookmarkEnd w:id="25"/>
      <w:r w:rsidRPr="0001609E">
        <w:t xml:space="preserve"> </w:t>
      </w:r>
    </w:p>
    <w:p w14:paraId="35C16A7E" w14:textId="77777777" w:rsidR="00A107E7" w:rsidRDefault="00A107E7" w:rsidP="00A107E7">
      <w:pPr>
        <w:pStyle w:val="eTRMHeading5"/>
        <w:keepNext/>
        <w:keepLines/>
      </w:pPr>
      <w:bookmarkStart w:id="28" w:name="_Hlk516047641"/>
      <w:bookmarkEnd w:id="26"/>
      <w:r>
        <w:t>Measure Implementation Eligibility</w:t>
      </w:r>
    </w:p>
    <w:p w14:paraId="286724A9" w14:textId="77777777" w:rsidR="00D3532D" w:rsidRDefault="00A107E7" w:rsidP="00A107E7">
      <w:bookmarkStart w:id="29" w:name="_Hlk527543844"/>
      <w:bookmarkStart w:id="30"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9"/>
    </w:p>
    <w:p w14:paraId="581F3F69" w14:textId="6C49BA43" w:rsidR="00A107E7" w:rsidRDefault="00D3532D" w:rsidP="00A107E7">
      <w:r>
        <w:lastRenderedPageBreak/>
        <w:t>Incentivized system capacity is “like-per-like</w:t>
      </w:r>
      <w:r w:rsidR="00CF566C">
        <w:t>.”</w:t>
      </w:r>
      <w:r>
        <w:t xml:space="preserve"> </w:t>
      </w:r>
    </w:p>
    <w:bookmarkEnd w:id="30"/>
    <w:p w14:paraId="41D07E9A" w14:textId="77777777" w:rsidR="00A107E7" w:rsidRPr="00CC4643" w:rsidRDefault="00A107E7" w:rsidP="00A107E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4D68E683" w:rsidR="001B426F" w:rsidRPr="0001609E" w:rsidRDefault="001B426F" w:rsidP="00184860">
      <w:pPr>
        <w:pStyle w:val="Caption"/>
      </w:pPr>
      <w:r w:rsidRPr="0001609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01609E" w14:paraId="40946250" w14:textId="77777777" w:rsidTr="00212E00">
        <w:trPr>
          <w:trHeight w:val="2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01609E" w:rsidRDefault="001B426F" w:rsidP="00B07D4B">
            <w:pPr>
              <w:spacing w:before="0" w:after="0"/>
              <w:rPr>
                <w:b/>
                <w:bCs/>
                <w:sz w:val="20"/>
              </w:rPr>
            </w:pPr>
            <w:r w:rsidRPr="0001609E">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01609E" w:rsidRDefault="001B426F" w:rsidP="00B07D4B">
            <w:pPr>
              <w:spacing w:before="0" w:after="0"/>
              <w:rPr>
                <w:b/>
                <w:bCs/>
                <w:sz w:val="20"/>
              </w:rPr>
            </w:pPr>
            <w:r w:rsidRPr="0001609E">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01609E" w:rsidRDefault="001B426F" w:rsidP="00B07D4B">
            <w:pPr>
              <w:spacing w:before="0" w:after="0"/>
              <w:rPr>
                <w:b/>
                <w:bCs/>
                <w:sz w:val="20"/>
              </w:rPr>
            </w:pPr>
            <w:r w:rsidRPr="0001609E">
              <w:rPr>
                <w:b/>
                <w:bCs/>
                <w:sz w:val="20"/>
              </w:rPr>
              <w:t>Sector</w:t>
            </w:r>
          </w:p>
        </w:tc>
      </w:tr>
      <w:tr w:rsidR="0084623B" w:rsidRPr="0001609E" w14:paraId="76DD43D2"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18F3B0" w14:textId="43C0CFC0" w:rsidR="0084623B" w:rsidRPr="0001609E" w:rsidRDefault="0084623B" w:rsidP="0084623B">
            <w:pPr>
              <w:spacing w:before="0" w:after="0"/>
              <w:rPr>
                <w:color w:val="000000"/>
                <w:sz w:val="20"/>
              </w:rPr>
            </w:pPr>
            <w:r>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049825A" w14:textId="77777777" w:rsidR="0084623B" w:rsidRPr="0001609E" w:rsidRDefault="0084623B" w:rsidP="0084623B">
            <w:pPr>
              <w:spacing w:before="0" w:after="0"/>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1A8140" w14:textId="7F080D8F" w:rsidR="0084623B" w:rsidRPr="0001609E" w:rsidRDefault="0084623B" w:rsidP="0084623B">
            <w:pPr>
              <w:spacing w:before="0" w:after="0"/>
              <w:rPr>
                <w:color w:val="000000"/>
                <w:sz w:val="20"/>
              </w:rPr>
            </w:pPr>
            <w:r>
              <w:rPr>
                <w:color w:val="000000"/>
                <w:sz w:val="20"/>
              </w:rPr>
              <w:t>Res</w:t>
            </w:r>
          </w:p>
        </w:tc>
      </w:tr>
      <w:tr w:rsidR="0084623B" w:rsidRPr="0001609E" w14:paraId="0DFF78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7FCBBF" w14:textId="2381D77C" w:rsidR="0084623B" w:rsidRDefault="0084623B" w:rsidP="0084623B">
            <w:pPr>
              <w:spacing w:before="0" w:after="0"/>
              <w:rPr>
                <w:color w:val="000000"/>
                <w:sz w:val="20"/>
              </w:rPr>
            </w:pPr>
            <w:r>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EB82CFD" w14:textId="77777777" w:rsidR="0084623B" w:rsidRDefault="0084623B" w:rsidP="0084623B">
            <w:pPr>
              <w:spacing w:before="0" w:after="0"/>
              <w:rPr>
                <w:color w:val="000000"/>
                <w:sz w:val="20"/>
              </w:rPr>
            </w:pPr>
            <w:proofErr w:type="spellStart"/>
            <w:r>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A2AE24" w14:textId="15DFF822" w:rsidR="0084623B" w:rsidRDefault="0084623B" w:rsidP="0084623B">
            <w:pPr>
              <w:spacing w:before="0" w:after="0"/>
              <w:rPr>
                <w:color w:val="000000"/>
                <w:sz w:val="20"/>
              </w:rPr>
            </w:pPr>
            <w:r>
              <w:rPr>
                <w:color w:val="000000"/>
                <w:sz w:val="20"/>
              </w:rPr>
              <w:t>Res</w:t>
            </w:r>
          </w:p>
        </w:tc>
      </w:tr>
      <w:tr w:rsidR="00043342" w:rsidRPr="0001609E" w14:paraId="63E61ECF"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0AF18D" w14:textId="463B194B"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E189DD" w14:textId="4A443AE0" w:rsidR="00043342" w:rsidRDefault="00043342" w:rsidP="00043342">
            <w:pPr>
              <w:spacing w:before="0" w:after="0"/>
              <w:rPr>
                <w:color w:val="000000"/>
                <w:sz w:val="20"/>
              </w:rPr>
            </w:pPr>
            <w:proofErr w:type="spellStart"/>
            <w:r>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C729C61" w14:textId="5B526FE6" w:rsidR="00043342" w:rsidRDefault="00043342" w:rsidP="00043342">
            <w:pPr>
              <w:spacing w:before="0" w:after="0"/>
              <w:rPr>
                <w:color w:val="000000"/>
                <w:sz w:val="20"/>
              </w:rPr>
            </w:pPr>
            <w:r>
              <w:rPr>
                <w:color w:val="000000"/>
                <w:sz w:val="20"/>
              </w:rPr>
              <w:t>Res</w:t>
            </w:r>
          </w:p>
        </w:tc>
      </w:tr>
      <w:tr w:rsidR="00043342" w:rsidRPr="0001609E" w14:paraId="33FCA03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9171DE" w14:textId="726F612A"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CA3022" w14:textId="1DE3E13A" w:rsidR="00043342" w:rsidRDefault="00043342" w:rsidP="00043342">
            <w:pPr>
              <w:spacing w:before="0" w:after="0"/>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0A56411" w14:textId="5E303800" w:rsidR="00043342" w:rsidRDefault="00043342" w:rsidP="00043342">
            <w:pPr>
              <w:spacing w:before="0" w:after="0"/>
              <w:rPr>
                <w:color w:val="000000"/>
                <w:sz w:val="20"/>
              </w:rPr>
            </w:pPr>
            <w:r>
              <w:rPr>
                <w:color w:val="000000"/>
                <w:sz w:val="20"/>
              </w:rPr>
              <w:t>Res</w:t>
            </w:r>
          </w:p>
        </w:tc>
      </w:tr>
      <w:tr w:rsidR="00043342" w:rsidRPr="0001609E" w14:paraId="43DC183D"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596B14" w14:textId="3CD51C58"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D6DAC58" w14:textId="2D2B3A29" w:rsidR="00043342" w:rsidRDefault="00043342" w:rsidP="00043342">
            <w:pPr>
              <w:spacing w:before="0" w:after="0"/>
              <w:rPr>
                <w:color w:val="000000"/>
                <w:sz w:val="20"/>
              </w:rPr>
            </w:pPr>
            <w:proofErr w:type="spellStart"/>
            <w:r>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7969C8" w14:textId="11E269D5" w:rsidR="00043342" w:rsidRDefault="00043342" w:rsidP="00043342">
            <w:pPr>
              <w:spacing w:before="0" w:after="0"/>
              <w:rPr>
                <w:color w:val="000000"/>
                <w:sz w:val="20"/>
              </w:rPr>
            </w:pPr>
            <w:r>
              <w:rPr>
                <w:color w:val="000000"/>
                <w:sz w:val="20"/>
              </w:rPr>
              <w:t>Res</w:t>
            </w:r>
          </w:p>
        </w:tc>
      </w:tr>
      <w:tr w:rsidR="00E23CB5" w:rsidRPr="0001609E" w14:paraId="3226A259"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7C828D" w14:textId="445A4B66"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4A93A9C" w14:textId="570B536E" w:rsidR="00E23CB5" w:rsidRDefault="00E23CB5" w:rsidP="00E23CB5">
            <w:pPr>
              <w:spacing w:before="0" w:after="0"/>
              <w:rPr>
                <w:color w:val="000000"/>
                <w:sz w:val="20"/>
              </w:rPr>
            </w:pPr>
            <w:proofErr w:type="spellStart"/>
            <w:r>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3A2EE9" w14:textId="688C98D2" w:rsidR="00E23CB5" w:rsidRDefault="00E23CB5" w:rsidP="00E23CB5">
            <w:pPr>
              <w:spacing w:before="0" w:after="0"/>
              <w:rPr>
                <w:color w:val="000000"/>
                <w:sz w:val="20"/>
              </w:rPr>
            </w:pPr>
            <w:r>
              <w:rPr>
                <w:color w:val="000000"/>
                <w:sz w:val="20"/>
              </w:rPr>
              <w:t>Res</w:t>
            </w:r>
          </w:p>
        </w:tc>
      </w:tr>
      <w:tr w:rsidR="00E23CB5" w:rsidRPr="0001609E" w14:paraId="0F8DF99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5A30EF" w14:textId="54ADD50D"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1433D6" w14:textId="2BD32579" w:rsidR="00E23CB5" w:rsidRDefault="00E23CB5" w:rsidP="00E23CB5">
            <w:pPr>
              <w:spacing w:before="0" w:after="0"/>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1591FB" w14:textId="5E514CF3" w:rsidR="00E23CB5" w:rsidRDefault="00E23CB5" w:rsidP="00E23CB5">
            <w:pPr>
              <w:spacing w:before="0" w:after="0"/>
              <w:rPr>
                <w:color w:val="000000"/>
                <w:sz w:val="20"/>
              </w:rPr>
            </w:pPr>
            <w:r>
              <w:rPr>
                <w:color w:val="000000"/>
                <w:sz w:val="20"/>
              </w:rPr>
              <w:t>Res</w:t>
            </w:r>
          </w:p>
        </w:tc>
      </w:tr>
      <w:tr w:rsidR="00E23CB5" w:rsidRPr="0001609E" w14:paraId="2C2B10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0EA96D" w14:textId="0B30ECEF"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7866AA1" w14:textId="6EFE397B" w:rsidR="00E23CB5" w:rsidRDefault="00E23CB5" w:rsidP="00E23CB5">
            <w:pPr>
              <w:spacing w:before="0" w:after="0"/>
              <w:rPr>
                <w:color w:val="000000"/>
                <w:sz w:val="20"/>
              </w:rPr>
            </w:pPr>
            <w:proofErr w:type="spellStart"/>
            <w:r>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B56686" w14:textId="29F0076A" w:rsidR="00E23CB5" w:rsidRDefault="00E23CB5" w:rsidP="00E23CB5">
            <w:pPr>
              <w:spacing w:before="0" w:after="0"/>
              <w:rPr>
                <w:color w:val="000000"/>
                <w:sz w:val="20"/>
              </w:rPr>
            </w:pPr>
            <w:r>
              <w:rPr>
                <w:color w:val="000000"/>
                <w:sz w:val="20"/>
              </w:rPr>
              <w:t>Res</w:t>
            </w:r>
          </w:p>
        </w:tc>
      </w:tr>
    </w:tbl>
    <w:p w14:paraId="63EDC7EC" w14:textId="77777777" w:rsidR="00EA568E" w:rsidRDefault="00EA568E" w:rsidP="00EA568E">
      <w:pPr>
        <w:spacing w:before="0" w:after="0"/>
      </w:pPr>
    </w:p>
    <w:p w14:paraId="16CC788F" w14:textId="2835E155" w:rsidR="00F279B8" w:rsidRPr="00CF64F5" w:rsidRDefault="00C46BC1" w:rsidP="00F279B8">
      <w:pPr>
        <w:spacing w:before="0" w:after="0"/>
        <w:rPr>
          <w:b/>
          <w:bCs/>
        </w:rPr>
      </w:pPr>
      <w:r>
        <w:t>F</w:t>
      </w:r>
      <w:r w:rsidR="00CB3493">
        <w:t xml:space="preserve">or </w:t>
      </w:r>
      <w:r w:rsidR="00CB3493" w:rsidRPr="002751E9">
        <w:t>mid-stream</w:t>
      </w:r>
      <w:r w:rsidR="00223F29">
        <w:t xml:space="preserve">/ upstream </w:t>
      </w:r>
      <w:r w:rsidR="00CB3493" w:rsidRPr="002751E9">
        <w:t>deliver</w:t>
      </w:r>
      <w:r>
        <w:t>ies</w:t>
      </w:r>
      <w:r w:rsidR="00162012">
        <w:t xml:space="preserve"> for normal replacement</w:t>
      </w:r>
      <w:r w:rsidR="00CB3493">
        <w:t>, the implementer sh</w:t>
      </w:r>
      <w:r w:rsidR="00551704">
        <w:t xml:space="preserve">all </w:t>
      </w:r>
      <w:r w:rsidR="00CB3493">
        <w:t>provide the</w:t>
      </w:r>
      <w:r w:rsidR="004735AE">
        <w:t xml:space="preserve"> retailer or distribution location where the product was sold</w:t>
      </w:r>
      <w:r w:rsidR="00BF6EAC">
        <w:t xml:space="preserve"> and</w:t>
      </w:r>
      <w:r>
        <w:t xml:space="preserve"> the product </w:t>
      </w:r>
      <w:r w:rsidR="001F2258">
        <w:t xml:space="preserve">type (mini-split/ multi-split), </w:t>
      </w:r>
      <w:r w:rsidR="00F66428">
        <w:t>rated capacity</w:t>
      </w:r>
      <w:r>
        <w:t xml:space="preserve"> (e.g., tons) and cooling and heating rated efficiencies (SEER/HSPF)</w:t>
      </w:r>
      <w:r w:rsidR="00BF6EAC">
        <w:t xml:space="preserve">.  Additionally, </w:t>
      </w:r>
      <w:r>
        <w:t xml:space="preserve">the </w:t>
      </w:r>
      <w:r w:rsidR="00BF6EAC">
        <w:t>implementer</w:t>
      </w:r>
      <w:r w:rsidR="00BB3A6B">
        <w:t xml:space="preserve"> is </w:t>
      </w:r>
      <w:r w:rsidR="00E341A2">
        <w:t>required</w:t>
      </w:r>
      <w:r w:rsidR="00BF6EAC">
        <w:t xml:space="preserve"> to </w:t>
      </w:r>
      <w:r>
        <w:t>document</w:t>
      </w:r>
      <w:r w:rsidR="00B00560">
        <w:t xml:space="preserve"> and track the </w:t>
      </w:r>
      <w:r>
        <w:t>Residential building type</w:t>
      </w:r>
      <w:r w:rsidR="00FD02B3">
        <w:t xml:space="preserve"> and existing HVAC type</w:t>
      </w:r>
      <w:r>
        <w:t xml:space="preserve"> </w:t>
      </w:r>
      <w:r w:rsidR="00C425AD">
        <w:t xml:space="preserve">(room unit or ductless unit) </w:t>
      </w:r>
      <w:r>
        <w:t>where the product will be installed</w:t>
      </w:r>
      <w:r w:rsidR="00CF566C">
        <w:t xml:space="preserve">. </w:t>
      </w:r>
      <w:r>
        <w:t xml:space="preserve"> </w:t>
      </w:r>
      <w:r w:rsidR="00F279B8" w:rsidRPr="00CF64F5">
        <w:rPr>
          <w:b/>
          <w:bCs/>
        </w:rPr>
        <w:t xml:space="preserve">In cases where the existing HVAC type cannot not be collected, measure savings shall be defaulted to </w:t>
      </w:r>
      <w:r w:rsidR="00F279B8">
        <w:rPr>
          <w:b/>
          <w:bCs/>
        </w:rPr>
        <w:t xml:space="preserve">Normal Replacement </w:t>
      </w:r>
      <w:r w:rsidR="00F279B8" w:rsidRPr="00CF64F5">
        <w:rPr>
          <w:b/>
          <w:bCs/>
        </w:rPr>
        <w:t xml:space="preserve">measure replacing less efficient </w:t>
      </w:r>
      <w:r w:rsidR="00F279B8">
        <w:rPr>
          <w:b/>
          <w:bCs/>
        </w:rPr>
        <w:t>ductless h</w:t>
      </w:r>
      <w:r w:rsidR="00F279B8" w:rsidRPr="00CF64F5">
        <w:rPr>
          <w:b/>
          <w:bCs/>
        </w:rPr>
        <w:t xml:space="preserve">eat </w:t>
      </w:r>
      <w:r w:rsidR="00F279B8">
        <w:rPr>
          <w:b/>
          <w:bCs/>
        </w:rPr>
        <w:t>p</w:t>
      </w:r>
      <w:r w:rsidR="00F279B8" w:rsidRPr="00CF64F5">
        <w:rPr>
          <w:b/>
          <w:bCs/>
        </w:rPr>
        <w:t>ump</w:t>
      </w:r>
      <w:r w:rsidR="00F279B8">
        <w:rPr>
          <w:b/>
          <w:bCs/>
        </w:rPr>
        <w:t>.</w:t>
      </w:r>
    </w:p>
    <w:p w14:paraId="071B8AFF" w14:textId="3D39B4C8" w:rsidR="005E28DC" w:rsidRDefault="005E28DC">
      <w:pPr>
        <w:spacing w:before="0" w:after="0"/>
      </w:pPr>
    </w:p>
    <w:p w14:paraId="252820BA" w14:textId="6D92234C" w:rsidR="00CF5700" w:rsidRDefault="00CF5700" w:rsidP="00CF5700">
      <w:pPr>
        <w:pStyle w:val="eTRMHeading5"/>
      </w:pPr>
      <w:r>
        <w:t xml:space="preserve">Right Sizing Scenarios: </w:t>
      </w:r>
    </w:p>
    <w:p w14:paraId="169CB9EF" w14:textId="45BCF51C" w:rsidR="00CF5700" w:rsidRDefault="00CF5700" w:rsidP="00CF5700">
      <w:pPr>
        <w:spacing w:before="0" w:after="0"/>
        <w:rPr>
          <w:rFonts w:cstheme="minorHAnsi"/>
          <w:szCs w:val="20"/>
        </w:rPr>
      </w:pPr>
      <w:r w:rsidRPr="000365BD">
        <w:rPr>
          <w:rFonts w:cstheme="minorHAnsi"/>
          <w:szCs w:val="20"/>
        </w:rPr>
        <w:t>If the installed unit’s cooling capacity is higher or lower than the existing/ replaced capacity OR for cases in which existing system capacity cannot be validated, the measure shall be eligible as NR only</w:t>
      </w:r>
      <w:r w:rsidR="004E0659">
        <w:rPr>
          <w:rFonts w:cstheme="minorHAnsi"/>
          <w:szCs w:val="20"/>
        </w:rPr>
        <w:t>,</w:t>
      </w:r>
      <w:r>
        <w:rPr>
          <w:rFonts w:cstheme="minorHAnsi"/>
          <w:szCs w:val="20"/>
        </w:rPr>
        <w:t xml:space="preserve"> regardless of the measure’s delivery type. </w:t>
      </w:r>
    </w:p>
    <w:p w14:paraId="52B3C0B4" w14:textId="54F48FC8" w:rsidR="00D47FA3" w:rsidRDefault="00D47FA3" w:rsidP="00D47FA3">
      <w:pPr>
        <w:spacing w:before="0" w:after="0"/>
      </w:pPr>
    </w:p>
    <w:p w14:paraId="488DBE80" w14:textId="77777777" w:rsidR="00EA568E" w:rsidRPr="00F90E6B" w:rsidRDefault="00EA568E" w:rsidP="00EA568E">
      <w:pPr>
        <w:spacing w:before="0" w:after="0"/>
        <w:rPr>
          <w:rFonts w:cstheme="minorHAnsi"/>
          <w:szCs w:val="20"/>
          <w:highlight w:val="yellow"/>
        </w:rPr>
      </w:pPr>
    </w:p>
    <w:p w14:paraId="144F1EDC" w14:textId="77777777" w:rsidR="00EA568E" w:rsidRDefault="00EA568E" w:rsidP="00EA568E">
      <w:pPr>
        <w:spacing w:before="0" w:after="0"/>
        <w:rPr>
          <w:rFonts w:cstheme="minorHAnsi"/>
          <w:szCs w:val="20"/>
        </w:rPr>
      </w:pPr>
    </w:p>
    <w:p w14:paraId="7CEBF0E2" w14:textId="570EC30E" w:rsidR="00520029" w:rsidRDefault="00520029" w:rsidP="00520029">
      <w:pPr>
        <w:pStyle w:val="eTRMHeading5"/>
      </w:pPr>
      <w:r>
        <w:t xml:space="preserve">Commissioning and Decommissioning Requirements: </w:t>
      </w:r>
    </w:p>
    <w:p w14:paraId="730226F4" w14:textId="77777777" w:rsidR="00452D21" w:rsidRDefault="00EA568E" w:rsidP="00452D21">
      <w:r>
        <w:t xml:space="preserve">For base case systems where space heating is provided by electric </w:t>
      </w:r>
      <w:r w:rsidR="0072117A">
        <w:t>resistance space heater (wall furnace, baseboard heating, etc.)</w:t>
      </w:r>
      <w:r>
        <w:t>, the offering requires these to be fully decommissioned</w:t>
      </w:r>
      <w:r w:rsidR="00CF64F5">
        <w:t xml:space="preserve"> as part of measure implementation</w:t>
      </w:r>
      <w:r>
        <w:t>.</w:t>
      </w:r>
    </w:p>
    <w:p w14:paraId="4333C075" w14:textId="7DE43230" w:rsidR="00452D21" w:rsidRPr="00452D21" w:rsidRDefault="00452D21" w:rsidP="00452D21">
      <w:pPr>
        <w:spacing w:before="0" w:after="0"/>
      </w:pPr>
    </w:p>
    <w:p w14:paraId="0440C0F3" w14:textId="366655F2" w:rsidR="00EA568E" w:rsidRDefault="00EA568E" w:rsidP="00CF64F5">
      <w:pPr>
        <w:spacing w:before="0" w:after="0"/>
      </w:pPr>
    </w:p>
    <w:p w14:paraId="4AC33346" w14:textId="48EEB3AF" w:rsidR="00AF16FD" w:rsidRDefault="00AF16FD" w:rsidP="00CF64F5">
      <w:pPr>
        <w:spacing w:before="0" w:after="0"/>
      </w:pPr>
    </w:p>
    <w:bookmarkEnd w:id="27"/>
    <w:bookmarkEnd w:id="28"/>
    <w:p w14:paraId="50711562" w14:textId="1EFEDC52" w:rsidR="00AA46AF" w:rsidRPr="0001609E" w:rsidRDefault="00196649" w:rsidP="00154391">
      <w:pPr>
        <w:pStyle w:val="eTRMHeading5"/>
      </w:pPr>
      <w:r w:rsidRPr="0001609E">
        <w:t>Eligible Products</w:t>
      </w:r>
    </w:p>
    <w:p w14:paraId="32C9B5B3" w14:textId="524DAE78" w:rsidR="00066719" w:rsidRDefault="00066719" w:rsidP="005E2A21">
      <w:r>
        <w:t>The efficiency specification</w:t>
      </w:r>
      <w:r w:rsidR="000F5D0F">
        <w:t>s</w:t>
      </w:r>
      <w:r>
        <w:t xml:space="preserve"> for eligible </w:t>
      </w:r>
      <w:r w:rsidR="006768D4">
        <w:t>ductless</w:t>
      </w:r>
      <w:r w:rsidR="00E32FD0">
        <w:t xml:space="preserve"> heat pumps are included in Measure Case Description section. </w:t>
      </w:r>
    </w:p>
    <w:p w14:paraId="7BAD3FAA" w14:textId="1DB943F0" w:rsidR="00F8066C" w:rsidRDefault="00F8066C" w:rsidP="00F8066C">
      <w:pPr>
        <w:rPr>
          <w:szCs w:val="20"/>
        </w:rPr>
      </w:pPr>
      <w:r w:rsidRPr="000365BD">
        <w:rPr>
          <w:szCs w:val="20"/>
        </w:rPr>
        <w:t xml:space="preserve">Only those </w:t>
      </w:r>
      <w:r w:rsidR="006768D4" w:rsidRPr="000365BD">
        <w:rPr>
          <w:szCs w:val="20"/>
        </w:rPr>
        <w:t>ductless</w:t>
      </w:r>
      <w:r w:rsidRPr="000365BD">
        <w:rPr>
          <w:szCs w:val="20"/>
        </w:rPr>
        <w:t xml:space="preserve"> heat pump systems covered by AHRI 210/240</w:t>
      </w:r>
      <w:r w:rsidR="00BE32F7">
        <w:rPr>
          <w:szCs w:val="20"/>
        </w:rPr>
        <w:t>, AHRI 1230,</w:t>
      </w:r>
      <w:r w:rsidRPr="000365BD">
        <w:rPr>
          <w:szCs w:val="20"/>
        </w:rPr>
        <w:t xml:space="preserve"> </w:t>
      </w:r>
      <w:r w:rsidR="00D3532D" w:rsidRPr="000365BD">
        <w:rPr>
          <w:szCs w:val="20"/>
        </w:rPr>
        <w:t xml:space="preserve">and/or DOE CFR 429.16 </w:t>
      </w:r>
      <w:r w:rsidRPr="000365BD">
        <w:rPr>
          <w:szCs w:val="20"/>
        </w:rPr>
        <w:t xml:space="preserve">are eligible.  </w:t>
      </w:r>
    </w:p>
    <w:p w14:paraId="7C060D9F" w14:textId="77777777" w:rsidR="0048080D" w:rsidRPr="0048080D" w:rsidRDefault="0048080D" w:rsidP="0048080D">
      <w:pPr>
        <w:rPr>
          <w:b/>
          <w:szCs w:val="20"/>
        </w:rPr>
      </w:pPr>
      <w:r w:rsidRPr="0048080D">
        <w:rPr>
          <w:b/>
          <w:szCs w:val="20"/>
        </w:rPr>
        <w:t>General Eligibility Requirements</w:t>
      </w:r>
    </w:p>
    <w:p w14:paraId="7CE938DA" w14:textId="043C797A" w:rsidR="007B6A74" w:rsidRPr="0001609E" w:rsidRDefault="007B6A74" w:rsidP="00212E00">
      <w:pPr>
        <w:pStyle w:val="eTRMHeading5"/>
        <w:keepNext/>
        <w:keepLines/>
      </w:pPr>
      <w:r w:rsidRPr="0001609E">
        <w:lastRenderedPageBreak/>
        <w:t>Eligible Building Types</w:t>
      </w:r>
      <w:r w:rsidR="00E57AAD" w:rsidRPr="0001609E">
        <w:t xml:space="preserve"> and Vintages</w:t>
      </w:r>
    </w:p>
    <w:p w14:paraId="5334FCFA" w14:textId="62CF918E" w:rsidR="009F1B31" w:rsidRDefault="009F1B31" w:rsidP="00212E00">
      <w:pPr>
        <w:keepNext/>
        <w:keepLines/>
      </w:pPr>
      <w:r>
        <w:t xml:space="preserve">This measure is applicable for </w:t>
      </w:r>
      <w:r w:rsidR="004130D3">
        <w:t xml:space="preserve">all </w:t>
      </w:r>
      <w:r w:rsidR="00A14E68">
        <w:t xml:space="preserve">residential building types and all vintages. </w:t>
      </w:r>
    </w:p>
    <w:p w14:paraId="1A3705F3" w14:textId="083A78F6" w:rsidR="007B6A74" w:rsidRPr="0001609E" w:rsidRDefault="00196649" w:rsidP="00154391">
      <w:pPr>
        <w:pStyle w:val="eTRMHeading5"/>
      </w:pPr>
      <w:r w:rsidRPr="0001609E">
        <w:t>Eligible Climate Zones</w:t>
      </w:r>
    </w:p>
    <w:p w14:paraId="4A9FD22A" w14:textId="56B43145" w:rsidR="004B6780" w:rsidRDefault="004B6780" w:rsidP="004B6780">
      <w:r w:rsidRPr="0001609E">
        <w:t xml:space="preserve">This measure is applicable </w:t>
      </w:r>
      <w:r w:rsidR="00273571" w:rsidRPr="0001609E">
        <w:t>in</w:t>
      </w:r>
      <w:r w:rsidRPr="0001609E">
        <w:t xml:space="preserve"> </w:t>
      </w:r>
      <w:r w:rsidR="00890F77">
        <w:t>all</w:t>
      </w:r>
      <w:r w:rsidRPr="0001609E">
        <w:t xml:space="preserve"> California climate zones.</w:t>
      </w:r>
    </w:p>
    <w:p w14:paraId="7E8AF40A" w14:textId="77777777" w:rsidR="00CF19BB" w:rsidRPr="00CF19BB" w:rsidRDefault="00CF19BB" w:rsidP="00CF19BB">
      <w:pPr>
        <w:keepNext/>
        <w:spacing w:before="0" w:after="0" w:line="0" w:lineRule="atLeast"/>
        <w:rPr>
          <w:i/>
          <w:color w:val="5F5F5F"/>
        </w:rPr>
      </w:pPr>
      <w:r w:rsidRPr="00CF19BB">
        <w:rPr>
          <w:i/>
          <w:color w:val="5F5F5F"/>
        </w:rPr>
        <w:t>Required Documentation for Accelerated Replacement</w:t>
      </w:r>
    </w:p>
    <w:p w14:paraId="33C11573" w14:textId="77777777" w:rsidR="00CF19BB" w:rsidRPr="00CF19BB" w:rsidRDefault="00CF19BB" w:rsidP="00CF19BB">
      <w:pPr>
        <w:keepNext/>
        <w:spacing w:before="0" w:after="0" w:line="0" w:lineRule="atLeast"/>
        <w:rPr>
          <w:i/>
          <w:color w:val="5F5F5F"/>
        </w:rPr>
      </w:pPr>
    </w:p>
    <w:p w14:paraId="1160B353" w14:textId="45E5F106" w:rsidR="00CF19BB" w:rsidRPr="00CF19BB" w:rsidRDefault="00CF19BB" w:rsidP="00CF19BB">
      <w:pPr>
        <w:spacing w:before="0" w:after="0" w:line="0" w:lineRule="atLeast"/>
      </w:pPr>
      <w:r w:rsidRPr="00CF19BB">
        <w:t>Preponderance of evidence (POE) must be documented</w:t>
      </w:r>
      <w:r w:rsidR="00154B63">
        <w:t>.  P</w:t>
      </w:r>
      <w:r w:rsidRPr="00CF19BB">
        <w:t xml:space="preserve">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w:t>
      </w:r>
      <w:r w:rsidR="00154B63">
        <w:t xml:space="preserve">summarized </w:t>
      </w:r>
      <w:r w:rsidRPr="00CF19BB">
        <w:t xml:space="preserve">information that </w:t>
      </w:r>
      <w:r w:rsidR="00F924DC">
        <w:t>must</w:t>
      </w:r>
      <w:r w:rsidRPr="00CF19BB">
        <w:t xml:space="preserve"> be required for all projects: </w:t>
      </w:r>
    </w:p>
    <w:p w14:paraId="45CC22C3" w14:textId="77777777" w:rsidR="00CF19BB" w:rsidRPr="00CF19BB" w:rsidRDefault="00CF19BB" w:rsidP="00F04C62">
      <w:pPr>
        <w:pStyle w:val="ListParagraph"/>
        <w:numPr>
          <w:ilvl w:val="0"/>
          <w:numId w:val="15"/>
        </w:numPr>
        <w:tabs>
          <w:tab w:val="num" w:pos="360"/>
        </w:tabs>
        <w:ind w:left="1800"/>
      </w:pPr>
      <w:r w:rsidRPr="00CF19BB">
        <w:t>Customer/site information</w:t>
      </w:r>
    </w:p>
    <w:p w14:paraId="435E61BD" w14:textId="7C1A91BD" w:rsidR="00CF19BB" w:rsidRPr="00CF19BB" w:rsidRDefault="00CF19BB" w:rsidP="00F04C62">
      <w:pPr>
        <w:pStyle w:val="ListParagraph"/>
        <w:numPr>
          <w:ilvl w:val="0"/>
          <w:numId w:val="15"/>
        </w:numPr>
        <w:tabs>
          <w:tab w:val="num" w:pos="360"/>
        </w:tabs>
        <w:ind w:left="1800"/>
      </w:pPr>
      <w:r w:rsidRPr="00CF19BB">
        <w:t>Specifications of existing equipment</w:t>
      </w:r>
      <w:r w:rsidR="007649F5">
        <w:t xml:space="preserve"> (type, </w:t>
      </w:r>
      <w:r w:rsidR="00015820">
        <w:t>capacity, age, etc.)</w:t>
      </w:r>
    </w:p>
    <w:p w14:paraId="16D873C4" w14:textId="7D441CB6" w:rsidR="00CF19BB" w:rsidRPr="00CF19BB" w:rsidRDefault="00CF19BB" w:rsidP="00F04C62">
      <w:pPr>
        <w:pStyle w:val="ListParagraph"/>
        <w:numPr>
          <w:ilvl w:val="0"/>
          <w:numId w:val="15"/>
        </w:numPr>
        <w:tabs>
          <w:tab w:val="num" w:pos="360"/>
        </w:tabs>
        <w:ind w:left="1800"/>
      </w:pPr>
      <w:r w:rsidRPr="00CF19BB">
        <w:t xml:space="preserve">Proof that </w:t>
      </w:r>
      <w:r w:rsidR="000C7974">
        <w:t xml:space="preserve">the existing </w:t>
      </w:r>
      <w:r w:rsidR="00DC188A">
        <w:t>all electric HVAC system</w:t>
      </w:r>
      <w:r w:rsidR="000C7974">
        <w:t xml:space="preserve"> </w:t>
      </w:r>
      <w:r w:rsidR="00DC188A">
        <w:t>is</w:t>
      </w:r>
      <w:r w:rsidRPr="00CF19BB">
        <w:t xml:space="preserve"> </w:t>
      </w:r>
      <w:r w:rsidR="00154B63">
        <w:t xml:space="preserve">functional and </w:t>
      </w:r>
      <w:r w:rsidRPr="00CF19BB">
        <w:t>still operating as intended</w:t>
      </w:r>
    </w:p>
    <w:p w14:paraId="08DDF375" w14:textId="5750C96C" w:rsidR="00CF19BB" w:rsidRPr="000365BD" w:rsidRDefault="00CF19BB" w:rsidP="00F04C62">
      <w:pPr>
        <w:pStyle w:val="ListParagraph"/>
        <w:numPr>
          <w:ilvl w:val="0"/>
          <w:numId w:val="15"/>
        </w:numPr>
        <w:tabs>
          <w:tab w:val="num" w:pos="360"/>
        </w:tabs>
        <w:ind w:left="1800"/>
      </w:pPr>
      <w:r w:rsidRPr="00CF19BB">
        <w:t xml:space="preserve">Existing </w:t>
      </w:r>
      <w:r w:rsidR="00DC188A">
        <w:t>system</w:t>
      </w:r>
      <w:r w:rsidR="000C7974">
        <w:t xml:space="preserve"> </w:t>
      </w:r>
      <w:r w:rsidRPr="00CF19BB">
        <w:t xml:space="preserve">nameplate </w:t>
      </w:r>
      <w:r w:rsidRPr="000365BD">
        <w:t>data with manufacturer date to confirm remaining useful life</w:t>
      </w:r>
      <w:r w:rsidR="00456303" w:rsidRPr="000365BD">
        <w:t xml:space="preserve"> and to include total nominal system capacity being replaced</w:t>
      </w:r>
    </w:p>
    <w:p w14:paraId="45D18D65" w14:textId="06710A55" w:rsidR="00CF19BB" w:rsidRDefault="00CF19BB" w:rsidP="00F04C62">
      <w:pPr>
        <w:pStyle w:val="ListParagraph"/>
        <w:numPr>
          <w:ilvl w:val="0"/>
          <w:numId w:val="15"/>
        </w:numPr>
        <w:tabs>
          <w:tab w:val="num" w:pos="360"/>
        </w:tabs>
        <w:ind w:left="1800"/>
      </w:pPr>
      <w:r w:rsidRPr="000365BD">
        <w:t xml:space="preserve">Replacement </w:t>
      </w:r>
      <w:r w:rsidR="00E71628" w:rsidRPr="000365BD">
        <w:t xml:space="preserve">HVAC System </w:t>
      </w:r>
      <w:r w:rsidRPr="000365BD">
        <w:t>information</w:t>
      </w:r>
    </w:p>
    <w:p w14:paraId="39A60458" w14:textId="7E5515F6" w:rsidR="00F432D3" w:rsidRPr="007649F5" w:rsidRDefault="00F432D3" w:rsidP="00F04C62">
      <w:pPr>
        <w:pStyle w:val="ListParagraph"/>
        <w:numPr>
          <w:ilvl w:val="0"/>
          <w:numId w:val="15"/>
        </w:numPr>
        <w:tabs>
          <w:tab w:val="num" w:pos="360"/>
        </w:tabs>
        <w:ind w:left="1800"/>
      </w:pPr>
      <w:r w:rsidRPr="007649F5">
        <w:t xml:space="preserve">Verify that the existing </w:t>
      </w:r>
      <w:r w:rsidR="00497C36" w:rsidRPr="007649F5">
        <w:t xml:space="preserve">equipment is fully decommissioned. </w:t>
      </w:r>
      <w:r w:rsidR="00332EC4" w:rsidRPr="007649F5">
        <w:t xml:space="preserve">Disposal of the existing equipment should comply with the local jurisdiction guidelines.  </w:t>
      </w:r>
    </w:p>
    <w:p w14:paraId="132A36E2" w14:textId="201BA8DF" w:rsidR="00CF19BB" w:rsidRDefault="00CF19BB" w:rsidP="00CF19BB">
      <w:r w:rsidRPr="00CF19BB">
        <w:t>To document POE, the provided Preponderance of evidence (POE) survey</w:t>
      </w:r>
      <w:r w:rsidRPr="00CF19BB">
        <w:rPr>
          <w:rStyle w:val="FootnoteReference"/>
        </w:rPr>
        <w:footnoteReference w:id="15"/>
      </w:r>
      <w:r w:rsidRPr="00CF19BB">
        <w:t>, or similar, should be completed.</w:t>
      </w:r>
    </w:p>
    <w:p w14:paraId="47630D60" w14:textId="77777777" w:rsidR="007D230B" w:rsidRPr="0001609E" w:rsidRDefault="007D230B" w:rsidP="00427574">
      <w:pPr>
        <w:pStyle w:val="eTRMHeading3"/>
      </w:pPr>
      <w:bookmarkStart w:id="31" w:name="_Toc486490853"/>
      <w:bookmarkStart w:id="32" w:name="_Toc486580924"/>
      <w:bookmarkStart w:id="33" w:name="_Toc53490188"/>
      <w:r w:rsidRPr="0001609E">
        <w:t>Program Exclusions</w:t>
      </w:r>
      <w:bookmarkEnd w:id="31"/>
      <w:bookmarkEnd w:id="32"/>
      <w:bookmarkEnd w:id="33"/>
      <w:r w:rsidRPr="0001609E">
        <w:t xml:space="preserve"> </w:t>
      </w:r>
    </w:p>
    <w:p w14:paraId="67AF52D8" w14:textId="3F9E38A1" w:rsidR="00F64907" w:rsidRDefault="00F64907" w:rsidP="00AF68E8">
      <w:pPr>
        <w:keepNext/>
        <w:keepLines/>
        <w:rPr>
          <w:rFonts w:cstheme="minorHAnsi"/>
        </w:rPr>
      </w:pPr>
      <w:r>
        <w:rPr>
          <w:rFonts w:cstheme="minorHAnsi"/>
        </w:rPr>
        <w:t>Fuel substitution measure</w:t>
      </w:r>
      <w:r w:rsidR="005F0E53">
        <w:rPr>
          <w:rFonts w:cstheme="minorHAnsi"/>
        </w:rPr>
        <w:t>s</w:t>
      </w:r>
      <w:r>
        <w:rPr>
          <w:rFonts w:cstheme="minorHAnsi"/>
        </w:rPr>
        <w:t xml:space="preserve"> are not eligible. Please refer to </w:t>
      </w:r>
      <w:r w:rsidR="00F613AC">
        <w:rPr>
          <w:rFonts w:cstheme="minorHAnsi"/>
        </w:rPr>
        <w:t xml:space="preserve">latest version of </w:t>
      </w:r>
      <w:r>
        <w:rPr>
          <w:rFonts w:cstheme="minorHAnsi"/>
        </w:rPr>
        <w:t>SWHC04</w:t>
      </w:r>
      <w:r w:rsidR="008956B8">
        <w:rPr>
          <w:rFonts w:cstheme="minorHAnsi"/>
        </w:rPr>
        <w:t>4</w:t>
      </w:r>
      <w:r w:rsidR="00F613AC">
        <w:rPr>
          <w:rFonts w:cstheme="minorHAnsi"/>
        </w:rPr>
        <w:t xml:space="preserve"> </w:t>
      </w:r>
      <w:r>
        <w:rPr>
          <w:rFonts w:cstheme="minorHAnsi"/>
        </w:rPr>
        <w:t xml:space="preserve">for </w:t>
      </w:r>
      <w:r w:rsidR="00677D13">
        <w:rPr>
          <w:rFonts w:cstheme="minorHAnsi"/>
        </w:rPr>
        <w:t xml:space="preserve">fuel substitution measures. </w:t>
      </w:r>
    </w:p>
    <w:p w14:paraId="655E299F" w14:textId="691640F3" w:rsidR="007D230B" w:rsidRDefault="007D230B" w:rsidP="00427574">
      <w:pPr>
        <w:pStyle w:val="eTRMHeading3"/>
      </w:pPr>
      <w:bookmarkStart w:id="34" w:name="_Toc486490854"/>
      <w:bookmarkStart w:id="35" w:name="_Toc486580925"/>
      <w:bookmarkStart w:id="36" w:name="_Toc53490189"/>
      <w:r w:rsidRPr="0001609E">
        <w:t>Data Collection Requirements</w:t>
      </w:r>
      <w:bookmarkEnd w:id="34"/>
      <w:bookmarkEnd w:id="35"/>
      <w:bookmarkEnd w:id="36"/>
      <w:r w:rsidRPr="0001609E">
        <w:t xml:space="preserve"> </w:t>
      </w:r>
    </w:p>
    <w:p w14:paraId="28E01C55" w14:textId="77777777" w:rsidR="00F822E1" w:rsidRDefault="00F822E1" w:rsidP="00F85B1C">
      <w:r>
        <w:t>This section discusses the limitations of data used to analyze the measure described in this workpaper, and the potential need for future data or timeline for updates, so that energy efficiency incentive program administrators can incorporate those requirements into their program designs.</w:t>
      </w:r>
    </w:p>
    <w:p w14:paraId="2C368091" w14:textId="5CBC633E" w:rsidR="00F85B1C" w:rsidRDefault="00F822E1" w:rsidP="00F85B1C">
      <w:r>
        <w:t xml:space="preserve">Experience with residential HVAC workpapers suggests that one of the most significant limitations for analysis is the availability of a cost dataset that is up to date and reflects the market. </w:t>
      </w:r>
      <w:r w:rsidR="00E71628">
        <w:t xml:space="preserve"> </w:t>
      </w:r>
      <w:r w:rsidR="00A77C99">
        <w:t>Such a dataset</w:t>
      </w:r>
      <w:r w:rsidR="00FB61BE">
        <w:t xml:space="preserve"> (including material and installation cost)</w:t>
      </w:r>
      <w:r w:rsidR="00A77C99">
        <w:t xml:space="preserve"> would be representative of customer costs and would be used to measure price variations between installations of similar products. In turn, the amount of variation can be used to determine the confidence associated with cost data collection, for instance, to decide whether additional survey data is needed at the time of the next workpaper update.</w:t>
      </w:r>
      <w:r w:rsidR="00F45C47">
        <w:t xml:space="preserve"> Hence, it is recommended that </w:t>
      </w:r>
      <w:r w:rsidR="0096609E">
        <w:t xml:space="preserve">implementers and </w:t>
      </w:r>
      <w:r w:rsidR="00F45C47">
        <w:t xml:space="preserve">program administrators track </w:t>
      </w:r>
      <w:r w:rsidR="0096609E">
        <w:t xml:space="preserve">measure </w:t>
      </w:r>
      <w:proofErr w:type="gramStart"/>
      <w:r w:rsidR="00F45C47">
        <w:t>costs</w:t>
      </w:r>
      <w:r w:rsidR="0096609E">
        <w:t>, and</w:t>
      </w:r>
      <w:proofErr w:type="gramEnd"/>
      <w:r w:rsidR="0096609E">
        <w:t xml:space="preserve"> make that data available for </w:t>
      </w:r>
      <w:r w:rsidR="0096609E">
        <w:lastRenderedPageBreak/>
        <w:t>future workpaper updates.</w:t>
      </w:r>
      <w:r w:rsidR="00A77C99">
        <w:t xml:space="preserve"> However, this recommendation is not a general requirement for programs or implementers following this workpaper.</w:t>
      </w:r>
    </w:p>
    <w:p w14:paraId="113BC7F7" w14:textId="2AA48634" w:rsidR="001302B8" w:rsidRDefault="0096609E" w:rsidP="00F85B1C">
      <w:r>
        <w:t>Relating to harmonization across workpapers, this workpaper applies</w:t>
      </w:r>
      <w:r w:rsidRPr="0096609E">
        <w:t xml:space="preserve"> </w:t>
      </w:r>
      <w:r>
        <w:t xml:space="preserve">a data-driven </w:t>
      </w:r>
      <w:r w:rsidRPr="0096609E">
        <w:t xml:space="preserve">approach for setting </w:t>
      </w:r>
      <w:r>
        <w:t xml:space="preserve">efficiency levels of measure </w:t>
      </w:r>
      <w:r w:rsidRPr="0096609E">
        <w:t xml:space="preserve">tiers (for ductless heat pumps) </w:t>
      </w:r>
      <w:r>
        <w:t xml:space="preserve">which could </w:t>
      </w:r>
      <w:r w:rsidRPr="0096609E">
        <w:t xml:space="preserve">be carried over to </w:t>
      </w:r>
      <w:r w:rsidR="00F17A71">
        <w:t>other</w:t>
      </w:r>
      <w:r w:rsidRPr="0096609E">
        <w:t xml:space="preserve"> workpapers</w:t>
      </w:r>
      <w:r>
        <w:t xml:space="preserve"> </w:t>
      </w:r>
      <w:r w:rsidR="00F17A71">
        <w:t xml:space="preserve">with ductless heat pump measures. </w:t>
      </w:r>
    </w:p>
    <w:p w14:paraId="4891FCAB" w14:textId="77777777" w:rsidR="007D230B" w:rsidRPr="0001609E" w:rsidRDefault="007D230B" w:rsidP="00427574">
      <w:pPr>
        <w:pStyle w:val="eTRMHeading3"/>
      </w:pPr>
      <w:bookmarkStart w:id="37" w:name="_Toc486490855"/>
      <w:bookmarkStart w:id="38" w:name="_Toc486580926"/>
      <w:bookmarkStart w:id="39" w:name="_Toc53490190"/>
      <w:r w:rsidRPr="0001609E">
        <w:t>Use Category</w:t>
      </w:r>
      <w:bookmarkEnd w:id="37"/>
      <w:bookmarkEnd w:id="38"/>
      <w:bookmarkEnd w:id="39"/>
    </w:p>
    <w:p w14:paraId="13382FF9" w14:textId="4E0C7A23" w:rsidR="004142EF" w:rsidRPr="0001609E" w:rsidRDefault="00273571" w:rsidP="004B06E3">
      <w:r w:rsidRPr="0001609E">
        <w:t>HVAC</w:t>
      </w:r>
    </w:p>
    <w:p w14:paraId="4B62D367" w14:textId="370A839E" w:rsidR="007D230B" w:rsidRPr="0001609E" w:rsidRDefault="007D230B" w:rsidP="00427574">
      <w:pPr>
        <w:pStyle w:val="eTRMHeading3"/>
      </w:pPr>
      <w:bookmarkStart w:id="40" w:name="_Toc486490857"/>
      <w:bookmarkStart w:id="41" w:name="_Toc486580928"/>
      <w:bookmarkStart w:id="42" w:name="_Toc53490191"/>
      <w:r w:rsidRPr="0001609E">
        <w:t>Electric Savings</w:t>
      </w:r>
      <w:r w:rsidR="00245AFF" w:rsidRPr="0001609E">
        <w:t xml:space="preserve"> (</w:t>
      </w:r>
      <w:r w:rsidR="00E14349" w:rsidRPr="00E647AA">
        <w:t>k</w:t>
      </w:r>
      <w:r w:rsidR="00245AFF" w:rsidRPr="00E647AA">
        <w:t>Wh</w:t>
      </w:r>
      <w:r w:rsidR="00245AFF" w:rsidRPr="0001609E">
        <w:t>)</w:t>
      </w:r>
      <w:bookmarkEnd w:id="40"/>
      <w:bookmarkEnd w:id="41"/>
      <w:bookmarkEnd w:id="42"/>
    </w:p>
    <w:p w14:paraId="77F38E86" w14:textId="77777777" w:rsidR="00D4611B" w:rsidRDefault="00D4611B" w:rsidP="00D4611B">
      <w:bookmarkStart w:id="43" w:name="_Hlk58244282"/>
      <w:bookmarkStart w:id="44" w:name="_Toc486490856"/>
      <w:bookmarkStart w:id="45" w:name="_Toc486580927"/>
      <w:r>
        <w:t>The electric savings were calculated following these steps:</w:t>
      </w:r>
    </w:p>
    <w:p w14:paraId="55AF93E1" w14:textId="77777777" w:rsidR="00D4611B" w:rsidRDefault="00D4611B" w:rsidP="00D4611B">
      <w:pPr>
        <w:pStyle w:val="ListParagraph"/>
        <w:numPr>
          <w:ilvl w:val="0"/>
          <w:numId w:val="38"/>
        </w:numPr>
        <w:spacing w:before="0" w:after="160" w:line="259" w:lineRule="auto"/>
      </w:pPr>
      <w:r w:rsidRPr="0039391B">
        <w:rPr>
          <w:rFonts w:cstheme="minorHAnsi"/>
        </w:rPr>
        <w:t>Gather the rated and off-rated performance data for ductless heat pumps from manufacturer</w:t>
      </w:r>
      <w:r>
        <w:rPr>
          <w:rFonts w:cstheme="minorHAnsi"/>
        </w:rPr>
        <w:t>s’</w:t>
      </w:r>
      <w:r w:rsidRPr="0039391B">
        <w:rPr>
          <w:rFonts w:cstheme="minorHAnsi"/>
        </w:rPr>
        <w:t xml:space="preserve"> survey</w:t>
      </w:r>
      <w:r>
        <w:rPr>
          <w:rFonts w:cstheme="minorHAnsi"/>
        </w:rPr>
        <w:t>.</w:t>
      </w:r>
    </w:p>
    <w:p w14:paraId="4BC8F97A" w14:textId="77777777" w:rsidR="00D4611B" w:rsidRDefault="00D4611B" w:rsidP="00D4611B">
      <w:pPr>
        <w:pStyle w:val="ListParagraph"/>
        <w:numPr>
          <w:ilvl w:val="0"/>
          <w:numId w:val="38"/>
        </w:numPr>
        <w:spacing w:before="0" w:after="160" w:line="259" w:lineRule="auto"/>
      </w:pPr>
      <w:r>
        <w:t>Choose efficiency tiers for measure offerings.</w:t>
      </w:r>
    </w:p>
    <w:p w14:paraId="781795E2" w14:textId="77777777" w:rsidR="00D4611B" w:rsidRDefault="00D4611B" w:rsidP="00D4611B">
      <w:pPr>
        <w:pStyle w:val="ListParagraph"/>
        <w:numPr>
          <w:ilvl w:val="0"/>
          <w:numId w:val="38"/>
        </w:numPr>
        <w:spacing w:before="0" w:after="160" w:line="259" w:lineRule="auto"/>
      </w:pPr>
      <w:r>
        <w:t>Develop nominal efficiency levels (EER and COP) as BEM inputs.</w:t>
      </w:r>
    </w:p>
    <w:p w14:paraId="3BDDF3C4" w14:textId="77777777" w:rsidR="00D4611B" w:rsidRDefault="00D4611B" w:rsidP="00D4611B">
      <w:pPr>
        <w:pStyle w:val="ListParagraph"/>
        <w:numPr>
          <w:ilvl w:val="0"/>
          <w:numId w:val="38"/>
        </w:numPr>
        <w:spacing w:before="0" w:after="160" w:line="259" w:lineRule="auto"/>
      </w:pPr>
      <w:r w:rsidRPr="00CA1AE9">
        <w:t xml:space="preserve">Develop performance curves in the format required by DOE-2.3/ </w:t>
      </w:r>
      <w:proofErr w:type="spellStart"/>
      <w:r w:rsidRPr="00CA1AE9">
        <w:t>eQUEST</w:t>
      </w:r>
      <w:proofErr w:type="spellEnd"/>
      <w:r w:rsidRPr="00CA1AE9">
        <w:t xml:space="preserve"> 3.65 energy modeling software.</w:t>
      </w:r>
    </w:p>
    <w:p w14:paraId="4CDD7900" w14:textId="77777777" w:rsidR="00D4611B" w:rsidRDefault="00D4611B" w:rsidP="00D4611B">
      <w:pPr>
        <w:pStyle w:val="ListParagraph"/>
        <w:numPr>
          <w:ilvl w:val="0"/>
          <w:numId w:val="38"/>
        </w:numPr>
        <w:spacing w:before="0" w:after="160" w:line="259" w:lineRule="auto"/>
      </w:pPr>
      <w:r>
        <w:t>Adapt BEM setup to model variable speed residential systems.</w:t>
      </w:r>
    </w:p>
    <w:p w14:paraId="6777C3D3" w14:textId="77777777" w:rsidR="00D4611B" w:rsidRDefault="00D4611B" w:rsidP="00D4611B">
      <w:pPr>
        <w:pStyle w:val="ListParagraph"/>
        <w:numPr>
          <w:ilvl w:val="0"/>
          <w:numId w:val="38"/>
        </w:numPr>
        <w:spacing w:before="0" w:after="160" w:line="259" w:lineRule="auto"/>
      </w:pPr>
      <w:r>
        <w:t xml:space="preserve">Simulate BEMs to get </w:t>
      </w:r>
      <w:r w:rsidRPr="00CA1AE9">
        <w:t xml:space="preserve">the energy </w:t>
      </w:r>
      <w:r>
        <w:t>usage</w:t>
      </w:r>
      <w:r w:rsidRPr="00CA1AE9">
        <w:t xml:space="preserve"> </w:t>
      </w:r>
      <w:r>
        <w:t xml:space="preserve">of </w:t>
      </w:r>
      <w:r w:rsidRPr="00CA1AE9">
        <w:t>the baseline and measure case equipment using MASControl3</w:t>
      </w:r>
      <w:r>
        <w:t>.</w:t>
      </w:r>
    </w:p>
    <w:p w14:paraId="78A052C9" w14:textId="1D58D10D" w:rsidR="00D4611B" w:rsidRDefault="00D4611B" w:rsidP="00D4611B">
      <w:r>
        <w:t xml:space="preserve">MASControl3 is </w:t>
      </w:r>
      <w:r w:rsidRPr="00CA1AE9">
        <w:t xml:space="preserve">the measure analysis software for DEER2020. MASControl3 is built to run DEER2020 building prototypes </w:t>
      </w:r>
      <w:r>
        <w:t xml:space="preserve">(building energy models) </w:t>
      </w:r>
      <w:r w:rsidRPr="00CA1AE9">
        <w:t xml:space="preserve">with </w:t>
      </w:r>
      <w:r>
        <w:t xml:space="preserve">the </w:t>
      </w:r>
      <w:r w:rsidRPr="00CA1AE9">
        <w:t>DOE-2.3</w:t>
      </w:r>
      <w:r>
        <w:t xml:space="preserve"> simulation engine (compatible with the </w:t>
      </w:r>
      <w:proofErr w:type="spellStart"/>
      <w:r w:rsidRPr="00CA1AE9">
        <w:t>eQUEST</w:t>
      </w:r>
      <w:proofErr w:type="spellEnd"/>
      <w:r w:rsidRPr="00CA1AE9">
        <w:t xml:space="preserve"> 3.65 </w:t>
      </w:r>
      <w:r>
        <w:t>user interface), then read out usage and calculate measure impacts</w:t>
      </w:r>
      <w:r w:rsidRPr="00CA1AE9">
        <w:t>.</w:t>
      </w:r>
      <w:r>
        <w:t xml:space="preserve"> Note that Version 01 of this workpaper relied largely on DEER 2020 measures for residential HVAC systems in order to design efficiency tiers for measure offerings, as well as for a number of key modeling parameters such as nominal efficiency values (EER and COP corresponding to SEER and HSPF), typical number of stages and low stage/unloaded capacity as a function of SEER, and off-design performance curves. However, in developing version 02, it was recognized that the equipment that is subject of this measure (variable speed ductless mini-split and multi-split) is different than the equipment surveyed in DEER 2020 tech workbooks (central split and packaged systems), and hence these steps reflect an effort to update</w:t>
      </w:r>
      <w:r w:rsidR="00662871">
        <w:t xml:space="preserve"> (and improve) </w:t>
      </w:r>
      <w:r>
        <w:t>the DEER 2020 modeling inputs wherever sufficient data were available specific to variable speed ductless equipment.</w:t>
      </w:r>
    </w:p>
    <w:p w14:paraId="06D81CA5" w14:textId="7342990B" w:rsidR="00DC0D26" w:rsidRDefault="00DC0D26" w:rsidP="00DC0D26">
      <w:pPr>
        <w:pStyle w:val="eTRMHeading4"/>
      </w:pPr>
      <w:r>
        <w:t xml:space="preserve">Gather </w:t>
      </w:r>
      <w:r w:rsidR="0074071F">
        <w:t>performance data for ductless heat pumps</w:t>
      </w:r>
      <w:bookmarkEnd w:id="43"/>
      <w:r w:rsidR="0074071F">
        <w:t xml:space="preserve"> </w:t>
      </w:r>
    </w:p>
    <w:p w14:paraId="0344624E" w14:textId="26044381" w:rsidR="00814FE9" w:rsidRDefault="00814FE9" w:rsidP="00814FE9">
      <w:pPr>
        <w:rPr>
          <w:rFonts w:cstheme="minorHAnsi"/>
        </w:rPr>
      </w:pPr>
      <w:r>
        <w:rPr>
          <w:rFonts w:cstheme="minorHAnsi"/>
        </w:rPr>
        <w:t xml:space="preserve">DEER2020 </w:t>
      </w:r>
      <w:r w:rsidR="00D04A60">
        <w:rPr>
          <w:rFonts w:cstheme="minorHAnsi"/>
        </w:rPr>
        <w:t>defines building models with</w:t>
      </w:r>
      <w:r w:rsidR="005D426E">
        <w:rPr>
          <w:rFonts w:cstheme="minorHAnsi"/>
        </w:rPr>
        <w:t xml:space="preserve"> performance characteristics for</w:t>
      </w:r>
      <w:r>
        <w:rPr>
          <w:rFonts w:cstheme="minorHAnsi"/>
        </w:rPr>
        <w:t xml:space="preserve"> </w:t>
      </w:r>
      <w:r w:rsidR="0090275D">
        <w:rPr>
          <w:rFonts w:cstheme="minorHAnsi"/>
        </w:rPr>
        <w:t xml:space="preserve">central heat pumps for </w:t>
      </w:r>
      <w:r w:rsidR="00070A64">
        <w:rPr>
          <w:rFonts w:cstheme="minorHAnsi"/>
        </w:rPr>
        <w:t xml:space="preserve">efficiency up to SEER 18. </w:t>
      </w:r>
      <w:r w:rsidR="005D426E">
        <w:rPr>
          <w:rFonts w:cstheme="minorHAnsi"/>
        </w:rPr>
        <w:t xml:space="preserve">These performance characteristics were adopted for ductless heat pumps with minor modifications </w:t>
      </w:r>
      <w:r w:rsidR="00995947">
        <w:rPr>
          <w:rFonts w:cstheme="minorHAnsi"/>
        </w:rPr>
        <w:t>to account for the ductless attributes</w:t>
      </w:r>
      <w:r w:rsidR="00D04A60">
        <w:rPr>
          <w:rFonts w:cstheme="minorHAnsi"/>
        </w:rPr>
        <w:t>.</w:t>
      </w:r>
      <w:r w:rsidR="00A77C47">
        <w:rPr>
          <w:rFonts w:cstheme="minorHAnsi"/>
        </w:rPr>
        <w:t xml:space="preserve"> </w:t>
      </w:r>
      <w:r w:rsidR="00D04A60">
        <w:rPr>
          <w:rFonts w:cstheme="minorHAnsi"/>
        </w:rPr>
        <w:t>Note that m</w:t>
      </w:r>
      <w:r w:rsidR="00A77C47">
        <w:rPr>
          <w:rFonts w:cstheme="minorHAnsi"/>
        </w:rPr>
        <w:t>easures up to SEER 18 were offered in previous version of this workpaper (SWHC050-01).</w:t>
      </w:r>
    </w:p>
    <w:p w14:paraId="59C5E366" w14:textId="1F01A459" w:rsidR="00A737E0" w:rsidRDefault="00FA4736" w:rsidP="00814FE9">
      <w:pPr>
        <w:rPr>
          <w:rFonts w:cstheme="minorHAnsi"/>
        </w:rPr>
      </w:pPr>
      <w:r>
        <w:rPr>
          <w:rFonts w:cstheme="minorHAnsi"/>
        </w:rPr>
        <w:t>D</w:t>
      </w:r>
      <w:r w:rsidR="00501BD0">
        <w:rPr>
          <w:rFonts w:cstheme="minorHAnsi"/>
        </w:rPr>
        <w:t>uctless heat pumps</w:t>
      </w:r>
      <w:r w:rsidR="00374A00">
        <w:rPr>
          <w:rFonts w:cstheme="minorHAnsi"/>
        </w:rPr>
        <w:t xml:space="preserve"> with efficiency ratings </w:t>
      </w:r>
      <w:r w:rsidR="00501BD0">
        <w:rPr>
          <w:rFonts w:cstheme="minorHAnsi"/>
        </w:rPr>
        <w:t xml:space="preserve">SEER 19 and above were </w:t>
      </w:r>
      <w:r w:rsidR="00D04A60">
        <w:rPr>
          <w:rFonts w:cstheme="minorHAnsi"/>
        </w:rPr>
        <w:t xml:space="preserve">observed to be </w:t>
      </w:r>
      <w:r w:rsidR="00501BD0">
        <w:rPr>
          <w:rFonts w:cstheme="minorHAnsi"/>
        </w:rPr>
        <w:t>very common in the marketplace</w:t>
      </w:r>
      <w:r w:rsidR="00D04A60">
        <w:rPr>
          <w:rFonts w:cstheme="minorHAnsi"/>
        </w:rPr>
        <w:t xml:space="preserve"> (per discussion with energy efficiency programs and per number of entries in AHRI product directory)</w:t>
      </w:r>
      <w:r w:rsidR="00501BD0">
        <w:rPr>
          <w:rFonts w:cstheme="minorHAnsi"/>
        </w:rPr>
        <w:t xml:space="preserve">. To </w:t>
      </w:r>
      <w:r w:rsidR="00D04A60">
        <w:rPr>
          <w:rFonts w:cstheme="minorHAnsi"/>
        </w:rPr>
        <w:t>model energy impacts for specific efficiency tiers at SEER 19 and up</w:t>
      </w:r>
      <w:r w:rsidR="00501BD0">
        <w:rPr>
          <w:rFonts w:cstheme="minorHAnsi"/>
        </w:rPr>
        <w:t xml:space="preserve">, </w:t>
      </w:r>
      <w:r w:rsidR="00E07ED4">
        <w:rPr>
          <w:rFonts w:cstheme="minorHAnsi"/>
        </w:rPr>
        <w:t>the performance characte</w:t>
      </w:r>
      <w:r w:rsidR="00F175B9">
        <w:rPr>
          <w:rFonts w:cstheme="minorHAnsi"/>
        </w:rPr>
        <w:t xml:space="preserve">ristics </w:t>
      </w:r>
      <w:r w:rsidR="00E07ED4">
        <w:rPr>
          <w:rFonts w:cstheme="minorHAnsi"/>
        </w:rPr>
        <w:t xml:space="preserve">of these </w:t>
      </w:r>
      <w:r w:rsidR="00F175B9">
        <w:rPr>
          <w:rFonts w:cstheme="minorHAnsi"/>
        </w:rPr>
        <w:t xml:space="preserve">heat pumps </w:t>
      </w:r>
      <w:r>
        <w:rPr>
          <w:rFonts w:cstheme="minorHAnsi"/>
        </w:rPr>
        <w:t>were required.</w:t>
      </w:r>
      <w:r w:rsidR="00F175B9">
        <w:rPr>
          <w:rFonts w:cstheme="minorHAnsi"/>
        </w:rPr>
        <w:t xml:space="preserve"> </w:t>
      </w:r>
      <w:r w:rsidR="00C648E8">
        <w:rPr>
          <w:rFonts w:cstheme="minorHAnsi"/>
        </w:rPr>
        <w:t>Six (6) leading manufacturers of ductless heat pumps were contacte</w:t>
      </w:r>
      <w:r>
        <w:rPr>
          <w:rFonts w:cstheme="minorHAnsi"/>
        </w:rPr>
        <w:t xml:space="preserve">d for the performance </w:t>
      </w:r>
      <w:r w:rsidR="00DE5133">
        <w:rPr>
          <w:rFonts w:cstheme="minorHAnsi"/>
        </w:rPr>
        <w:t xml:space="preserve">characteristics of their product offerings. </w:t>
      </w:r>
      <w:r w:rsidR="0016718E">
        <w:rPr>
          <w:rFonts w:cstheme="minorHAnsi"/>
        </w:rPr>
        <w:t xml:space="preserve">Performance characteristics include performance at AHRI rated conditions and performance at off-rated conditions which is </w:t>
      </w:r>
      <w:r w:rsidR="00A65430">
        <w:rPr>
          <w:rFonts w:cstheme="minorHAnsi"/>
        </w:rPr>
        <w:t>primarily categorized as capacity</w:t>
      </w:r>
      <w:r w:rsidR="00E373D2">
        <w:rPr>
          <w:rFonts w:cstheme="minorHAnsi"/>
        </w:rPr>
        <w:t xml:space="preserve"> and power</w:t>
      </w:r>
      <w:r w:rsidR="00A65430">
        <w:rPr>
          <w:rFonts w:cstheme="minorHAnsi"/>
        </w:rPr>
        <w:t xml:space="preserve"> as function of temperature</w:t>
      </w:r>
      <w:r w:rsidR="00451AC3">
        <w:rPr>
          <w:rFonts w:cstheme="minorHAnsi"/>
        </w:rPr>
        <w:t>s</w:t>
      </w:r>
      <w:r w:rsidR="00A65430">
        <w:rPr>
          <w:rFonts w:cstheme="minorHAnsi"/>
        </w:rPr>
        <w:t xml:space="preserve"> (</w:t>
      </w:r>
      <w:r w:rsidR="00E373D2">
        <w:rPr>
          <w:rFonts w:cstheme="minorHAnsi"/>
        </w:rPr>
        <w:t xml:space="preserve">ambient and indoor </w:t>
      </w:r>
      <w:r w:rsidR="00E373D2">
        <w:rPr>
          <w:rFonts w:cstheme="minorHAnsi"/>
        </w:rPr>
        <w:lastRenderedPageBreak/>
        <w:t xml:space="preserve">temperature) </w:t>
      </w:r>
      <w:r w:rsidR="00451AC3">
        <w:rPr>
          <w:rFonts w:cstheme="minorHAnsi"/>
        </w:rPr>
        <w:t xml:space="preserve">and part load </w:t>
      </w:r>
      <w:r w:rsidR="00A650CF">
        <w:rPr>
          <w:rFonts w:cstheme="minorHAnsi"/>
        </w:rPr>
        <w:t>conditions</w:t>
      </w:r>
      <w:r w:rsidR="00451AC3">
        <w:rPr>
          <w:rFonts w:cstheme="minorHAnsi"/>
        </w:rPr>
        <w:t xml:space="preserve">. </w:t>
      </w:r>
      <w:r w:rsidR="001255BE">
        <w:rPr>
          <w:rFonts w:cstheme="minorHAnsi"/>
        </w:rPr>
        <w:t xml:space="preserve">Most manufacturers could not provide the </w:t>
      </w:r>
      <w:r w:rsidR="00A650CF">
        <w:rPr>
          <w:rFonts w:cstheme="minorHAnsi"/>
        </w:rPr>
        <w:t xml:space="preserve">off-rated performance at part load conditions because the information is not </w:t>
      </w:r>
      <w:r w:rsidR="00544631">
        <w:rPr>
          <w:rFonts w:cstheme="minorHAnsi"/>
        </w:rPr>
        <w:t>typically required in the marketplace and by AHRI. One manufacturer representing about 3</w:t>
      </w:r>
      <w:r w:rsidR="00D87CE9">
        <w:rPr>
          <w:rFonts w:cstheme="minorHAnsi"/>
        </w:rPr>
        <w:t>5</w:t>
      </w:r>
      <w:r w:rsidR="00544631">
        <w:rPr>
          <w:rFonts w:cstheme="minorHAnsi"/>
        </w:rPr>
        <w:t xml:space="preserve">% of the </w:t>
      </w:r>
      <w:r w:rsidR="00D87CE9">
        <w:rPr>
          <w:rFonts w:cstheme="minorHAnsi"/>
        </w:rPr>
        <w:t xml:space="preserve">ductless heat pump market share was able to provide </w:t>
      </w:r>
      <w:r w:rsidR="00D33E88">
        <w:rPr>
          <w:rFonts w:cstheme="minorHAnsi"/>
        </w:rPr>
        <w:t>complete information</w:t>
      </w:r>
      <w:r w:rsidR="00332655">
        <w:rPr>
          <w:rFonts w:cstheme="minorHAnsi"/>
        </w:rPr>
        <w:t xml:space="preserve"> for 10 products covering a range of capacities and efficiency levels</w:t>
      </w:r>
      <w:r w:rsidR="00D33E88">
        <w:rPr>
          <w:rFonts w:cstheme="minorHAnsi"/>
        </w:rPr>
        <w:t xml:space="preserve">. This </w:t>
      </w:r>
      <w:r w:rsidR="00167DDE">
        <w:rPr>
          <w:rFonts w:cstheme="minorHAnsi"/>
        </w:rPr>
        <w:t xml:space="preserve">data was used to develop the performance curves and was deemed appropriate </w:t>
      </w:r>
      <w:r w:rsidR="00F94773">
        <w:rPr>
          <w:rFonts w:cstheme="minorHAnsi"/>
        </w:rPr>
        <w:t xml:space="preserve">because </w:t>
      </w:r>
      <w:r w:rsidR="003E007E">
        <w:rPr>
          <w:rFonts w:cstheme="minorHAnsi"/>
        </w:rPr>
        <w:t xml:space="preserve">from the data analysis stage it was observed that these curves </w:t>
      </w:r>
      <w:r w:rsidR="00611555">
        <w:rPr>
          <w:rFonts w:cstheme="minorHAnsi"/>
        </w:rPr>
        <w:t xml:space="preserve">behave within similar </w:t>
      </w:r>
      <w:r w:rsidR="009C57B5">
        <w:rPr>
          <w:rFonts w:cstheme="minorHAnsi"/>
        </w:rPr>
        <w:t xml:space="preserve">expected magnitude of existing </w:t>
      </w:r>
      <w:r w:rsidR="00F95191">
        <w:rPr>
          <w:rFonts w:cstheme="minorHAnsi"/>
        </w:rPr>
        <w:t>curves in DEER database. Using partial data f</w:t>
      </w:r>
      <w:r w:rsidR="008F47FA">
        <w:rPr>
          <w:rFonts w:cstheme="minorHAnsi"/>
        </w:rPr>
        <w:t>rom other manufactur</w:t>
      </w:r>
      <w:r w:rsidR="00A737E0">
        <w:rPr>
          <w:rFonts w:cstheme="minorHAnsi"/>
        </w:rPr>
        <w:t xml:space="preserve">ers was not deemed appropriate because the performance characteristics of a product work synchronously and cannot be mixed and matched with that of </w:t>
      </w:r>
      <w:r w:rsidR="00F0312C">
        <w:rPr>
          <w:rFonts w:cstheme="minorHAnsi"/>
        </w:rPr>
        <w:t>other products. Please refer to the supporting documents</w:t>
      </w:r>
      <w:r w:rsidR="001E4F88">
        <w:rPr>
          <w:rStyle w:val="FootnoteReference"/>
          <w:rFonts w:cstheme="minorHAnsi"/>
        </w:rPr>
        <w:footnoteReference w:id="16"/>
      </w:r>
      <w:r w:rsidR="00F0312C">
        <w:rPr>
          <w:rStyle w:val="FootnoteReference"/>
          <w:rFonts w:cstheme="minorHAnsi"/>
        </w:rPr>
        <w:footnoteReference w:id="17"/>
      </w:r>
      <w:r w:rsidR="00F0312C">
        <w:rPr>
          <w:rFonts w:cstheme="minorHAnsi"/>
        </w:rPr>
        <w:t xml:space="preserve"> of data gathering phase for details.</w:t>
      </w:r>
    </w:p>
    <w:p w14:paraId="7CA2ACFF" w14:textId="4EADBC14" w:rsidR="00D4611B" w:rsidRPr="00D4611B" w:rsidRDefault="00D4611B" w:rsidP="00D4611B">
      <w:pPr>
        <w:pStyle w:val="eTRMHeading4"/>
      </w:pPr>
      <w:r>
        <w:t>Design e</w:t>
      </w:r>
      <w:r w:rsidRPr="00D4611B">
        <w:t>fficiency tiers</w:t>
      </w:r>
    </w:p>
    <w:p w14:paraId="466F892F" w14:textId="0EBBB09F" w:rsidR="00D4611B" w:rsidRPr="00D4611B" w:rsidRDefault="00D4611B" w:rsidP="00D4611B">
      <w:pPr>
        <w:rPr>
          <w:rFonts w:cstheme="minorHAnsi"/>
        </w:rPr>
      </w:pPr>
      <w:r w:rsidRPr="00D4611B">
        <w:rPr>
          <w:rFonts w:cstheme="minorHAnsi"/>
        </w:rPr>
        <w:t>Note that code requirements are defined in terms of constraints on both cooling and heating mode efficiency. For consistency with these code requirements and with prior energy efficiency program offerings for similar equipment, the measure offerings were constructed as tiered levels of efficiency. Successive tiers have higher minimum efficiency requirements for both cooling mode (SEER 15, 16, 17, etc.) and heating mode (HSPF 10.85, 10.58, etc</w:t>
      </w:r>
      <w:r w:rsidR="00661BDC">
        <w:rPr>
          <w:rFonts w:cstheme="minorHAnsi"/>
        </w:rPr>
        <w:t>.</w:t>
      </w:r>
      <w:r w:rsidRPr="00D4611B">
        <w:rPr>
          <w:rFonts w:cstheme="minorHAnsi"/>
        </w:rPr>
        <w:t xml:space="preserve">). </w:t>
      </w:r>
      <w:r w:rsidRPr="00BD69B4">
        <w:rPr>
          <w:rFonts w:cstheme="minorHAnsi"/>
          <w:b/>
          <w:bCs/>
        </w:rPr>
        <w:t xml:space="preserve">A heat pump product is categorized into the highest efficiency tier for which its ratings meet </w:t>
      </w:r>
      <w:r w:rsidRPr="00BD69B4">
        <w:rPr>
          <w:rFonts w:cstheme="minorHAnsi"/>
          <w:b/>
          <w:bCs/>
          <w:i/>
          <w:iCs/>
        </w:rPr>
        <w:t>both</w:t>
      </w:r>
      <w:r w:rsidRPr="00BD69B4">
        <w:rPr>
          <w:rFonts w:cstheme="minorHAnsi"/>
          <w:b/>
          <w:bCs/>
        </w:rPr>
        <w:t xml:space="preserve"> requirements</w:t>
      </w:r>
      <w:r w:rsidRPr="00D4611B">
        <w:rPr>
          <w:rFonts w:cstheme="minorHAnsi"/>
        </w:rPr>
        <w:t>. The figure below shows the choice for the minimum HSPF level corresponding to each SEER level, as informed by plotting trends in the AHRI/CEE product directory of residential, variable-speed mini-split and multi-split heat pumps. Each point in the background represents a product listing in the database. The highlighted efficiency regions include two regions for baseline levels (SEER 13 and 14) and eight regions for measure case equipment. Distinct tiers are offered up to SEER 22, which was found to represent about 75% of entries in the product directory.</w:t>
      </w:r>
      <w:r w:rsidRPr="00D4611B">
        <w:rPr>
          <w:rFonts w:cstheme="minorHAnsi"/>
          <w:vertAlign w:val="superscript"/>
        </w:rPr>
        <w:footnoteReference w:id="18"/>
      </w:r>
      <w:r w:rsidRPr="00D4611B">
        <w:rPr>
          <w:rFonts w:cstheme="minorHAnsi"/>
        </w:rPr>
        <w:t xml:space="preserve"> For modeling purposes, the bottom left corner in each efficiency region is used as a conservative design point for modeling the impacts of that set of products.</w:t>
      </w:r>
      <w:r w:rsidR="002A16DF">
        <w:rPr>
          <w:rFonts w:cstheme="minorHAnsi"/>
        </w:rPr>
        <w:t xml:space="preserve"> For measure offerings, the minimum HSPF requirement is rounded to one decimal, although calculations of impacts preserved additional decimal places as may appear in the discussion below.</w:t>
      </w:r>
    </w:p>
    <w:p w14:paraId="3FEEA63E" w14:textId="77777777" w:rsidR="00D4611B" w:rsidRPr="00D4611B" w:rsidRDefault="00D4611B" w:rsidP="00D4611B">
      <w:pPr>
        <w:rPr>
          <w:rFonts w:cstheme="minorHAnsi"/>
        </w:rPr>
      </w:pPr>
      <w:r w:rsidRPr="00D4611B">
        <w:rPr>
          <w:rFonts w:cstheme="minorHAnsi"/>
          <w:noProof/>
        </w:rPr>
        <w:lastRenderedPageBreak/>
        <w:drawing>
          <wp:inline distT="0" distB="0" distL="0" distR="0" wp14:anchorId="77C572F4" wp14:editId="6CD8033C">
            <wp:extent cx="5943600" cy="25996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5943600" cy="2599690"/>
                    </a:xfrm>
                    <a:prstGeom prst="rect">
                      <a:avLst/>
                    </a:prstGeom>
                    <a:noFill/>
                    <a:ln>
                      <a:noFill/>
                    </a:ln>
                  </pic:spPr>
                </pic:pic>
              </a:graphicData>
            </a:graphic>
          </wp:inline>
        </w:drawing>
      </w:r>
    </w:p>
    <w:p w14:paraId="1B09CAA6" w14:textId="549558B6" w:rsidR="00D4611B" w:rsidRDefault="00D4611B" w:rsidP="00D4611B">
      <w:pPr>
        <w:rPr>
          <w:rFonts w:cstheme="minorHAnsi"/>
          <w:i/>
          <w:iCs/>
        </w:rPr>
      </w:pPr>
      <w:r w:rsidRPr="00D4611B">
        <w:rPr>
          <w:rFonts w:cstheme="minorHAnsi"/>
          <w:i/>
          <w:iCs/>
        </w:rPr>
        <w:t>Efficiency regions in terms of SEER and HSPF</w:t>
      </w:r>
    </w:p>
    <w:p w14:paraId="439E20E3" w14:textId="445201CF" w:rsidR="00D4611B" w:rsidRPr="00D4611B" w:rsidRDefault="00D4611B" w:rsidP="00D4611B">
      <w:pPr>
        <w:rPr>
          <w:rFonts w:cstheme="minorHAnsi"/>
        </w:rPr>
      </w:pPr>
    </w:p>
    <w:p w14:paraId="4EEECE13" w14:textId="51452557" w:rsidR="00D4611B" w:rsidRPr="00D4611B" w:rsidRDefault="00D4611B" w:rsidP="00D4611B">
      <w:pPr>
        <w:pStyle w:val="eTRMHeading4"/>
      </w:pPr>
      <w:r>
        <w:t xml:space="preserve">Develop </w:t>
      </w:r>
      <w:r w:rsidRPr="00D4611B">
        <w:t>EER and COP inputs to models</w:t>
      </w:r>
    </w:p>
    <w:p w14:paraId="092FB36D" w14:textId="343C6793" w:rsidR="00D4611B" w:rsidRPr="00D4611B" w:rsidRDefault="00D4611B" w:rsidP="00D4611B">
      <w:pPr>
        <w:rPr>
          <w:rFonts w:cstheme="minorHAnsi"/>
        </w:rPr>
      </w:pPr>
      <w:r w:rsidRPr="00D4611B">
        <w:rPr>
          <w:rFonts w:cstheme="minorHAnsi"/>
        </w:rPr>
        <w:t>Note that the BEM tool (</w:t>
      </w:r>
      <w:proofErr w:type="spellStart"/>
      <w:r w:rsidRPr="00D4611B">
        <w:rPr>
          <w:rFonts w:cstheme="minorHAnsi"/>
        </w:rPr>
        <w:t>eQUEST</w:t>
      </w:r>
      <w:proofErr w:type="spellEnd"/>
      <w:r w:rsidRPr="00D4611B">
        <w:rPr>
          <w:rFonts w:cstheme="minorHAnsi"/>
        </w:rPr>
        <w:t xml:space="preserve">/DOE2) does not accept SEER and HSPF as direct inputs. Rather, EER and COP are required inputs, and performance curves and weather will determine how the equipment’s seasonal performance relates to these nominal efficiencies. For baseline models with EER code requirement, the EER requirement can be input directly to the simulation (after converting efficiency to energy input ratio). On the other hand, in order to create building energy models for measure and baseline cases defined in terms of minimum SEER and HSPF constraints, it was necessary to </w:t>
      </w:r>
      <w:r>
        <w:rPr>
          <w:rFonts w:cstheme="minorHAnsi"/>
        </w:rPr>
        <w:t>develop</w:t>
      </w:r>
      <w:r w:rsidRPr="00D4611B">
        <w:rPr>
          <w:rFonts w:cstheme="minorHAnsi"/>
        </w:rPr>
        <w:t xml:space="preserve"> a set of EER and COP inputs to the building energy model corresponding to each efficiency region.</w:t>
      </w:r>
    </w:p>
    <w:p w14:paraId="060305BD" w14:textId="174D4FBB" w:rsidR="00D4611B" w:rsidRPr="00D4611B" w:rsidRDefault="00D4611B" w:rsidP="00D4611B">
      <w:pPr>
        <w:rPr>
          <w:rFonts w:cstheme="minorHAnsi"/>
        </w:rPr>
      </w:pPr>
      <w:r w:rsidRPr="00D4611B">
        <w:rPr>
          <w:rFonts w:cstheme="minorHAnsi"/>
        </w:rPr>
        <w:t xml:space="preserve">To determine the cooling mode EER value to model for each efficiency region, the same AHRI dataset was used again, since </w:t>
      </w:r>
      <w:r>
        <w:rPr>
          <w:rFonts w:cstheme="minorHAnsi"/>
        </w:rPr>
        <w:t xml:space="preserve">each product entry </w:t>
      </w:r>
      <w:r w:rsidRPr="00D4611B">
        <w:rPr>
          <w:rFonts w:cstheme="minorHAnsi"/>
        </w:rPr>
        <w:t xml:space="preserve">contains </w:t>
      </w:r>
      <w:r>
        <w:rPr>
          <w:rFonts w:cstheme="minorHAnsi"/>
        </w:rPr>
        <w:t xml:space="preserve">a listing </w:t>
      </w:r>
      <w:r w:rsidRPr="00D4611B">
        <w:rPr>
          <w:rFonts w:cstheme="minorHAnsi"/>
        </w:rPr>
        <w:t xml:space="preserve">for SEER, HSPF, and EER. This dataset is relevant to both measure case and </w:t>
      </w:r>
      <w:r>
        <w:rPr>
          <w:rFonts w:cstheme="minorHAnsi"/>
        </w:rPr>
        <w:t xml:space="preserve">ductless </w:t>
      </w:r>
      <w:r w:rsidRPr="00D4611B">
        <w:rPr>
          <w:rFonts w:cstheme="minorHAnsi"/>
        </w:rPr>
        <w:t>base cases</w:t>
      </w:r>
      <w:r>
        <w:rPr>
          <w:rFonts w:cstheme="minorHAnsi"/>
        </w:rPr>
        <w:t xml:space="preserve">; note that </w:t>
      </w:r>
      <w:r w:rsidRPr="00D4611B">
        <w:rPr>
          <w:rFonts w:cstheme="minorHAnsi"/>
        </w:rPr>
        <w:t xml:space="preserve">the measure does not include replacement of central, ducted systems that </w:t>
      </w:r>
      <w:r>
        <w:rPr>
          <w:rFonts w:cstheme="minorHAnsi"/>
        </w:rPr>
        <w:t xml:space="preserve">may appear </w:t>
      </w:r>
      <w:r w:rsidRPr="00D4611B">
        <w:rPr>
          <w:rFonts w:cstheme="minorHAnsi"/>
        </w:rPr>
        <w:t xml:space="preserve">in other AHRI/CEE directory tables. The products were grouped by efficiency region, then aggregated to calculate average (mean) EER for each region. Next, a linear fit was calculated to filter out noise due to differing performance curves and SEER/EER ratios, </w:t>
      </w:r>
      <w:r>
        <w:rPr>
          <w:rFonts w:cstheme="minorHAnsi"/>
        </w:rPr>
        <w:t xml:space="preserve">in other words to coerce </w:t>
      </w:r>
      <w:r w:rsidRPr="00D4611B">
        <w:rPr>
          <w:rFonts w:cstheme="minorHAnsi"/>
        </w:rPr>
        <w:t>EER value</w:t>
      </w:r>
      <w:r>
        <w:rPr>
          <w:rFonts w:cstheme="minorHAnsi"/>
        </w:rPr>
        <w:t>s</w:t>
      </w:r>
      <w:r w:rsidRPr="00D4611B">
        <w:rPr>
          <w:rFonts w:cstheme="minorHAnsi"/>
        </w:rPr>
        <w:t xml:space="preserve"> </w:t>
      </w:r>
      <w:r>
        <w:rPr>
          <w:rFonts w:cstheme="minorHAnsi"/>
        </w:rPr>
        <w:t xml:space="preserve">to follow a linear trend as a </w:t>
      </w:r>
      <w:r w:rsidRPr="00D4611B">
        <w:rPr>
          <w:rFonts w:cstheme="minorHAnsi"/>
        </w:rPr>
        <w:t xml:space="preserve">function of minimum SEER for each efficiency region. The linear fit was applied only to measure cases; the AHRI average value was used directly for baseline equipment cases (SEER 13 and 14) </w:t>
      </w:r>
      <w:proofErr w:type="gramStart"/>
      <w:r w:rsidRPr="00D4611B">
        <w:rPr>
          <w:rFonts w:cstheme="minorHAnsi"/>
        </w:rPr>
        <w:t>in order to</w:t>
      </w:r>
      <w:proofErr w:type="gramEnd"/>
      <w:r w:rsidRPr="00D4611B">
        <w:rPr>
          <w:rFonts w:cstheme="minorHAnsi"/>
        </w:rPr>
        <w:t xml:space="preserve"> avoid skewing the baseline usage. </w:t>
      </w:r>
      <w:r w:rsidRPr="002A16DF">
        <w:rPr>
          <w:rFonts w:cstheme="minorHAnsi"/>
        </w:rPr>
        <w:t xml:space="preserve">Mini-split (&lt;36 </w:t>
      </w:r>
      <w:proofErr w:type="spellStart"/>
      <w:r w:rsidRPr="002A16DF">
        <w:rPr>
          <w:rFonts w:cstheme="minorHAnsi"/>
        </w:rPr>
        <w:t>kBTU</w:t>
      </w:r>
      <w:proofErr w:type="spellEnd"/>
      <w:r w:rsidRPr="002A16DF">
        <w:rPr>
          <w:rFonts w:cstheme="minorHAnsi"/>
        </w:rPr>
        <w:t xml:space="preserve">/h cooling) and multi-split (≥36 </w:t>
      </w:r>
      <w:proofErr w:type="spellStart"/>
      <w:r w:rsidRPr="002A16DF">
        <w:rPr>
          <w:rFonts w:cstheme="minorHAnsi"/>
        </w:rPr>
        <w:t>kBTU</w:t>
      </w:r>
      <w:proofErr w:type="spellEnd"/>
      <w:r w:rsidRPr="002A16DF">
        <w:rPr>
          <w:rFonts w:cstheme="minorHAnsi"/>
        </w:rPr>
        <w:t>/h) products were treated distinctly for this analysis</w:t>
      </w:r>
      <w:r w:rsidRPr="00D4611B">
        <w:rPr>
          <w:rFonts w:cstheme="minorHAnsi"/>
        </w:rPr>
        <w:t>. For the mini-split SEER 13 category, there were no ductless products in the dataset, so the value was scaled from mini-split SEER 14. The figure and table below illustrate the aggregation and linearization process, and the EER values used for building energy models.</w:t>
      </w:r>
      <w:r w:rsidRPr="00D4611B">
        <w:rPr>
          <w:rFonts w:cstheme="minorHAnsi"/>
          <w:vertAlign w:val="superscript"/>
        </w:rPr>
        <w:footnoteReference w:id="19"/>
      </w:r>
    </w:p>
    <w:p w14:paraId="3CFFCC6C" w14:textId="77777777" w:rsidR="00D4611B" w:rsidRPr="00D4611B" w:rsidRDefault="00D4611B" w:rsidP="00D4611B">
      <w:pPr>
        <w:rPr>
          <w:rFonts w:cstheme="minorHAnsi"/>
        </w:rPr>
      </w:pPr>
    </w:p>
    <w:p w14:paraId="3C521DE1" w14:textId="77777777" w:rsidR="00D4611B" w:rsidRPr="00D4611B" w:rsidRDefault="00D4611B" w:rsidP="00D4611B">
      <w:pPr>
        <w:rPr>
          <w:rFonts w:cstheme="minorHAnsi"/>
        </w:rPr>
      </w:pPr>
    </w:p>
    <w:p w14:paraId="355127FE" w14:textId="77777777" w:rsidR="00D4611B" w:rsidRPr="00D4611B" w:rsidRDefault="00D4611B" w:rsidP="00D4611B">
      <w:pPr>
        <w:rPr>
          <w:rFonts w:cstheme="minorHAnsi"/>
        </w:rPr>
      </w:pPr>
      <w:r w:rsidRPr="00D4611B">
        <w:rPr>
          <w:rFonts w:cstheme="minorHAnsi"/>
          <w:noProof/>
        </w:rPr>
        <w:drawing>
          <wp:inline distT="0" distB="0" distL="0" distR="0" wp14:anchorId="05D727FA" wp14:editId="2A25633C">
            <wp:extent cx="4572000" cy="2743200"/>
            <wp:effectExtent l="0" t="0" r="0" b="0"/>
            <wp:docPr id="6" name="Chart 6">
              <a:extLst xmlns:a="http://schemas.openxmlformats.org/drawingml/2006/main">
                <a:ext uri="{FF2B5EF4-FFF2-40B4-BE49-F238E27FC236}">
                  <a16:creationId xmlns:a16="http://schemas.microsoft.com/office/drawing/2014/main" id="{8D2CEEBE-0AAF-4F02-8A90-B4144AABD66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577FA4B" w14:textId="77777777" w:rsidR="00D4611B" w:rsidRPr="00D4611B" w:rsidRDefault="00D4611B" w:rsidP="00D4611B">
      <w:pPr>
        <w:rPr>
          <w:rFonts w:cstheme="minorHAnsi"/>
          <w:i/>
          <w:iCs/>
        </w:rPr>
      </w:pPr>
      <w:r w:rsidRPr="00D4611B">
        <w:rPr>
          <w:rFonts w:cstheme="minorHAnsi"/>
          <w:i/>
          <w:iCs/>
        </w:rPr>
        <w:t>Plot of mean EER trend across efficiency regions</w:t>
      </w:r>
    </w:p>
    <w:p w14:paraId="66C9B981" w14:textId="77777777" w:rsidR="00D4611B" w:rsidRPr="00D4611B" w:rsidRDefault="00D4611B" w:rsidP="00D4611B">
      <w:pPr>
        <w:rPr>
          <w:rFonts w:cstheme="minorHAnsi"/>
        </w:rPr>
      </w:pPr>
    </w:p>
    <w:p w14:paraId="63DE74C9" w14:textId="77777777" w:rsidR="00D4611B" w:rsidRPr="00D4611B" w:rsidRDefault="00D4611B" w:rsidP="00C54016">
      <w:pPr>
        <w:keepNext/>
        <w:rPr>
          <w:rFonts w:cstheme="minorHAnsi"/>
          <w:i/>
          <w:iCs/>
        </w:rPr>
      </w:pPr>
      <w:r w:rsidRPr="00D4611B">
        <w:rPr>
          <w:rFonts w:cstheme="minorHAnsi"/>
          <w:i/>
          <w:iCs/>
        </w:rPr>
        <w:t>Linearized EER trend across efficiency regions</w:t>
      </w:r>
    </w:p>
    <w:tbl>
      <w:tblPr>
        <w:tblStyle w:val="TableGrid"/>
        <w:tblW w:w="0" w:type="auto"/>
        <w:tblLook w:val="04A0" w:firstRow="1" w:lastRow="0" w:firstColumn="1" w:lastColumn="0" w:noHBand="0" w:noVBand="1"/>
      </w:tblPr>
      <w:tblGrid>
        <w:gridCol w:w="2669"/>
        <w:gridCol w:w="1601"/>
        <w:gridCol w:w="1711"/>
        <w:gridCol w:w="1596"/>
        <w:gridCol w:w="1706"/>
      </w:tblGrid>
      <w:tr w:rsidR="00D4611B" w:rsidRPr="00D4611B" w14:paraId="3AC0F0C8" w14:textId="77777777" w:rsidTr="00F078F9">
        <w:tc>
          <w:tcPr>
            <w:tcW w:w="0" w:type="auto"/>
            <w:vMerge w:val="restart"/>
          </w:tcPr>
          <w:p w14:paraId="68332493" w14:textId="77777777" w:rsidR="00D4611B" w:rsidRPr="00D4611B" w:rsidRDefault="00D4611B" w:rsidP="00D4611B">
            <w:pPr>
              <w:rPr>
                <w:rFonts w:cstheme="minorHAnsi"/>
              </w:rPr>
            </w:pPr>
            <w:r w:rsidRPr="00D4611B">
              <w:rPr>
                <w:rFonts w:cstheme="minorHAnsi"/>
              </w:rPr>
              <w:t>Efficiency region</w:t>
            </w:r>
          </w:p>
        </w:tc>
        <w:tc>
          <w:tcPr>
            <w:tcW w:w="0" w:type="auto"/>
            <w:gridSpan w:val="2"/>
          </w:tcPr>
          <w:p w14:paraId="0D0F0847" w14:textId="77777777" w:rsidR="00D4611B" w:rsidRPr="00D4611B" w:rsidRDefault="00D4611B" w:rsidP="00D4611B">
            <w:pPr>
              <w:rPr>
                <w:rFonts w:cstheme="minorHAnsi"/>
              </w:rPr>
            </w:pPr>
            <w:r w:rsidRPr="00D4611B">
              <w:rPr>
                <w:rFonts w:cstheme="minorHAnsi"/>
              </w:rPr>
              <w:t>Mean EER of products in AHRI data</w:t>
            </w:r>
          </w:p>
        </w:tc>
        <w:tc>
          <w:tcPr>
            <w:tcW w:w="0" w:type="auto"/>
            <w:gridSpan w:val="2"/>
          </w:tcPr>
          <w:p w14:paraId="14BD3C59" w14:textId="77777777" w:rsidR="00D4611B" w:rsidRPr="00D4611B" w:rsidRDefault="00D4611B" w:rsidP="00D4611B">
            <w:pPr>
              <w:rPr>
                <w:rFonts w:cstheme="minorHAnsi"/>
              </w:rPr>
            </w:pPr>
            <w:r w:rsidRPr="00D4611B">
              <w:rPr>
                <w:rFonts w:cstheme="minorHAnsi"/>
              </w:rPr>
              <w:t>Linearized EER value for BEM input</w:t>
            </w:r>
          </w:p>
        </w:tc>
      </w:tr>
      <w:tr w:rsidR="00D4611B" w:rsidRPr="00D4611B" w14:paraId="34195111" w14:textId="77777777" w:rsidTr="00F078F9">
        <w:tc>
          <w:tcPr>
            <w:tcW w:w="0" w:type="auto"/>
            <w:vMerge/>
          </w:tcPr>
          <w:p w14:paraId="16E20951" w14:textId="77777777" w:rsidR="00D4611B" w:rsidRPr="00D4611B" w:rsidRDefault="00D4611B" w:rsidP="00D4611B">
            <w:pPr>
              <w:rPr>
                <w:rFonts w:cstheme="minorHAnsi"/>
              </w:rPr>
            </w:pPr>
          </w:p>
        </w:tc>
        <w:tc>
          <w:tcPr>
            <w:tcW w:w="0" w:type="auto"/>
          </w:tcPr>
          <w:p w14:paraId="788C2809" w14:textId="77777777" w:rsidR="00D4611B" w:rsidRPr="00D4611B" w:rsidRDefault="00D4611B" w:rsidP="00D4611B">
            <w:pPr>
              <w:rPr>
                <w:rFonts w:cstheme="minorHAnsi"/>
              </w:rPr>
            </w:pPr>
            <w:proofErr w:type="gramStart"/>
            <w:r w:rsidRPr="00D4611B">
              <w:rPr>
                <w:rFonts w:cstheme="minorHAnsi"/>
              </w:rPr>
              <w:t>Mini-split</w:t>
            </w:r>
            <w:proofErr w:type="gramEnd"/>
          </w:p>
        </w:tc>
        <w:tc>
          <w:tcPr>
            <w:tcW w:w="0" w:type="auto"/>
          </w:tcPr>
          <w:p w14:paraId="33E8E9A4" w14:textId="77777777" w:rsidR="00D4611B" w:rsidRPr="00D4611B" w:rsidRDefault="00D4611B" w:rsidP="00D4611B">
            <w:pPr>
              <w:rPr>
                <w:rFonts w:cstheme="minorHAnsi"/>
              </w:rPr>
            </w:pPr>
            <w:r w:rsidRPr="00D4611B">
              <w:rPr>
                <w:rFonts w:cstheme="minorHAnsi"/>
              </w:rPr>
              <w:t>Multi-split</w:t>
            </w:r>
          </w:p>
        </w:tc>
        <w:tc>
          <w:tcPr>
            <w:tcW w:w="0" w:type="auto"/>
          </w:tcPr>
          <w:p w14:paraId="09580289" w14:textId="77777777" w:rsidR="00D4611B" w:rsidRPr="00D4611B" w:rsidRDefault="00D4611B" w:rsidP="00D4611B">
            <w:pPr>
              <w:rPr>
                <w:rFonts w:cstheme="minorHAnsi"/>
              </w:rPr>
            </w:pPr>
            <w:proofErr w:type="gramStart"/>
            <w:r w:rsidRPr="00D4611B">
              <w:rPr>
                <w:rFonts w:cstheme="minorHAnsi"/>
              </w:rPr>
              <w:t>Mini-split</w:t>
            </w:r>
            <w:proofErr w:type="gramEnd"/>
          </w:p>
        </w:tc>
        <w:tc>
          <w:tcPr>
            <w:tcW w:w="0" w:type="auto"/>
          </w:tcPr>
          <w:p w14:paraId="1065FFF7" w14:textId="77777777" w:rsidR="00D4611B" w:rsidRPr="00D4611B" w:rsidRDefault="00D4611B" w:rsidP="00D4611B">
            <w:pPr>
              <w:rPr>
                <w:rFonts w:cstheme="minorHAnsi"/>
              </w:rPr>
            </w:pPr>
            <w:r w:rsidRPr="00D4611B">
              <w:rPr>
                <w:rFonts w:cstheme="minorHAnsi"/>
              </w:rPr>
              <w:t>Multi-split</w:t>
            </w:r>
          </w:p>
        </w:tc>
      </w:tr>
      <w:tr w:rsidR="00D4611B" w:rsidRPr="00D4611B" w14:paraId="4D403473" w14:textId="77777777" w:rsidTr="00F078F9">
        <w:tc>
          <w:tcPr>
            <w:tcW w:w="0" w:type="auto"/>
          </w:tcPr>
          <w:p w14:paraId="4A47C4B4" w14:textId="77777777" w:rsidR="00D4611B" w:rsidRPr="00D4611B" w:rsidRDefault="00D4611B" w:rsidP="00D4611B">
            <w:pPr>
              <w:rPr>
                <w:rFonts w:cstheme="minorHAnsi"/>
              </w:rPr>
            </w:pPr>
            <w:r w:rsidRPr="00D4611B">
              <w:rPr>
                <w:rFonts w:cstheme="minorHAnsi"/>
              </w:rPr>
              <w:t>SEER ≥ 22 and HSPF ≥ 10.85</w:t>
            </w:r>
          </w:p>
        </w:tc>
        <w:tc>
          <w:tcPr>
            <w:tcW w:w="0" w:type="auto"/>
          </w:tcPr>
          <w:p w14:paraId="3E520AD4" w14:textId="77777777" w:rsidR="00D4611B" w:rsidRPr="00D4611B" w:rsidRDefault="00D4611B" w:rsidP="00D4611B">
            <w:pPr>
              <w:rPr>
                <w:rFonts w:cstheme="minorHAnsi"/>
              </w:rPr>
            </w:pPr>
            <w:r w:rsidRPr="00D4611B">
              <w:rPr>
                <w:rFonts w:cstheme="minorHAnsi"/>
              </w:rPr>
              <w:t>14.15</w:t>
            </w:r>
          </w:p>
        </w:tc>
        <w:tc>
          <w:tcPr>
            <w:tcW w:w="0" w:type="auto"/>
          </w:tcPr>
          <w:p w14:paraId="6C762DE5" w14:textId="77777777" w:rsidR="00D4611B" w:rsidRPr="00D4611B" w:rsidRDefault="00D4611B" w:rsidP="00D4611B">
            <w:pPr>
              <w:rPr>
                <w:rFonts w:cstheme="minorHAnsi"/>
              </w:rPr>
            </w:pPr>
            <w:r w:rsidRPr="00D4611B">
              <w:rPr>
                <w:rFonts w:cstheme="minorHAnsi"/>
              </w:rPr>
              <w:t>15.20</w:t>
            </w:r>
          </w:p>
        </w:tc>
        <w:tc>
          <w:tcPr>
            <w:tcW w:w="0" w:type="auto"/>
          </w:tcPr>
          <w:p w14:paraId="0CCBA3F4" w14:textId="77777777" w:rsidR="00D4611B" w:rsidRPr="00D4611B" w:rsidRDefault="00D4611B" w:rsidP="00D4611B">
            <w:pPr>
              <w:rPr>
                <w:rFonts w:cstheme="minorHAnsi"/>
              </w:rPr>
            </w:pPr>
            <w:r w:rsidRPr="00D4611B">
              <w:rPr>
                <w:rFonts w:cstheme="minorHAnsi"/>
              </w:rPr>
              <w:t>13.91</w:t>
            </w:r>
          </w:p>
        </w:tc>
        <w:tc>
          <w:tcPr>
            <w:tcW w:w="0" w:type="auto"/>
          </w:tcPr>
          <w:p w14:paraId="7B5D818F" w14:textId="77777777" w:rsidR="00D4611B" w:rsidRPr="00D4611B" w:rsidRDefault="00D4611B" w:rsidP="00D4611B">
            <w:pPr>
              <w:rPr>
                <w:rFonts w:cstheme="minorHAnsi"/>
              </w:rPr>
            </w:pPr>
            <w:r w:rsidRPr="00D4611B">
              <w:rPr>
                <w:rFonts w:cstheme="minorHAnsi"/>
              </w:rPr>
              <w:t>13.85</w:t>
            </w:r>
          </w:p>
        </w:tc>
      </w:tr>
      <w:tr w:rsidR="00D4611B" w:rsidRPr="00D4611B" w14:paraId="65DDA040" w14:textId="77777777" w:rsidTr="00F078F9">
        <w:tc>
          <w:tcPr>
            <w:tcW w:w="0" w:type="auto"/>
          </w:tcPr>
          <w:p w14:paraId="3328F007" w14:textId="77777777" w:rsidR="00D4611B" w:rsidRPr="00D4611B" w:rsidRDefault="00D4611B" w:rsidP="00D4611B">
            <w:pPr>
              <w:rPr>
                <w:rFonts w:cstheme="minorHAnsi"/>
              </w:rPr>
            </w:pPr>
            <w:r w:rsidRPr="00D4611B">
              <w:rPr>
                <w:rFonts w:cstheme="minorHAnsi"/>
              </w:rPr>
              <w:t>SEER ≥ 21 and HSPF ≥ 10.58</w:t>
            </w:r>
          </w:p>
        </w:tc>
        <w:tc>
          <w:tcPr>
            <w:tcW w:w="0" w:type="auto"/>
          </w:tcPr>
          <w:p w14:paraId="448D04A0" w14:textId="77777777" w:rsidR="00D4611B" w:rsidRPr="00D4611B" w:rsidRDefault="00D4611B" w:rsidP="00D4611B">
            <w:pPr>
              <w:rPr>
                <w:rFonts w:cstheme="minorHAnsi"/>
              </w:rPr>
            </w:pPr>
            <w:r w:rsidRPr="00D4611B">
              <w:rPr>
                <w:rFonts w:cstheme="minorHAnsi"/>
              </w:rPr>
              <w:t>12.87</w:t>
            </w:r>
          </w:p>
        </w:tc>
        <w:tc>
          <w:tcPr>
            <w:tcW w:w="0" w:type="auto"/>
          </w:tcPr>
          <w:p w14:paraId="70F73DEC" w14:textId="77777777" w:rsidR="00D4611B" w:rsidRPr="00D4611B" w:rsidRDefault="00D4611B" w:rsidP="00D4611B">
            <w:pPr>
              <w:rPr>
                <w:rFonts w:cstheme="minorHAnsi"/>
              </w:rPr>
            </w:pPr>
            <w:r w:rsidRPr="00D4611B">
              <w:rPr>
                <w:rFonts w:cstheme="minorHAnsi"/>
              </w:rPr>
              <w:t>13.23</w:t>
            </w:r>
          </w:p>
        </w:tc>
        <w:tc>
          <w:tcPr>
            <w:tcW w:w="0" w:type="auto"/>
          </w:tcPr>
          <w:p w14:paraId="580F71BB" w14:textId="77777777" w:rsidR="00D4611B" w:rsidRPr="00D4611B" w:rsidRDefault="00D4611B" w:rsidP="00D4611B">
            <w:pPr>
              <w:rPr>
                <w:rFonts w:cstheme="minorHAnsi"/>
              </w:rPr>
            </w:pPr>
            <w:r w:rsidRPr="00D4611B">
              <w:rPr>
                <w:rFonts w:cstheme="minorHAnsi"/>
              </w:rPr>
              <w:t>13.36</w:t>
            </w:r>
          </w:p>
        </w:tc>
        <w:tc>
          <w:tcPr>
            <w:tcW w:w="0" w:type="auto"/>
          </w:tcPr>
          <w:p w14:paraId="638AFB75" w14:textId="77777777" w:rsidR="00D4611B" w:rsidRPr="00D4611B" w:rsidRDefault="00D4611B" w:rsidP="00D4611B">
            <w:pPr>
              <w:rPr>
                <w:rFonts w:cstheme="minorHAnsi"/>
              </w:rPr>
            </w:pPr>
            <w:r w:rsidRPr="00D4611B">
              <w:rPr>
                <w:rFonts w:cstheme="minorHAnsi"/>
              </w:rPr>
              <w:t>13.22</w:t>
            </w:r>
          </w:p>
        </w:tc>
      </w:tr>
      <w:tr w:rsidR="00D4611B" w:rsidRPr="00D4611B" w14:paraId="32D81503" w14:textId="77777777" w:rsidTr="00F078F9">
        <w:tc>
          <w:tcPr>
            <w:tcW w:w="0" w:type="auto"/>
          </w:tcPr>
          <w:p w14:paraId="0259B4E9" w14:textId="77777777" w:rsidR="00D4611B" w:rsidRPr="00D4611B" w:rsidRDefault="00D4611B" w:rsidP="00D4611B">
            <w:pPr>
              <w:rPr>
                <w:rFonts w:cstheme="minorHAnsi"/>
              </w:rPr>
            </w:pPr>
            <w:r w:rsidRPr="00D4611B">
              <w:rPr>
                <w:rFonts w:cstheme="minorHAnsi"/>
              </w:rPr>
              <w:t>SEER ≥ 20 and HSPF ≥ 10.31</w:t>
            </w:r>
          </w:p>
        </w:tc>
        <w:tc>
          <w:tcPr>
            <w:tcW w:w="0" w:type="auto"/>
          </w:tcPr>
          <w:p w14:paraId="467DF336" w14:textId="77777777" w:rsidR="00D4611B" w:rsidRPr="00D4611B" w:rsidRDefault="00D4611B" w:rsidP="00D4611B">
            <w:pPr>
              <w:rPr>
                <w:rFonts w:cstheme="minorHAnsi"/>
              </w:rPr>
            </w:pPr>
            <w:r w:rsidRPr="00D4611B">
              <w:rPr>
                <w:rFonts w:cstheme="minorHAnsi"/>
              </w:rPr>
              <w:t>12.80</w:t>
            </w:r>
          </w:p>
        </w:tc>
        <w:tc>
          <w:tcPr>
            <w:tcW w:w="0" w:type="auto"/>
          </w:tcPr>
          <w:p w14:paraId="68E82AAB" w14:textId="77777777" w:rsidR="00D4611B" w:rsidRPr="00D4611B" w:rsidRDefault="00D4611B" w:rsidP="00D4611B">
            <w:pPr>
              <w:rPr>
                <w:rFonts w:cstheme="minorHAnsi"/>
              </w:rPr>
            </w:pPr>
            <w:r w:rsidRPr="00D4611B">
              <w:rPr>
                <w:rFonts w:cstheme="minorHAnsi"/>
              </w:rPr>
              <w:t>12.37</w:t>
            </w:r>
          </w:p>
        </w:tc>
        <w:tc>
          <w:tcPr>
            <w:tcW w:w="0" w:type="auto"/>
          </w:tcPr>
          <w:p w14:paraId="2DB9E0FA" w14:textId="77777777" w:rsidR="00D4611B" w:rsidRPr="00D4611B" w:rsidRDefault="00D4611B" w:rsidP="00D4611B">
            <w:pPr>
              <w:rPr>
                <w:rFonts w:cstheme="minorHAnsi"/>
              </w:rPr>
            </w:pPr>
            <w:r w:rsidRPr="00D4611B">
              <w:rPr>
                <w:rFonts w:cstheme="minorHAnsi"/>
              </w:rPr>
              <w:t>12.81</w:t>
            </w:r>
          </w:p>
        </w:tc>
        <w:tc>
          <w:tcPr>
            <w:tcW w:w="0" w:type="auto"/>
          </w:tcPr>
          <w:p w14:paraId="4EF89E27" w14:textId="77777777" w:rsidR="00D4611B" w:rsidRPr="00D4611B" w:rsidRDefault="00D4611B" w:rsidP="00D4611B">
            <w:pPr>
              <w:rPr>
                <w:rFonts w:cstheme="minorHAnsi"/>
              </w:rPr>
            </w:pPr>
            <w:r w:rsidRPr="00D4611B">
              <w:rPr>
                <w:rFonts w:cstheme="minorHAnsi"/>
              </w:rPr>
              <w:t>12.58</w:t>
            </w:r>
          </w:p>
        </w:tc>
      </w:tr>
      <w:tr w:rsidR="00D4611B" w:rsidRPr="00D4611B" w14:paraId="0C3AFA44" w14:textId="77777777" w:rsidTr="00F078F9">
        <w:tc>
          <w:tcPr>
            <w:tcW w:w="0" w:type="auto"/>
          </w:tcPr>
          <w:p w14:paraId="26AADB93" w14:textId="77777777" w:rsidR="00D4611B" w:rsidRPr="00D4611B" w:rsidRDefault="00D4611B" w:rsidP="00D4611B">
            <w:pPr>
              <w:rPr>
                <w:rFonts w:cstheme="minorHAnsi"/>
              </w:rPr>
            </w:pPr>
            <w:r w:rsidRPr="00D4611B">
              <w:rPr>
                <w:rFonts w:cstheme="minorHAnsi"/>
              </w:rPr>
              <w:t>SEER ≥ 19 and HSPF ≥ 10.04</w:t>
            </w:r>
          </w:p>
        </w:tc>
        <w:tc>
          <w:tcPr>
            <w:tcW w:w="0" w:type="auto"/>
          </w:tcPr>
          <w:p w14:paraId="03B654D2" w14:textId="77777777" w:rsidR="00D4611B" w:rsidRPr="00D4611B" w:rsidRDefault="00D4611B" w:rsidP="00D4611B">
            <w:pPr>
              <w:rPr>
                <w:rFonts w:cstheme="minorHAnsi"/>
              </w:rPr>
            </w:pPr>
            <w:r w:rsidRPr="00D4611B">
              <w:rPr>
                <w:rFonts w:cstheme="minorHAnsi"/>
              </w:rPr>
              <w:t>12.35</w:t>
            </w:r>
          </w:p>
        </w:tc>
        <w:tc>
          <w:tcPr>
            <w:tcW w:w="0" w:type="auto"/>
          </w:tcPr>
          <w:p w14:paraId="04E0BB88" w14:textId="77777777" w:rsidR="00D4611B" w:rsidRPr="00D4611B" w:rsidRDefault="00D4611B" w:rsidP="00D4611B">
            <w:pPr>
              <w:rPr>
                <w:rFonts w:cstheme="minorHAnsi"/>
              </w:rPr>
            </w:pPr>
            <w:r w:rsidRPr="00D4611B">
              <w:rPr>
                <w:rFonts w:cstheme="minorHAnsi"/>
              </w:rPr>
              <w:t>11.38</w:t>
            </w:r>
          </w:p>
        </w:tc>
        <w:tc>
          <w:tcPr>
            <w:tcW w:w="0" w:type="auto"/>
          </w:tcPr>
          <w:p w14:paraId="3C870F92" w14:textId="77777777" w:rsidR="00D4611B" w:rsidRPr="00D4611B" w:rsidRDefault="00D4611B" w:rsidP="00D4611B">
            <w:pPr>
              <w:rPr>
                <w:rFonts w:cstheme="minorHAnsi"/>
              </w:rPr>
            </w:pPr>
            <w:r w:rsidRPr="00D4611B">
              <w:rPr>
                <w:rFonts w:cstheme="minorHAnsi"/>
              </w:rPr>
              <w:t>12.26</w:t>
            </w:r>
          </w:p>
        </w:tc>
        <w:tc>
          <w:tcPr>
            <w:tcW w:w="0" w:type="auto"/>
          </w:tcPr>
          <w:p w14:paraId="246D329A" w14:textId="77777777" w:rsidR="00D4611B" w:rsidRPr="00D4611B" w:rsidRDefault="00D4611B" w:rsidP="00D4611B">
            <w:pPr>
              <w:rPr>
                <w:rFonts w:cstheme="minorHAnsi"/>
              </w:rPr>
            </w:pPr>
            <w:r w:rsidRPr="00D4611B">
              <w:rPr>
                <w:rFonts w:cstheme="minorHAnsi"/>
              </w:rPr>
              <w:t>11.95</w:t>
            </w:r>
          </w:p>
        </w:tc>
      </w:tr>
      <w:tr w:rsidR="00D4611B" w:rsidRPr="00D4611B" w14:paraId="7A68EE04" w14:textId="77777777" w:rsidTr="00F078F9">
        <w:tc>
          <w:tcPr>
            <w:tcW w:w="0" w:type="auto"/>
          </w:tcPr>
          <w:p w14:paraId="4D9FBEA5" w14:textId="77777777" w:rsidR="00D4611B" w:rsidRPr="00D4611B" w:rsidRDefault="00D4611B" w:rsidP="00D4611B">
            <w:pPr>
              <w:rPr>
                <w:rFonts w:cstheme="minorHAnsi"/>
              </w:rPr>
            </w:pPr>
            <w:r w:rsidRPr="00D4611B">
              <w:rPr>
                <w:rFonts w:cstheme="minorHAnsi"/>
              </w:rPr>
              <w:t>SEER ≥ 18 and HSPF ≥ 9.77</w:t>
            </w:r>
          </w:p>
        </w:tc>
        <w:tc>
          <w:tcPr>
            <w:tcW w:w="0" w:type="auto"/>
          </w:tcPr>
          <w:p w14:paraId="0461A5C6" w14:textId="77777777" w:rsidR="00D4611B" w:rsidRPr="00D4611B" w:rsidRDefault="00D4611B" w:rsidP="00D4611B">
            <w:pPr>
              <w:rPr>
                <w:rFonts w:cstheme="minorHAnsi"/>
              </w:rPr>
            </w:pPr>
            <w:r w:rsidRPr="00D4611B">
              <w:rPr>
                <w:rFonts w:cstheme="minorHAnsi"/>
              </w:rPr>
              <w:t>11.98</w:t>
            </w:r>
          </w:p>
        </w:tc>
        <w:tc>
          <w:tcPr>
            <w:tcW w:w="0" w:type="auto"/>
          </w:tcPr>
          <w:p w14:paraId="31214AA3" w14:textId="77777777" w:rsidR="00D4611B" w:rsidRPr="00D4611B" w:rsidRDefault="00D4611B" w:rsidP="00D4611B">
            <w:pPr>
              <w:rPr>
                <w:rFonts w:cstheme="minorHAnsi"/>
              </w:rPr>
            </w:pPr>
            <w:r w:rsidRPr="00D4611B">
              <w:rPr>
                <w:rFonts w:cstheme="minorHAnsi"/>
              </w:rPr>
              <w:t>10.76</w:t>
            </w:r>
          </w:p>
        </w:tc>
        <w:tc>
          <w:tcPr>
            <w:tcW w:w="0" w:type="auto"/>
          </w:tcPr>
          <w:p w14:paraId="65392169" w14:textId="77777777" w:rsidR="00D4611B" w:rsidRPr="00D4611B" w:rsidRDefault="00D4611B" w:rsidP="00D4611B">
            <w:pPr>
              <w:rPr>
                <w:rFonts w:cstheme="minorHAnsi"/>
              </w:rPr>
            </w:pPr>
            <w:r w:rsidRPr="00D4611B">
              <w:rPr>
                <w:rFonts w:cstheme="minorHAnsi"/>
              </w:rPr>
              <w:t>11.71</w:t>
            </w:r>
          </w:p>
        </w:tc>
        <w:tc>
          <w:tcPr>
            <w:tcW w:w="0" w:type="auto"/>
          </w:tcPr>
          <w:p w14:paraId="5BC39CF3" w14:textId="77777777" w:rsidR="00D4611B" w:rsidRPr="00D4611B" w:rsidRDefault="00D4611B" w:rsidP="00D4611B">
            <w:pPr>
              <w:rPr>
                <w:rFonts w:cstheme="minorHAnsi"/>
              </w:rPr>
            </w:pPr>
            <w:r w:rsidRPr="00D4611B">
              <w:rPr>
                <w:rFonts w:cstheme="minorHAnsi"/>
              </w:rPr>
              <w:t>11.32</w:t>
            </w:r>
          </w:p>
        </w:tc>
      </w:tr>
      <w:tr w:rsidR="00D4611B" w:rsidRPr="00D4611B" w14:paraId="21BD8597" w14:textId="77777777" w:rsidTr="00F078F9">
        <w:tc>
          <w:tcPr>
            <w:tcW w:w="0" w:type="auto"/>
          </w:tcPr>
          <w:p w14:paraId="26800431" w14:textId="77777777" w:rsidR="00D4611B" w:rsidRPr="00D4611B" w:rsidRDefault="00D4611B" w:rsidP="00D4611B">
            <w:pPr>
              <w:rPr>
                <w:rFonts w:cstheme="minorHAnsi"/>
              </w:rPr>
            </w:pPr>
            <w:r w:rsidRPr="00D4611B">
              <w:rPr>
                <w:rFonts w:cstheme="minorHAnsi"/>
              </w:rPr>
              <w:t>SEER ≥ 17 and HSPF ≥ 9.51</w:t>
            </w:r>
          </w:p>
        </w:tc>
        <w:tc>
          <w:tcPr>
            <w:tcW w:w="0" w:type="auto"/>
          </w:tcPr>
          <w:p w14:paraId="182DA5A4" w14:textId="77777777" w:rsidR="00D4611B" w:rsidRPr="00D4611B" w:rsidRDefault="00D4611B" w:rsidP="00D4611B">
            <w:pPr>
              <w:rPr>
                <w:rFonts w:cstheme="minorHAnsi"/>
              </w:rPr>
            </w:pPr>
            <w:r w:rsidRPr="00D4611B">
              <w:rPr>
                <w:rFonts w:cstheme="minorHAnsi"/>
              </w:rPr>
              <w:t>11.10</w:t>
            </w:r>
          </w:p>
        </w:tc>
        <w:tc>
          <w:tcPr>
            <w:tcW w:w="0" w:type="auto"/>
          </w:tcPr>
          <w:p w14:paraId="2A385640" w14:textId="77777777" w:rsidR="00D4611B" w:rsidRPr="00D4611B" w:rsidRDefault="00D4611B" w:rsidP="00D4611B">
            <w:pPr>
              <w:rPr>
                <w:rFonts w:cstheme="minorHAnsi"/>
              </w:rPr>
            </w:pPr>
            <w:r w:rsidRPr="00D4611B">
              <w:rPr>
                <w:rFonts w:cstheme="minorHAnsi"/>
              </w:rPr>
              <w:t>9.73</w:t>
            </w:r>
          </w:p>
        </w:tc>
        <w:tc>
          <w:tcPr>
            <w:tcW w:w="0" w:type="auto"/>
          </w:tcPr>
          <w:p w14:paraId="4E51AEA4" w14:textId="77777777" w:rsidR="00D4611B" w:rsidRPr="00D4611B" w:rsidRDefault="00D4611B" w:rsidP="00D4611B">
            <w:pPr>
              <w:rPr>
                <w:rFonts w:cstheme="minorHAnsi"/>
              </w:rPr>
            </w:pPr>
            <w:r w:rsidRPr="00D4611B">
              <w:rPr>
                <w:rFonts w:cstheme="minorHAnsi"/>
              </w:rPr>
              <w:t>11.16</w:t>
            </w:r>
          </w:p>
        </w:tc>
        <w:tc>
          <w:tcPr>
            <w:tcW w:w="0" w:type="auto"/>
          </w:tcPr>
          <w:p w14:paraId="2EA597CE" w14:textId="77777777" w:rsidR="00D4611B" w:rsidRPr="00D4611B" w:rsidRDefault="00D4611B" w:rsidP="00D4611B">
            <w:pPr>
              <w:rPr>
                <w:rFonts w:cstheme="minorHAnsi"/>
              </w:rPr>
            </w:pPr>
            <w:r w:rsidRPr="00D4611B">
              <w:rPr>
                <w:rFonts w:cstheme="minorHAnsi"/>
              </w:rPr>
              <w:t>10.68</w:t>
            </w:r>
          </w:p>
        </w:tc>
      </w:tr>
      <w:tr w:rsidR="00D4611B" w:rsidRPr="00D4611B" w14:paraId="34434E4F" w14:textId="77777777" w:rsidTr="00F078F9">
        <w:tc>
          <w:tcPr>
            <w:tcW w:w="0" w:type="auto"/>
          </w:tcPr>
          <w:p w14:paraId="7EBABDD4" w14:textId="77777777" w:rsidR="00D4611B" w:rsidRPr="00D4611B" w:rsidRDefault="00D4611B" w:rsidP="00D4611B">
            <w:pPr>
              <w:rPr>
                <w:rFonts w:cstheme="minorHAnsi"/>
              </w:rPr>
            </w:pPr>
            <w:r w:rsidRPr="00D4611B">
              <w:rPr>
                <w:rFonts w:cstheme="minorHAnsi"/>
              </w:rPr>
              <w:t>SEER ≥ 16 and HSPF ≥ 9.24</w:t>
            </w:r>
          </w:p>
        </w:tc>
        <w:tc>
          <w:tcPr>
            <w:tcW w:w="0" w:type="auto"/>
          </w:tcPr>
          <w:p w14:paraId="5D117542" w14:textId="77777777" w:rsidR="00D4611B" w:rsidRPr="00D4611B" w:rsidRDefault="00D4611B" w:rsidP="00D4611B">
            <w:pPr>
              <w:rPr>
                <w:rFonts w:cstheme="minorHAnsi"/>
              </w:rPr>
            </w:pPr>
            <w:r w:rsidRPr="00D4611B">
              <w:rPr>
                <w:rFonts w:cstheme="minorHAnsi"/>
              </w:rPr>
              <w:t>10.66</w:t>
            </w:r>
          </w:p>
        </w:tc>
        <w:tc>
          <w:tcPr>
            <w:tcW w:w="0" w:type="auto"/>
          </w:tcPr>
          <w:p w14:paraId="01CC5FF0" w14:textId="77777777" w:rsidR="00D4611B" w:rsidRPr="00D4611B" w:rsidRDefault="00D4611B" w:rsidP="00D4611B">
            <w:pPr>
              <w:rPr>
                <w:rFonts w:cstheme="minorHAnsi"/>
              </w:rPr>
            </w:pPr>
            <w:r w:rsidRPr="00D4611B">
              <w:rPr>
                <w:rFonts w:cstheme="minorHAnsi"/>
              </w:rPr>
              <w:t>9.39</w:t>
            </w:r>
          </w:p>
        </w:tc>
        <w:tc>
          <w:tcPr>
            <w:tcW w:w="0" w:type="auto"/>
          </w:tcPr>
          <w:p w14:paraId="18893070" w14:textId="77777777" w:rsidR="00D4611B" w:rsidRPr="00D4611B" w:rsidRDefault="00D4611B" w:rsidP="00D4611B">
            <w:pPr>
              <w:rPr>
                <w:rFonts w:cstheme="minorHAnsi"/>
              </w:rPr>
            </w:pPr>
            <w:r w:rsidRPr="00D4611B">
              <w:rPr>
                <w:rFonts w:cstheme="minorHAnsi"/>
              </w:rPr>
              <w:t>10.61</w:t>
            </w:r>
          </w:p>
        </w:tc>
        <w:tc>
          <w:tcPr>
            <w:tcW w:w="0" w:type="auto"/>
          </w:tcPr>
          <w:p w14:paraId="6213FFA5" w14:textId="77777777" w:rsidR="00D4611B" w:rsidRPr="00D4611B" w:rsidRDefault="00D4611B" w:rsidP="00D4611B">
            <w:pPr>
              <w:rPr>
                <w:rFonts w:cstheme="minorHAnsi"/>
              </w:rPr>
            </w:pPr>
            <w:r w:rsidRPr="00D4611B">
              <w:rPr>
                <w:rFonts w:cstheme="minorHAnsi"/>
              </w:rPr>
              <w:t>10.05</w:t>
            </w:r>
          </w:p>
        </w:tc>
      </w:tr>
      <w:tr w:rsidR="00D4611B" w:rsidRPr="00D4611B" w14:paraId="30447239" w14:textId="77777777" w:rsidTr="00F078F9">
        <w:tc>
          <w:tcPr>
            <w:tcW w:w="0" w:type="auto"/>
          </w:tcPr>
          <w:p w14:paraId="151FFFB9" w14:textId="77777777" w:rsidR="00D4611B" w:rsidRPr="00D4611B" w:rsidRDefault="00D4611B" w:rsidP="00D4611B">
            <w:pPr>
              <w:rPr>
                <w:rFonts w:cstheme="minorHAnsi"/>
              </w:rPr>
            </w:pPr>
            <w:r w:rsidRPr="00D4611B">
              <w:rPr>
                <w:rFonts w:cstheme="minorHAnsi"/>
              </w:rPr>
              <w:t>SEER ≥ 15 and HSPF ≥ 8.97</w:t>
            </w:r>
          </w:p>
        </w:tc>
        <w:tc>
          <w:tcPr>
            <w:tcW w:w="0" w:type="auto"/>
          </w:tcPr>
          <w:p w14:paraId="07A21994" w14:textId="77777777" w:rsidR="00D4611B" w:rsidRPr="00D4611B" w:rsidRDefault="00D4611B" w:rsidP="00D4611B">
            <w:pPr>
              <w:rPr>
                <w:rFonts w:cstheme="minorHAnsi"/>
              </w:rPr>
            </w:pPr>
            <w:r w:rsidRPr="00D4611B">
              <w:rPr>
                <w:rFonts w:cstheme="minorHAnsi"/>
              </w:rPr>
              <w:t>10.16</w:t>
            </w:r>
          </w:p>
        </w:tc>
        <w:tc>
          <w:tcPr>
            <w:tcW w:w="0" w:type="auto"/>
          </w:tcPr>
          <w:p w14:paraId="70BBED2C" w14:textId="77777777" w:rsidR="00D4611B" w:rsidRPr="00D4611B" w:rsidRDefault="00D4611B" w:rsidP="00D4611B">
            <w:pPr>
              <w:rPr>
                <w:rFonts w:cstheme="minorHAnsi"/>
              </w:rPr>
            </w:pPr>
            <w:r w:rsidRPr="00D4611B">
              <w:rPr>
                <w:rFonts w:cstheme="minorHAnsi"/>
              </w:rPr>
              <w:t>9.78</w:t>
            </w:r>
          </w:p>
        </w:tc>
        <w:tc>
          <w:tcPr>
            <w:tcW w:w="0" w:type="auto"/>
          </w:tcPr>
          <w:p w14:paraId="7486A9D7" w14:textId="77777777" w:rsidR="00D4611B" w:rsidRPr="00D4611B" w:rsidRDefault="00D4611B" w:rsidP="00D4611B">
            <w:pPr>
              <w:rPr>
                <w:rFonts w:cstheme="minorHAnsi"/>
              </w:rPr>
            </w:pPr>
            <w:r w:rsidRPr="00D4611B">
              <w:rPr>
                <w:rFonts w:cstheme="minorHAnsi"/>
              </w:rPr>
              <w:t>10.06</w:t>
            </w:r>
          </w:p>
        </w:tc>
        <w:tc>
          <w:tcPr>
            <w:tcW w:w="0" w:type="auto"/>
          </w:tcPr>
          <w:p w14:paraId="6D2E9CDB" w14:textId="77777777" w:rsidR="00D4611B" w:rsidRPr="00D4611B" w:rsidRDefault="00D4611B" w:rsidP="00D4611B">
            <w:pPr>
              <w:rPr>
                <w:rFonts w:cstheme="minorHAnsi"/>
              </w:rPr>
            </w:pPr>
            <w:r w:rsidRPr="00D4611B">
              <w:rPr>
                <w:rFonts w:cstheme="minorHAnsi"/>
              </w:rPr>
              <w:t>9.41</w:t>
            </w:r>
          </w:p>
        </w:tc>
      </w:tr>
      <w:tr w:rsidR="00D4611B" w:rsidRPr="00D4611B" w14:paraId="4FC62E4F" w14:textId="77777777" w:rsidTr="00F078F9">
        <w:tc>
          <w:tcPr>
            <w:tcW w:w="0" w:type="auto"/>
          </w:tcPr>
          <w:p w14:paraId="4CDEC781" w14:textId="77777777" w:rsidR="00D4611B" w:rsidRPr="00D4611B" w:rsidRDefault="00D4611B" w:rsidP="00D4611B">
            <w:pPr>
              <w:rPr>
                <w:rFonts w:cstheme="minorHAnsi"/>
              </w:rPr>
            </w:pPr>
            <w:r w:rsidRPr="00D4611B">
              <w:rPr>
                <w:rFonts w:cstheme="minorHAnsi"/>
              </w:rPr>
              <w:t>SEER ≥ 14 and HSPF ≥ 8.2</w:t>
            </w:r>
          </w:p>
        </w:tc>
        <w:tc>
          <w:tcPr>
            <w:tcW w:w="0" w:type="auto"/>
          </w:tcPr>
          <w:p w14:paraId="19986EB1" w14:textId="77777777" w:rsidR="00D4611B" w:rsidRPr="00D4611B" w:rsidRDefault="00D4611B" w:rsidP="00D4611B">
            <w:pPr>
              <w:rPr>
                <w:rFonts w:cstheme="minorHAnsi"/>
              </w:rPr>
            </w:pPr>
            <w:r w:rsidRPr="00D4611B">
              <w:rPr>
                <w:rFonts w:cstheme="minorHAnsi"/>
              </w:rPr>
              <w:t>9.31</w:t>
            </w:r>
          </w:p>
        </w:tc>
        <w:tc>
          <w:tcPr>
            <w:tcW w:w="0" w:type="auto"/>
          </w:tcPr>
          <w:p w14:paraId="07DB3314" w14:textId="77777777" w:rsidR="00D4611B" w:rsidRPr="00D4611B" w:rsidRDefault="00D4611B" w:rsidP="00D4611B">
            <w:pPr>
              <w:rPr>
                <w:rFonts w:cstheme="minorHAnsi"/>
              </w:rPr>
            </w:pPr>
            <w:r w:rsidRPr="00D4611B">
              <w:rPr>
                <w:rFonts w:cstheme="minorHAnsi"/>
              </w:rPr>
              <w:t>9.24</w:t>
            </w:r>
          </w:p>
        </w:tc>
        <w:tc>
          <w:tcPr>
            <w:tcW w:w="0" w:type="auto"/>
            <w:gridSpan w:val="2"/>
            <w:vMerge w:val="restart"/>
            <w:vAlign w:val="center"/>
          </w:tcPr>
          <w:p w14:paraId="7F433145" w14:textId="77777777" w:rsidR="00D4611B" w:rsidRPr="00D4611B" w:rsidRDefault="00D4611B" w:rsidP="00D4611B">
            <w:pPr>
              <w:rPr>
                <w:rFonts w:cstheme="minorHAnsi"/>
              </w:rPr>
            </w:pPr>
            <w:r w:rsidRPr="00D4611B">
              <w:rPr>
                <w:rFonts w:cstheme="minorHAnsi"/>
              </w:rPr>
              <w:t>Not linearized</w:t>
            </w:r>
          </w:p>
        </w:tc>
      </w:tr>
      <w:tr w:rsidR="00D4611B" w:rsidRPr="00D4611B" w14:paraId="5433DE01" w14:textId="77777777" w:rsidTr="00F078F9">
        <w:tc>
          <w:tcPr>
            <w:tcW w:w="0" w:type="auto"/>
          </w:tcPr>
          <w:p w14:paraId="00EB6B7D" w14:textId="77777777" w:rsidR="00D4611B" w:rsidRPr="00D4611B" w:rsidRDefault="00D4611B" w:rsidP="00D4611B">
            <w:pPr>
              <w:rPr>
                <w:rFonts w:cstheme="minorHAnsi"/>
              </w:rPr>
            </w:pPr>
            <w:r w:rsidRPr="00D4611B">
              <w:rPr>
                <w:rFonts w:cstheme="minorHAnsi"/>
              </w:rPr>
              <w:t>SEER ≥ 13 and HSPF ≥ 7.7</w:t>
            </w:r>
          </w:p>
        </w:tc>
        <w:tc>
          <w:tcPr>
            <w:tcW w:w="0" w:type="auto"/>
          </w:tcPr>
          <w:p w14:paraId="62874544" w14:textId="77777777" w:rsidR="00D4611B" w:rsidRPr="00D4611B" w:rsidRDefault="00D4611B" w:rsidP="00D4611B">
            <w:pPr>
              <w:rPr>
                <w:rFonts w:cstheme="minorHAnsi"/>
              </w:rPr>
            </w:pPr>
            <w:r w:rsidRPr="00D4611B">
              <w:rPr>
                <w:rFonts w:cstheme="minorHAnsi"/>
              </w:rPr>
              <w:t>8.65</w:t>
            </w:r>
          </w:p>
        </w:tc>
        <w:tc>
          <w:tcPr>
            <w:tcW w:w="0" w:type="auto"/>
          </w:tcPr>
          <w:p w14:paraId="7A793E02" w14:textId="77777777" w:rsidR="00D4611B" w:rsidRPr="00D4611B" w:rsidRDefault="00D4611B" w:rsidP="00D4611B">
            <w:pPr>
              <w:rPr>
                <w:rFonts w:cstheme="minorHAnsi"/>
              </w:rPr>
            </w:pPr>
            <w:r w:rsidRPr="00D4611B">
              <w:rPr>
                <w:rFonts w:cstheme="minorHAnsi"/>
              </w:rPr>
              <w:t>8.90</w:t>
            </w:r>
          </w:p>
        </w:tc>
        <w:tc>
          <w:tcPr>
            <w:tcW w:w="0" w:type="auto"/>
            <w:gridSpan w:val="2"/>
            <w:vMerge/>
          </w:tcPr>
          <w:p w14:paraId="184CC525" w14:textId="77777777" w:rsidR="00D4611B" w:rsidRPr="00D4611B" w:rsidRDefault="00D4611B" w:rsidP="00D4611B">
            <w:pPr>
              <w:rPr>
                <w:rFonts w:cstheme="minorHAnsi"/>
              </w:rPr>
            </w:pPr>
          </w:p>
        </w:tc>
      </w:tr>
    </w:tbl>
    <w:p w14:paraId="64D8A3BA" w14:textId="77777777" w:rsidR="00D4611B" w:rsidRPr="00D4611B" w:rsidRDefault="00D4611B" w:rsidP="00D4611B">
      <w:pPr>
        <w:rPr>
          <w:rFonts w:cstheme="minorHAnsi"/>
        </w:rPr>
      </w:pPr>
    </w:p>
    <w:p w14:paraId="660E0ED4" w14:textId="5876B5C8" w:rsidR="00D4611B" w:rsidRPr="00D4611B" w:rsidRDefault="00D4611B" w:rsidP="00D4611B">
      <w:pPr>
        <w:rPr>
          <w:rFonts w:cstheme="minorHAnsi"/>
        </w:rPr>
      </w:pPr>
      <w:r w:rsidRPr="00D4611B">
        <w:rPr>
          <w:rFonts w:cstheme="minorHAnsi"/>
        </w:rPr>
        <w:lastRenderedPageBreak/>
        <w:t>To determine the heating mode COP value to model each efficiency region, the AHRI/CEE directory product dataset could not be used, because although it contains HSPF, it does not contain COP. Rather, the manufacturer data collected for this workpaper effort were used to construct a linear relation</w:t>
      </w:r>
      <w:r w:rsidRPr="00D4611B">
        <w:rPr>
          <w:rFonts w:cstheme="minorHAnsi"/>
          <w:vertAlign w:val="superscript"/>
        </w:rPr>
        <w:footnoteReference w:id="20"/>
      </w:r>
      <w:r w:rsidRPr="00D4611B">
        <w:rPr>
          <w:rFonts w:cstheme="minorHAnsi"/>
        </w:rPr>
        <w:t xml:space="preserve"> between HSPF and heating mode energy input ratio (EIR), which is the value fed to the building energy models. To construct the relation, product ratings were aggregated by HSPF bins (i.e. ≥8 and &lt;9; ≥9 and &lt;10; etc.), and the mean values were fit by linear regression against the midpoint of the bin (8.5; 9.5; etc.). The resulting</w:t>
      </w:r>
      <w:r w:rsidR="00D24819">
        <w:rPr>
          <w:rFonts w:cstheme="minorHAnsi"/>
        </w:rPr>
        <w:t xml:space="preserve"> </w:t>
      </w:r>
      <w:r w:rsidRPr="00D4611B">
        <w:rPr>
          <w:rFonts w:cstheme="minorHAnsi"/>
        </w:rPr>
        <w:t>rule was:</w:t>
      </w:r>
    </w:p>
    <w:p w14:paraId="445BC94F" w14:textId="5705EB51" w:rsidR="00D4611B" w:rsidRPr="00D4611B" w:rsidRDefault="00D24819" w:rsidP="00D4611B">
      <w:pPr>
        <w:rPr>
          <w:rFonts w:cstheme="minorHAnsi"/>
        </w:rPr>
      </w:pPr>
      <m:oMathPara>
        <m:oMath>
          <m:r>
            <w:rPr>
              <w:rFonts w:ascii="Cambria Math" w:hAnsi="Cambria Math" w:cstheme="minorHAnsi"/>
            </w:rPr>
            <m:t>Typical heating EIR =  0.35867 - 0.0047247× HSPF</m:t>
          </m:r>
        </m:oMath>
      </m:oMathPara>
    </w:p>
    <w:p w14:paraId="559E4A05" w14:textId="0AB0DF35" w:rsidR="00D4611B" w:rsidRDefault="00D4611B" w:rsidP="00D4611B">
      <w:pPr>
        <w:rPr>
          <w:rFonts w:cstheme="minorHAnsi"/>
        </w:rPr>
      </w:pPr>
      <w:r w:rsidRPr="00D4611B">
        <w:rPr>
          <w:rFonts w:cstheme="minorHAnsi"/>
        </w:rPr>
        <w:t xml:space="preserve">Finally, note that energy codes do not specify HSPF for room type heat pumps (baseline cases). To model these equipment types, it was chosen to use an analogy to the code requirements for split </w:t>
      </w:r>
      <w:proofErr w:type="gramStart"/>
      <w:r w:rsidRPr="00D4611B">
        <w:rPr>
          <w:rFonts w:cstheme="minorHAnsi"/>
        </w:rPr>
        <w:t>systems, and</w:t>
      </w:r>
      <w:proofErr w:type="gramEnd"/>
      <w:r w:rsidRPr="00D4611B">
        <w:rPr>
          <w:rFonts w:cstheme="minorHAnsi"/>
        </w:rPr>
        <w:t xml:space="preserve"> scale the HSPF value in linear proportion to EER. All cooling mode and heating mode EIR values were entered in the modified tech workbook (refer to “hiseer8” block of </w:t>
      </w:r>
      <w:proofErr w:type="spellStart"/>
      <w:r w:rsidRPr="00D4611B">
        <w:rPr>
          <w:rFonts w:cstheme="minorHAnsi"/>
        </w:rPr>
        <w:t>TechIDs</w:t>
      </w:r>
      <w:proofErr w:type="spellEnd"/>
      <w:r w:rsidRPr="00D4611B">
        <w:rPr>
          <w:rFonts w:cstheme="minorHAnsi"/>
        </w:rPr>
        <w:t>) for MASControl3,</w:t>
      </w:r>
      <w:r w:rsidRPr="00D4611B">
        <w:rPr>
          <w:rFonts w:cstheme="minorHAnsi"/>
          <w:vertAlign w:val="superscript"/>
        </w:rPr>
        <w:footnoteReference w:id="21"/>
      </w:r>
      <w:r w:rsidRPr="00D4611B">
        <w:rPr>
          <w:rFonts w:cstheme="minorHAnsi"/>
        </w:rPr>
        <w:t xml:space="preserve"> which in turn runs the building energy models.</w:t>
      </w:r>
    </w:p>
    <w:p w14:paraId="3E6FAD0D" w14:textId="3A9DD20A" w:rsidR="00290E28" w:rsidRDefault="00290E28" w:rsidP="00D4611B">
      <w:pPr>
        <w:rPr>
          <w:rFonts w:cstheme="minorHAnsi"/>
        </w:rPr>
      </w:pPr>
      <w:r>
        <w:rPr>
          <w:rFonts w:cstheme="minorHAnsi"/>
        </w:rPr>
        <w:t>Note that DEER2020 workbooks by default refer to a SEER to EER ratio and HSPF to COP ratio lookup table, which was based on older data for central heat pumps. This justifies the revisions made to eliminate reference to the lookup table.</w:t>
      </w:r>
    </w:p>
    <w:p w14:paraId="1DD2080F" w14:textId="31D0CB4F" w:rsidR="00DC0D26" w:rsidRDefault="00710543" w:rsidP="00B70076">
      <w:pPr>
        <w:pStyle w:val="eTRMHeading4"/>
      </w:pPr>
      <w:r>
        <w:t>Develop performance curves</w:t>
      </w:r>
    </w:p>
    <w:p w14:paraId="1E1E8D74" w14:textId="47ECC4BF" w:rsidR="00710543" w:rsidRDefault="0011619E" w:rsidP="009D02FC">
      <w:pPr>
        <w:rPr>
          <w:rFonts w:cstheme="minorHAnsi"/>
        </w:rPr>
      </w:pPr>
      <w:r>
        <w:rPr>
          <w:rFonts w:cstheme="minorHAnsi"/>
        </w:rPr>
        <w:t>The</w:t>
      </w:r>
      <w:r w:rsidR="00716269">
        <w:rPr>
          <w:rFonts w:cstheme="minorHAnsi"/>
        </w:rPr>
        <w:t xml:space="preserve"> raw</w:t>
      </w:r>
      <w:r>
        <w:rPr>
          <w:rFonts w:cstheme="minorHAnsi"/>
        </w:rPr>
        <w:t xml:space="preserve"> performance data from the one manufacturer was provided for </w:t>
      </w:r>
      <w:r w:rsidR="00F178AA">
        <w:rPr>
          <w:rFonts w:cstheme="minorHAnsi"/>
        </w:rPr>
        <w:t>(4) mini-split 9000 Btu</w:t>
      </w:r>
      <w:r w:rsidR="003C3F0B">
        <w:rPr>
          <w:rFonts w:cstheme="minorHAnsi"/>
        </w:rPr>
        <w:t xml:space="preserve">/h models, (4) mini-split 18,000 Btu/h models and (2) multi-split 36,000 Btu/h models. </w:t>
      </w:r>
      <w:r w:rsidR="00710543">
        <w:rPr>
          <w:rFonts w:cstheme="minorHAnsi"/>
        </w:rPr>
        <w:t xml:space="preserve">The following steps were followed while developing the </w:t>
      </w:r>
      <w:r w:rsidR="006522A8">
        <w:rPr>
          <w:rFonts w:cstheme="minorHAnsi"/>
        </w:rPr>
        <w:t xml:space="preserve">performance curves. </w:t>
      </w:r>
    </w:p>
    <w:p w14:paraId="2186E553" w14:textId="233AB535" w:rsidR="008B1891" w:rsidRDefault="000F6122" w:rsidP="006522A8">
      <w:pPr>
        <w:pStyle w:val="ListParagraph"/>
        <w:numPr>
          <w:ilvl w:val="0"/>
          <w:numId w:val="36"/>
        </w:numPr>
        <w:rPr>
          <w:rFonts w:cstheme="minorHAnsi"/>
        </w:rPr>
      </w:pPr>
      <w:r>
        <w:rPr>
          <w:rFonts w:cstheme="minorHAnsi"/>
        </w:rPr>
        <w:t>The performance data from the manufacturer was provided for 100%</w:t>
      </w:r>
      <w:r w:rsidR="000C31B2">
        <w:rPr>
          <w:rFonts w:cstheme="minorHAnsi"/>
        </w:rPr>
        <w:t xml:space="preserve">, rated, 75%, 50%, 25% and minimum speed. Rated </w:t>
      </w:r>
      <w:r w:rsidR="003B3907">
        <w:rPr>
          <w:rFonts w:cstheme="minorHAnsi"/>
        </w:rPr>
        <w:t xml:space="preserve">corresponds to </w:t>
      </w:r>
      <w:r w:rsidR="008B1891">
        <w:rPr>
          <w:rFonts w:cstheme="minorHAnsi"/>
        </w:rPr>
        <w:t xml:space="preserve">the speed which results in maximum </w:t>
      </w:r>
      <w:r w:rsidR="00C81439">
        <w:rPr>
          <w:rFonts w:cstheme="minorHAnsi"/>
        </w:rPr>
        <w:t>efficiency</w:t>
      </w:r>
      <w:r w:rsidR="008B1891">
        <w:rPr>
          <w:rFonts w:cstheme="minorHAnsi"/>
        </w:rPr>
        <w:t xml:space="preserve"> at rated conditions of </w:t>
      </w:r>
      <w:r w:rsidR="00C81439">
        <w:rPr>
          <w:rFonts w:cstheme="minorHAnsi"/>
        </w:rPr>
        <w:t xml:space="preserve">85 </w:t>
      </w:r>
      <w:proofErr w:type="spellStart"/>
      <w:r w:rsidR="00C81439" w:rsidRPr="00C81439">
        <w:rPr>
          <w:rFonts w:cstheme="minorHAnsi"/>
          <w:vertAlign w:val="superscript"/>
        </w:rPr>
        <w:t>o</w:t>
      </w:r>
      <w:r w:rsidR="00C81439">
        <w:rPr>
          <w:rFonts w:cstheme="minorHAnsi"/>
        </w:rPr>
        <w:t>F</w:t>
      </w:r>
      <w:proofErr w:type="spellEnd"/>
      <w:r w:rsidR="00C81439">
        <w:rPr>
          <w:rFonts w:cstheme="minorHAnsi"/>
        </w:rPr>
        <w:t xml:space="preserve"> outdoor dry-bulb temperature and 67 </w:t>
      </w:r>
      <w:proofErr w:type="spellStart"/>
      <w:r w:rsidR="00C81439" w:rsidRPr="00C81439">
        <w:rPr>
          <w:rFonts w:cstheme="minorHAnsi"/>
          <w:vertAlign w:val="superscript"/>
        </w:rPr>
        <w:t>o</w:t>
      </w:r>
      <w:r w:rsidR="00C81439">
        <w:rPr>
          <w:rFonts w:cstheme="minorHAnsi"/>
        </w:rPr>
        <w:t>F</w:t>
      </w:r>
      <w:proofErr w:type="spellEnd"/>
      <w:r w:rsidR="00C81439">
        <w:rPr>
          <w:rFonts w:cstheme="minorHAnsi"/>
        </w:rPr>
        <w:t xml:space="preserve"> indoor </w:t>
      </w:r>
      <w:proofErr w:type="spellStart"/>
      <w:r w:rsidR="00C81439">
        <w:rPr>
          <w:rFonts w:cstheme="minorHAnsi"/>
        </w:rPr>
        <w:t>wetbulb</w:t>
      </w:r>
      <w:proofErr w:type="spellEnd"/>
      <w:r w:rsidR="00C81439">
        <w:rPr>
          <w:rFonts w:cstheme="minorHAnsi"/>
        </w:rPr>
        <w:t xml:space="preserve"> temperature. </w:t>
      </w:r>
      <w:r w:rsidR="003B3907">
        <w:rPr>
          <w:rFonts w:cstheme="minorHAnsi"/>
        </w:rPr>
        <w:t xml:space="preserve">The rated speed could be any speed between 100% and minimum. </w:t>
      </w:r>
      <w:r w:rsidR="005A6C6B">
        <w:rPr>
          <w:rFonts w:cstheme="minorHAnsi"/>
        </w:rPr>
        <w:t>Typically,</w:t>
      </w:r>
      <w:r w:rsidR="007D51DD">
        <w:rPr>
          <w:rFonts w:cstheme="minorHAnsi"/>
        </w:rPr>
        <w:t xml:space="preserve"> it was observed that data points corresponding to rated are outliers </w:t>
      </w:r>
      <w:r w:rsidR="00824BA2">
        <w:rPr>
          <w:rFonts w:cstheme="minorHAnsi"/>
        </w:rPr>
        <w:t xml:space="preserve">disturbing the fit of other datapoints. </w:t>
      </w:r>
      <w:r w:rsidR="005A6C6B">
        <w:rPr>
          <w:rFonts w:cstheme="minorHAnsi"/>
        </w:rPr>
        <w:t xml:space="preserve">Given that rated is one </w:t>
      </w:r>
      <w:r w:rsidR="00944626">
        <w:rPr>
          <w:rFonts w:cstheme="minorHAnsi"/>
        </w:rPr>
        <w:t xml:space="preserve">operating point </w:t>
      </w:r>
      <w:r w:rsidR="00E72CB2">
        <w:rPr>
          <w:rFonts w:cstheme="minorHAnsi"/>
        </w:rPr>
        <w:t xml:space="preserve">which is already captured by the performance characteristics </w:t>
      </w:r>
      <w:r w:rsidR="00EE1C97">
        <w:rPr>
          <w:rFonts w:cstheme="minorHAnsi"/>
        </w:rPr>
        <w:t>of other</w:t>
      </w:r>
      <w:r w:rsidR="00E72CB2">
        <w:rPr>
          <w:rFonts w:cstheme="minorHAnsi"/>
        </w:rPr>
        <w:t xml:space="preserve"> speeds</w:t>
      </w:r>
      <w:r w:rsidR="00EF2D76">
        <w:rPr>
          <w:rFonts w:cstheme="minorHAnsi"/>
        </w:rPr>
        <w:t xml:space="preserve">, a weight of 0.1 was used for this speed compared to a weight of 1.0 for all other speeds. </w:t>
      </w:r>
    </w:p>
    <w:p w14:paraId="3C485DDF" w14:textId="2CB6F9FE" w:rsidR="0011619E" w:rsidRDefault="006522A8" w:rsidP="006522A8">
      <w:pPr>
        <w:pStyle w:val="ListParagraph"/>
        <w:numPr>
          <w:ilvl w:val="0"/>
          <w:numId w:val="36"/>
        </w:numPr>
        <w:rPr>
          <w:rFonts w:cstheme="minorHAnsi"/>
        </w:rPr>
      </w:pPr>
      <w:r>
        <w:rPr>
          <w:rFonts w:cstheme="minorHAnsi"/>
        </w:rPr>
        <w:t>For each model, t</w:t>
      </w:r>
      <w:r w:rsidR="00716269" w:rsidRPr="006522A8">
        <w:rPr>
          <w:rFonts w:cstheme="minorHAnsi"/>
        </w:rPr>
        <w:t xml:space="preserve">he </w:t>
      </w:r>
      <w:r w:rsidR="000D634E">
        <w:rPr>
          <w:rFonts w:cstheme="minorHAnsi"/>
        </w:rPr>
        <w:t xml:space="preserve">normalized </w:t>
      </w:r>
      <w:r w:rsidR="00906218">
        <w:rPr>
          <w:rFonts w:cstheme="minorHAnsi"/>
        </w:rPr>
        <w:t xml:space="preserve">cooling and heating mode </w:t>
      </w:r>
      <w:r w:rsidR="00716269" w:rsidRPr="006522A8">
        <w:rPr>
          <w:rFonts w:cstheme="minorHAnsi"/>
        </w:rPr>
        <w:t xml:space="preserve">performance curves </w:t>
      </w:r>
      <w:r w:rsidR="00C96613" w:rsidRPr="006522A8">
        <w:rPr>
          <w:rFonts w:cstheme="minorHAnsi"/>
        </w:rPr>
        <w:t xml:space="preserve">were developed </w:t>
      </w:r>
      <w:r w:rsidR="00716269" w:rsidRPr="006522A8">
        <w:rPr>
          <w:rFonts w:cstheme="minorHAnsi"/>
        </w:rPr>
        <w:t>in the format required by DOE2.</w:t>
      </w:r>
      <w:r w:rsidR="000F7574" w:rsidRPr="006522A8">
        <w:rPr>
          <w:rFonts w:cstheme="minorHAnsi"/>
        </w:rPr>
        <w:t xml:space="preserve"> </w:t>
      </w:r>
      <w:r w:rsidR="00C54016">
        <w:rPr>
          <w:rFonts w:cstheme="minorHAnsi"/>
        </w:rPr>
        <w:t>Each</w:t>
      </w:r>
      <w:r w:rsidR="000F7574" w:rsidRPr="006522A8">
        <w:rPr>
          <w:rFonts w:cstheme="minorHAnsi"/>
        </w:rPr>
        <w:t xml:space="preserve"> performance curve</w:t>
      </w:r>
      <w:r w:rsidR="00270B66" w:rsidRPr="006522A8">
        <w:rPr>
          <w:rFonts w:cstheme="minorHAnsi"/>
        </w:rPr>
        <w:t xml:space="preserve"> </w:t>
      </w:r>
      <w:r w:rsidR="00C54016">
        <w:rPr>
          <w:rFonts w:cstheme="minorHAnsi"/>
        </w:rPr>
        <w:t>was designed</w:t>
      </w:r>
      <w:r w:rsidR="00270B66" w:rsidRPr="006522A8">
        <w:rPr>
          <w:rFonts w:cstheme="minorHAnsi"/>
        </w:rPr>
        <w:t xml:space="preserve"> to </w:t>
      </w:r>
      <w:r w:rsidR="00BF7C18" w:rsidRPr="006522A8">
        <w:rPr>
          <w:rFonts w:cstheme="minorHAnsi"/>
        </w:rPr>
        <w:t xml:space="preserve">have the </w:t>
      </w:r>
      <w:r w:rsidR="00C54016">
        <w:rPr>
          <w:rFonts w:cstheme="minorHAnsi"/>
        </w:rPr>
        <w:t>least square</w:t>
      </w:r>
      <w:r w:rsidR="00BF7C18" w:rsidRPr="006522A8">
        <w:rPr>
          <w:rFonts w:cstheme="minorHAnsi"/>
        </w:rPr>
        <w:t xml:space="preserve"> error</w:t>
      </w:r>
      <w:r w:rsidR="00C54016">
        <w:rPr>
          <w:rFonts w:cstheme="minorHAnsi"/>
        </w:rPr>
        <w:t xml:space="preserve"> in terms of an energy metric comparing raw data for energy usage and the usage that would be calculated using the performance curves, summed over the range of temperature and capacity conditions for which data were supplied.</w:t>
      </w:r>
    </w:p>
    <w:p w14:paraId="37271DCE" w14:textId="3D7038E4" w:rsidR="00574257" w:rsidRDefault="00C54016" w:rsidP="007F6AAD">
      <w:pPr>
        <w:pStyle w:val="ListParagraph"/>
        <w:numPr>
          <w:ilvl w:val="0"/>
          <w:numId w:val="36"/>
        </w:numPr>
        <w:rPr>
          <w:rFonts w:cstheme="minorHAnsi"/>
        </w:rPr>
      </w:pPr>
      <w:r>
        <w:rPr>
          <w:rFonts w:cstheme="minorHAnsi"/>
        </w:rPr>
        <w:t>For capacity curves, t</w:t>
      </w:r>
      <w:r w:rsidR="006522A8" w:rsidRPr="006F2529">
        <w:rPr>
          <w:rFonts w:cstheme="minorHAnsi"/>
        </w:rPr>
        <w:t xml:space="preserve">he </w:t>
      </w:r>
      <w:r>
        <w:rPr>
          <w:rFonts w:cstheme="minorHAnsi"/>
        </w:rPr>
        <w:t xml:space="preserve">metric was capacity normalized by the nominal value. For energy input ratio curves, the </w:t>
      </w:r>
      <w:r w:rsidR="00486011" w:rsidRPr="006F2529">
        <w:rPr>
          <w:rFonts w:cstheme="minorHAnsi"/>
        </w:rPr>
        <w:t xml:space="preserve">energy </w:t>
      </w:r>
      <w:r w:rsidR="0077619D" w:rsidRPr="006F2529">
        <w:rPr>
          <w:rFonts w:cstheme="minorHAnsi"/>
        </w:rPr>
        <w:t xml:space="preserve">metric </w:t>
      </w:r>
      <w:r w:rsidR="00486011" w:rsidRPr="006F2529">
        <w:rPr>
          <w:rFonts w:cstheme="minorHAnsi"/>
        </w:rPr>
        <w:t>w</w:t>
      </w:r>
      <w:r>
        <w:rPr>
          <w:rFonts w:cstheme="minorHAnsi"/>
        </w:rPr>
        <w:t xml:space="preserve">as </w:t>
      </w:r>
      <w:r w:rsidR="00486011" w:rsidRPr="006F2529">
        <w:rPr>
          <w:rFonts w:cstheme="minorHAnsi"/>
        </w:rPr>
        <w:t xml:space="preserve">the </w:t>
      </w:r>
      <w:r>
        <w:rPr>
          <w:rFonts w:cstheme="minorHAnsi"/>
        </w:rPr>
        <w:t xml:space="preserve">input </w:t>
      </w:r>
      <w:r w:rsidR="000F2473" w:rsidRPr="006F2529">
        <w:rPr>
          <w:rFonts w:cstheme="minorHAnsi"/>
        </w:rPr>
        <w:t xml:space="preserve">power </w:t>
      </w:r>
      <w:r>
        <w:rPr>
          <w:rFonts w:cstheme="minorHAnsi"/>
        </w:rPr>
        <w:t xml:space="preserve">relative to its nominal value </w:t>
      </w:r>
      <w:r w:rsidR="0021186E" w:rsidRPr="006F2529">
        <w:rPr>
          <w:rFonts w:cstheme="minorHAnsi"/>
        </w:rPr>
        <w:t xml:space="preserve">at </w:t>
      </w:r>
      <w:r>
        <w:rPr>
          <w:rFonts w:cstheme="minorHAnsi"/>
        </w:rPr>
        <w:t xml:space="preserve">rated </w:t>
      </w:r>
      <w:r w:rsidR="0021186E" w:rsidRPr="006F2529">
        <w:rPr>
          <w:rFonts w:cstheme="minorHAnsi"/>
        </w:rPr>
        <w:t xml:space="preserve">temperatures and </w:t>
      </w:r>
      <w:r>
        <w:rPr>
          <w:rFonts w:cstheme="minorHAnsi"/>
        </w:rPr>
        <w:t>100% load.</w:t>
      </w:r>
      <w:r w:rsidR="003D1962" w:rsidRPr="006F2529">
        <w:rPr>
          <w:rFonts w:cstheme="minorHAnsi"/>
        </w:rPr>
        <w:t xml:space="preserve"> </w:t>
      </w:r>
      <w:r>
        <w:rPr>
          <w:rFonts w:cstheme="minorHAnsi"/>
        </w:rPr>
        <w:t xml:space="preserve">Following regression for the performance curve coefficients that minimize the error between raw data and curve fit, </w:t>
      </w:r>
      <w:r w:rsidR="00574257">
        <w:rPr>
          <w:rFonts w:cstheme="minorHAnsi"/>
        </w:rPr>
        <w:t xml:space="preserve">the raw data (x) and curve fit predictions (y) </w:t>
      </w:r>
      <w:r w:rsidR="003D1962" w:rsidRPr="006F2529">
        <w:rPr>
          <w:rFonts w:cstheme="minorHAnsi"/>
        </w:rPr>
        <w:t xml:space="preserve">energy metrics were </w:t>
      </w:r>
      <w:r w:rsidR="00574257">
        <w:rPr>
          <w:rFonts w:cstheme="minorHAnsi"/>
        </w:rPr>
        <w:t>plotted in a scatter plot, typically showing good correlation (all points “close” to the line y=x).</w:t>
      </w:r>
    </w:p>
    <w:p w14:paraId="02F152DA" w14:textId="02E3F7EA" w:rsidR="00AD0290" w:rsidRDefault="00574257" w:rsidP="007F6AAD">
      <w:pPr>
        <w:pStyle w:val="ListParagraph"/>
        <w:numPr>
          <w:ilvl w:val="0"/>
          <w:numId w:val="36"/>
        </w:numPr>
        <w:rPr>
          <w:rFonts w:cstheme="minorHAnsi"/>
        </w:rPr>
      </w:pPr>
      <w:r>
        <w:rPr>
          <w:rFonts w:cstheme="minorHAnsi"/>
        </w:rPr>
        <w:lastRenderedPageBreak/>
        <w:t>To quantitatively compare performance curve sets derived from two different models, raw data from one model were plotted against predictions per the second model’s curve fit. Based on correlation of the energy metric scatter plots, i</w:t>
      </w:r>
      <w:r w:rsidR="003D1962" w:rsidRPr="006F2529">
        <w:rPr>
          <w:rFonts w:cstheme="minorHAnsi"/>
        </w:rPr>
        <w:t xml:space="preserve">t was observed that performance </w:t>
      </w:r>
      <w:r w:rsidR="00E2292A" w:rsidRPr="006F2529">
        <w:rPr>
          <w:rFonts w:cstheme="minorHAnsi"/>
        </w:rPr>
        <w:t>characteristics</w:t>
      </w:r>
      <w:r w:rsidR="003D1962" w:rsidRPr="006F2529">
        <w:rPr>
          <w:rFonts w:cstheme="minorHAnsi"/>
        </w:rPr>
        <w:t xml:space="preserve"> of mini-split units </w:t>
      </w:r>
      <w:r>
        <w:rPr>
          <w:rFonts w:cstheme="minorHAnsi"/>
        </w:rPr>
        <w:t xml:space="preserve">in the sample set </w:t>
      </w:r>
      <w:r w:rsidR="003D1962" w:rsidRPr="006F2529">
        <w:rPr>
          <w:rFonts w:cstheme="minorHAnsi"/>
        </w:rPr>
        <w:t xml:space="preserve">(9000 and 18000 </w:t>
      </w:r>
      <w:r w:rsidR="00E2292A" w:rsidRPr="006F2529">
        <w:rPr>
          <w:rFonts w:cstheme="minorHAnsi"/>
        </w:rPr>
        <w:t>B</w:t>
      </w:r>
      <w:r w:rsidR="003D1962" w:rsidRPr="006F2529">
        <w:rPr>
          <w:rFonts w:cstheme="minorHAnsi"/>
        </w:rPr>
        <w:t>tu/h models</w:t>
      </w:r>
      <w:r w:rsidR="00E2292A" w:rsidRPr="006F2529">
        <w:rPr>
          <w:rFonts w:cstheme="minorHAnsi"/>
        </w:rPr>
        <w:t>) were highly correlated</w:t>
      </w:r>
      <w:r w:rsidR="00995CB1" w:rsidRPr="006F2529">
        <w:rPr>
          <w:rFonts w:cstheme="minorHAnsi"/>
        </w:rPr>
        <w:t xml:space="preserve"> </w:t>
      </w:r>
      <w:r w:rsidR="00AD0290">
        <w:rPr>
          <w:rFonts w:cstheme="minorHAnsi"/>
        </w:rPr>
        <w:t>across SEER ratin</w:t>
      </w:r>
      <w:r w:rsidR="00805BA1">
        <w:rPr>
          <w:rFonts w:cstheme="minorHAnsi"/>
        </w:rPr>
        <w:t>gs</w:t>
      </w:r>
      <w:r w:rsidR="00AD0290">
        <w:rPr>
          <w:rFonts w:cstheme="minorHAnsi"/>
        </w:rPr>
        <w:t xml:space="preserve"> and </w:t>
      </w:r>
      <w:r w:rsidR="00805BA1">
        <w:rPr>
          <w:rFonts w:cstheme="minorHAnsi"/>
        </w:rPr>
        <w:t xml:space="preserve">capacities. </w:t>
      </w:r>
      <w:r>
        <w:rPr>
          <w:rFonts w:cstheme="minorHAnsi"/>
        </w:rPr>
        <w:t xml:space="preserve">For </w:t>
      </w:r>
      <w:proofErr w:type="gramStart"/>
      <w:r>
        <w:rPr>
          <w:rFonts w:cstheme="minorHAnsi"/>
        </w:rPr>
        <w:t>e</w:t>
      </w:r>
      <w:r w:rsidR="00805BA1">
        <w:rPr>
          <w:rFonts w:cstheme="minorHAnsi"/>
        </w:rPr>
        <w:t>xample</w:t>
      </w:r>
      <w:proofErr w:type="gramEnd"/>
      <w:r w:rsidR="00AD0290">
        <w:rPr>
          <w:rFonts w:cstheme="minorHAnsi"/>
        </w:rPr>
        <w:t xml:space="preserve"> </w:t>
      </w:r>
      <w:r>
        <w:rPr>
          <w:rFonts w:cstheme="minorHAnsi"/>
        </w:rPr>
        <w:t xml:space="preserve">the </w:t>
      </w:r>
      <w:r w:rsidR="00805BA1" w:rsidRPr="006F2529">
        <w:rPr>
          <w:rFonts w:cstheme="minorHAnsi"/>
        </w:rPr>
        <w:t>9000 Btu/h</w:t>
      </w:r>
      <w:r>
        <w:rPr>
          <w:rFonts w:cstheme="minorHAnsi"/>
        </w:rPr>
        <w:t>,</w:t>
      </w:r>
      <w:r w:rsidR="00805BA1" w:rsidRPr="006F2529">
        <w:rPr>
          <w:rFonts w:cstheme="minorHAnsi"/>
        </w:rPr>
        <w:t xml:space="preserve"> SEER</w:t>
      </w:r>
      <w:r w:rsidR="00BF28D1">
        <w:rPr>
          <w:rFonts w:cstheme="minorHAnsi"/>
        </w:rPr>
        <w:t xml:space="preserve"> </w:t>
      </w:r>
      <w:r w:rsidR="00805BA1">
        <w:rPr>
          <w:rFonts w:cstheme="minorHAnsi"/>
        </w:rPr>
        <w:t xml:space="preserve">30.5 model is highly correlated with </w:t>
      </w:r>
      <w:r w:rsidR="000A5B74">
        <w:rPr>
          <w:rFonts w:cstheme="minorHAnsi"/>
        </w:rPr>
        <w:t xml:space="preserve">all </w:t>
      </w:r>
      <w:r>
        <w:rPr>
          <w:rFonts w:cstheme="minorHAnsi"/>
        </w:rPr>
        <w:t xml:space="preserve">the models at </w:t>
      </w:r>
      <w:r w:rsidR="000A5B74">
        <w:rPr>
          <w:rFonts w:cstheme="minorHAnsi"/>
        </w:rPr>
        <w:t>9000 Btu/h and 18,000 Btu/h</w:t>
      </w:r>
      <w:r>
        <w:rPr>
          <w:rFonts w:cstheme="minorHAnsi"/>
        </w:rPr>
        <w:t xml:space="preserve"> capacity, and varying SEER</w:t>
      </w:r>
      <w:r w:rsidR="000A5B74">
        <w:rPr>
          <w:rFonts w:cstheme="minorHAnsi"/>
        </w:rPr>
        <w:t xml:space="preserve">. However, </w:t>
      </w:r>
      <w:r>
        <w:rPr>
          <w:rFonts w:cstheme="minorHAnsi"/>
        </w:rPr>
        <w:t>this model’s energy metric is</w:t>
      </w:r>
      <w:r w:rsidR="000A5B74">
        <w:rPr>
          <w:rFonts w:cstheme="minorHAnsi"/>
        </w:rPr>
        <w:t xml:space="preserve"> </w:t>
      </w:r>
      <w:r w:rsidR="00887952">
        <w:rPr>
          <w:rFonts w:cstheme="minorHAnsi"/>
        </w:rPr>
        <w:t xml:space="preserve">poorly correlated with performance curves of multi-split units. </w:t>
      </w:r>
      <w:r w:rsidR="00887952" w:rsidRPr="006F2529">
        <w:rPr>
          <w:rFonts w:cstheme="minorHAnsi"/>
        </w:rPr>
        <w:t xml:space="preserve">Hence two </w:t>
      </w:r>
      <w:r>
        <w:rPr>
          <w:rFonts w:cstheme="minorHAnsi"/>
        </w:rPr>
        <w:t xml:space="preserve">distinct </w:t>
      </w:r>
      <w:r w:rsidR="00887952" w:rsidRPr="006F2529">
        <w:rPr>
          <w:rFonts w:cstheme="minorHAnsi"/>
        </w:rPr>
        <w:t>groups of performance curves were created</w:t>
      </w:r>
      <w:r>
        <w:rPr>
          <w:rFonts w:cstheme="minorHAnsi"/>
        </w:rPr>
        <w:t>,</w:t>
      </w:r>
      <w:r w:rsidR="00887952">
        <w:rPr>
          <w:rFonts w:cstheme="minorHAnsi"/>
        </w:rPr>
        <w:t xml:space="preserve"> one </w:t>
      </w:r>
      <w:r w:rsidR="00887952" w:rsidRPr="006F2529">
        <w:rPr>
          <w:rFonts w:cstheme="minorHAnsi"/>
        </w:rPr>
        <w:t xml:space="preserve">for mini-split </w:t>
      </w:r>
      <w:r>
        <w:rPr>
          <w:rFonts w:cstheme="minorHAnsi"/>
        </w:rPr>
        <w:t xml:space="preserve">units </w:t>
      </w:r>
      <w:r w:rsidR="00887952" w:rsidRPr="006F2529">
        <w:rPr>
          <w:rFonts w:cstheme="minorHAnsi"/>
        </w:rPr>
        <w:t>and</w:t>
      </w:r>
      <w:r w:rsidR="00887952">
        <w:rPr>
          <w:rFonts w:cstheme="minorHAnsi"/>
        </w:rPr>
        <w:t xml:space="preserve"> </w:t>
      </w:r>
      <w:r>
        <w:rPr>
          <w:rFonts w:cstheme="minorHAnsi"/>
        </w:rPr>
        <w:t xml:space="preserve">a second group for </w:t>
      </w:r>
      <w:r w:rsidR="00887952" w:rsidRPr="006F2529">
        <w:rPr>
          <w:rFonts w:cstheme="minorHAnsi"/>
        </w:rPr>
        <w:t>multi-spli</w:t>
      </w:r>
      <w:r w:rsidR="00887952">
        <w:rPr>
          <w:rFonts w:cstheme="minorHAnsi"/>
        </w:rPr>
        <w:t>t units.</w:t>
      </w:r>
    </w:p>
    <w:p w14:paraId="5E2319F3" w14:textId="77FCDC10" w:rsidR="00AD0290" w:rsidRPr="002B3F63" w:rsidRDefault="00574257" w:rsidP="007F6AAD">
      <w:pPr>
        <w:pStyle w:val="ListParagraph"/>
        <w:numPr>
          <w:ilvl w:val="0"/>
          <w:numId w:val="36"/>
        </w:numPr>
        <w:rPr>
          <w:rFonts w:cstheme="minorHAnsi"/>
        </w:rPr>
      </w:pPr>
      <w:r>
        <w:rPr>
          <w:rFonts w:cstheme="minorHAnsi"/>
        </w:rPr>
        <w:t xml:space="preserve">Since </w:t>
      </w:r>
      <w:r w:rsidR="00887952" w:rsidRPr="002B3F63">
        <w:rPr>
          <w:rFonts w:cstheme="minorHAnsi"/>
        </w:rPr>
        <w:t xml:space="preserve">mini-split heat pumps performances curves </w:t>
      </w:r>
      <w:r w:rsidR="00846230" w:rsidRPr="002B3F63">
        <w:rPr>
          <w:rFonts w:cstheme="minorHAnsi"/>
        </w:rPr>
        <w:t>were</w:t>
      </w:r>
      <w:r w:rsidR="00887952" w:rsidRPr="002B3F63">
        <w:rPr>
          <w:rFonts w:cstheme="minorHAnsi"/>
        </w:rPr>
        <w:t xml:space="preserve"> highly cor</w:t>
      </w:r>
      <w:r>
        <w:rPr>
          <w:rFonts w:cstheme="minorHAnsi"/>
        </w:rPr>
        <w:t>r</w:t>
      </w:r>
      <w:r w:rsidR="00887952" w:rsidRPr="002B3F63">
        <w:rPr>
          <w:rFonts w:cstheme="minorHAnsi"/>
        </w:rPr>
        <w:t>elated across</w:t>
      </w:r>
      <w:r w:rsidR="00846230" w:rsidRPr="002B3F63">
        <w:rPr>
          <w:rFonts w:cstheme="minorHAnsi"/>
        </w:rPr>
        <w:t xml:space="preserve"> </w:t>
      </w:r>
      <w:r>
        <w:rPr>
          <w:rFonts w:cstheme="minorHAnsi"/>
        </w:rPr>
        <w:t>products,</w:t>
      </w:r>
      <w:r w:rsidR="00846230" w:rsidRPr="002B3F63">
        <w:rPr>
          <w:rFonts w:cstheme="minorHAnsi"/>
        </w:rPr>
        <w:t xml:space="preserve"> </w:t>
      </w:r>
      <w:r>
        <w:rPr>
          <w:rFonts w:cstheme="minorHAnsi"/>
        </w:rPr>
        <w:t xml:space="preserve">the </w:t>
      </w:r>
      <w:r w:rsidR="00846230" w:rsidRPr="002B3F63">
        <w:rPr>
          <w:rFonts w:cstheme="minorHAnsi"/>
        </w:rPr>
        <w:t xml:space="preserve">performance curves </w:t>
      </w:r>
      <w:r>
        <w:rPr>
          <w:rFonts w:cstheme="minorHAnsi"/>
        </w:rPr>
        <w:t xml:space="preserve">from </w:t>
      </w:r>
      <w:r w:rsidRPr="002B3F63">
        <w:rPr>
          <w:rFonts w:cstheme="minorHAnsi"/>
        </w:rPr>
        <w:t xml:space="preserve">one </w:t>
      </w:r>
      <w:r>
        <w:rPr>
          <w:rFonts w:cstheme="minorHAnsi"/>
        </w:rPr>
        <w:t xml:space="preserve">arbitrarily selected product were </w:t>
      </w:r>
      <w:r w:rsidR="00846230" w:rsidRPr="002B3F63">
        <w:rPr>
          <w:rFonts w:cstheme="minorHAnsi"/>
        </w:rPr>
        <w:t xml:space="preserve">applied </w:t>
      </w:r>
      <w:r>
        <w:rPr>
          <w:rFonts w:cstheme="minorHAnsi"/>
        </w:rPr>
        <w:t>to the building energy models for all</w:t>
      </w:r>
      <w:r w:rsidR="00846230" w:rsidRPr="002B3F63">
        <w:rPr>
          <w:rFonts w:cstheme="minorHAnsi"/>
        </w:rPr>
        <w:t xml:space="preserve"> </w:t>
      </w:r>
      <w:r>
        <w:rPr>
          <w:rFonts w:cstheme="minorHAnsi"/>
        </w:rPr>
        <w:t xml:space="preserve">the </w:t>
      </w:r>
      <w:r w:rsidR="00C16A83" w:rsidRPr="002B3F63">
        <w:rPr>
          <w:rFonts w:cstheme="minorHAnsi"/>
        </w:rPr>
        <w:t>mini-split heat pumps</w:t>
      </w:r>
      <w:r>
        <w:rPr>
          <w:rFonts w:cstheme="minorHAnsi"/>
        </w:rPr>
        <w:t>, to eliminate variations across SEER due to performance curves alone.</w:t>
      </w:r>
    </w:p>
    <w:p w14:paraId="3B75A884" w14:textId="1040921F" w:rsidR="008D4872" w:rsidRDefault="002B3F63" w:rsidP="007F6AAD">
      <w:pPr>
        <w:pStyle w:val="ListParagraph"/>
        <w:numPr>
          <w:ilvl w:val="0"/>
          <w:numId w:val="36"/>
        </w:numPr>
        <w:rPr>
          <w:rFonts w:cstheme="minorHAnsi"/>
        </w:rPr>
      </w:pPr>
      <w:r>
        <w:rPr>
          <w:rFonts w:cstheme="minorHAnsi"/>
        </w:rPr>
        <w:t>For multi-split heat pumps</w:t>
      </w:r>
      <w:r w:rsidR="003C3087">
        <w:rPr>
          <w:rFonts w:cstheme="minorHAnsi"/>
        </w:rPr>
        <w:t xml:space="preserve">, </w:t>
      </w:r>
      <w:r w:rsidR="00BF28D1">
        <w:rPr>
          <w:rFonts w:cstheme="minorHAnsi"/>
        </w:rPr>
        <w:t>performance data was available only up SEER 20</w:t>
      </w:r>
      <w:r w:rsidR="00290E28">
        <w:rPr>
          <w:rFonts w:cstheme="minorHAnsi"/>
        </w:rPr>
        <w:t>, and only for two products</w:t>
      </w:r>
      <w:r w:rsidR="00BF28D1">
        <w:rPr>
          <w:rFonts w:cstheme="minorHAnsi"/>
        </w:rPr>
        <w:t xml:space="preserve">. </w:t>
      </w:r>
      <w:r w:rsidR="00290E28">
        <w:rPr>
          <w:rFonts w:cstheme="minorHAnsi"/>
        </w:rPr>
        <w:t xml:space="preserve">Although the hypothesis of strong </w:t>
      </w:r>
      <w:r w:rsidR="0073019B">
        <w:rPr>
          <w:rFonts w:cstheme="minorHAnsi"/>
        </w:rPr>
        <w:t xml:space="preserve">correlation </w:t>
      </w:r>
      <w:r w:rsidR="00290E28">
        <w:rPr>
          <w:rFonts w:cstheme="minorHAnsi"/>
        </w:rPr>
        <w:t xml:space="preserve">of performance characteristics across </w:t>
      </w:r>
      <w:r w:rsidR="0073019B">
        <w:rPr>
          <w:rFonts w:cstheme="minorHAnsi"/>
        </w:rPr>
        <w:t xml:space="preserve">SEER ratings </w:t>
      </w:r>
      <w:r w:rsidR="00290E28">
        <w:rPr>
          <w:rFonts w:cstheme="minorHAnsi"/>
        </w:rPr>
        <w:t xml:space="preserve">could not be </w:t>
      </w:r>
      <w:r w:rsidR="0073019B">
        <w:rPr>
          <w:rFonts w:cstheme="minorHAnsi"/>
        </w:rPr>
        <w:t>observed multi-split heat pumps</w:t>
      </w:r>
      <w:r w:rsidR="00290E28">
        <w:rPr>
          <w:rFonts w:cstheme="minorHAnsi"/>
        </w:rPr>
        <w:t xml:space="preserve"> (as it was for mini-split systems)</w:t>
      </w:r>
      <w:r w:rsidR="0073019B">
        <w:rPr>
          <w:rFonts w:cstheme="minorHAnsi"/>
        </w:rPr>
        <w:t xml:space="preserve">, the normalized performance curves of </w:t>
      </w:r>
      <w:r w:rsidR="00290E28">
        <w:rPr>
          <w:rFonts w:cstheme="minorHAnsi"/>
        </w:rPr>
        <w:t xml:space="preserve">the </w:t>
      </w:r>
      <w:r w:rsidR="0073019B">
        <w:rPr>
          <w:rFonts w:cstheme="minorHAnsi"/>
        </w:rPr>
        <w:t xml:space="preserve">SEER </w:t>
      </w:r>
      <w:r w:rsidR="00B94317">
        <w:rPr>
          <w:rFonts w:cstheme="minorHAnsi"/>
        </w:rPr>
        <w:t>19.2</w:t>
      </w:r>
      <w:r w:rsidR="0073019B">
        <w:rPr>
          <w:rFonts w:cstheme="minorHAnsi"/>
        </w:rPr>
        <w:t xml:space="preserve"> </w:t>
      </w:r>
      <w:r w:rsidR="00290E28">
        <w:rPr>
          <w:rFonts w:cstheme="minorHAnsi"/>
        </w:rPr>
        <w:t xml:space="preserve">product </w:t>
      </w:r>
      <w:r w:rsidR="0073019B">
        <w:rPr>
          <w:rFonts w:cstheme="minorHAnsi"/>
        </w:rPr>
        <w:t xml:space="preserve">were </w:t>
      </w:r>
      <w:r w:rsidR="00290E28">
        <w:rPr>
          <w:rFonts w:cstheme="minorHAnsi"/>
        </w:rPr>
        <w:t>applied to building energy models across all efficiency tiers for multi-split systems</w:t>
      </w:r>
      <w:r w:rsidR="00DF56AD">
        <w:rPr>
          <w:rFonts w:cstheme="minorHAnsi"/>
        </w:rPr>
        <w:t>.</w:t>
      </w:r>
    </w:p>
    <w:p w14:paraId="5D74F082" w14:textId="2F8E38D0" w:rsidR="00191770" w:rsidRPr="00290E28" w:rsidRDefault="005A6B52" w:rsidP="00290E28">
      <w:pPr>
        <w:pStyle w:val="ListParagraph"/>
        <w:numPr>
          <w:ilvl w:val="0"/>
          <w:numId w:val="36"/>
        </w:numPr>
        <w:rPr>
          <w:rFonts w:cstheme="minorHAnsi"/>
        </w:rPr>
      </w:pPr>
      <w:r w:rsidRPr="00176A2C">
        <w:rPr>
          <w:rFonts w:cstheme="minorHAnsi"/>
        </w:rPr>
        <w:t>Efficiency</w:t>
      </w:r>
      <w:r w:rsidR="008A0489" w:rsidRPr="00176A2C">
        <w:rPr>
          <w:rFonts w:cstheme="minorHAnsi"/>
        </w:rPr>
        <w:t xml:space="preserve"> and capacity </w:t>
      </w:r>
      <w:r w:rsidRPr="00176A2C">
        <w:rPr>
          <w:rFonts w:cstheme="minorHAnsi"/>
        </w:rPr>
        <w:t xml:space="preserve">at rated conditions </w:t>
      </w:r>
      <w:r w:rsidR="00290E28">
        <w:rPr>
          <w:rFonts w:cstheme="minorHAnsi"/>
        </w:rPr>
        <w:t>were</w:t>
      </w:r>
      <w:r w:rsidR="00DB325C" w:rsidRPr="00176A2C">
        <w:rPr>
          <w:rFonts w:cstheme="minorHAnsi"/>
        </w:rPr>
        <w:t xml:space="preserve"> </w:t>
      </w:r>
      <w:r w:rsidR="008A0489" w:rsidRPr="00176A2C">
        <w:rPr>
          <w:rFonts w:cstheme="minorHAnsi"/>
        </w:rPr>
        <w:t>combined with</w:t>
      </w:r>
      <w:r w:rsidR="00011E85" w:rsidRPr="00176A2C">
        <w:rPr>
          <w:rFonts w:cstheme="minorHAnsi"/>
        </w:rPr>
        <w:t xml:space="preserve"> </w:t>
      </w:r>
      <w:r w:rsidR="00DB325C" w:rsidRPr="00176A2C">
        <w:rPr>
          <w:rFonts w:cstheme="minorHAnsi"/>
        </w:rPr>
        <w:t>the normalized performance data</w:t>
      </w:r>
      <w:r w:rsidR="008A0489" w:rsidRPr="00176A2C">
        <w:rPr>
          <w:rFonts w:cstheme="minorHAnsi"/>
        </w:rPr>
        <w:t xml:space="preserve"> to calculate the</w:t>
      </w:r>
      <w:r w:rsidR="007A34B3" w:rsidRPr="00176A2C">
        <w:rPr>
          <w:rFonts w:cstheme="minorHAnsi"/>
        </w:rPr>
        <w:t xml:space="preserve"> power input at various operating conditions and are key inputs into the energy model. </w:t>
      </w:r>
    </w:p>
    <w:p w14:paraId="1A71E630" w14:textId="24BB5F8A" w:rsidR="00191770" w:rsidRPr="00191770" w:rsidRDefault="00191770" w:rsidP="00191770">
      <w:pPr>
        <w:rPr>
          <w:rFonts w:cstheme="minorHAnsi"/>
        </w:rPr>
      </w:pPr>
      <w:r>
        <w:rPr>
          <w:rFonts w:cstheme="minorHAnsi"/>
        </w:rPr>
        <w:t xml:space="preserve">For further details of developing the performance curves, please refer to the supporting documents folder. </w:t>
      </w:r>
      <w:r>
        <w:rPr>
          <w:rStyle w:val="FootnoteReference"/>
          <w:rFonts w:cstheme="minorHAnsi"/>
        </w:rPr>
        <w:footnoteReference w:id="22"/>
      </w:r>
    </w:p>
    <w:p w14:paraId="7DF3CA1B" w14:textId="1F1031F8" w:rsidR="004F7846" w:rsidRDefault="004F7846" w:rsidP="004B013D">
      <w:pPr>
        <w:pStyle w:val="eTRMHeading4"/>
      </w:pPr>
      <w:bookmarkStart w:id="46" w:name="_Hlk63171579"/>
      <w:r>
        <w:t>Building energy models setup</w:t>
      </w:r>
    </w:p>
    <w:bookmarkEnd w:id="46"/>
    <w:p w14:paraId="0158C8D8" w14:textId="22E66CCE" w:rsidR="00FF4FA1" w:rsidRDefault="00456D0B" w:rsidP="008E4295">
      <w:pPr>
        <w:pStyle w:val="ListParagraph"/>
        <w:numPr>
          <w:ilvl w:val="0"/>
          <w:numId w:val="21"/>
        </w:numPr>
        <w:jc w:val="both"/>
      </w:pPr>
      <w:r>
        <w:t>Based on residential HVAC systems available in DOE-2.3, DEER 2020 residential prototypes were set up such that within each story of the dwelling unit, all spaces and zones are</w:t>
      </w:r>
      <w:r w:rsidR="004B013D">
        <w:t xml:space="preserve"> served by one </w:t>
      </w:r>
      <w:r w:rsidR="004B013D" w:rsidRPr="00654D16">
        <w:t>Packaged Volume Variable Temperature (PVVT)</w:t>
      </w:r>
      <w:r w:rsidR="004B013D">
        <w:t xml:space="preserve"> distribution system. The base case and measure case HVAC system considered in this workpaper are typically installed so that one </w:t>
      </w:r>
      <w:r>
        <w:t xml:space="preserve">indoor </w:t>
      </w:r>
      <w:r w:rsidR="004B013D">
        <w:t xml:space="preserve">unit serves each </w:t>
      </w:r>
      <w:r w:rsidR="00FF4FA1">
        <w:t xml:space="preserve">conditioned </w:t>
      </w:r>
      <w:r w:rsidR="004B013D">
        <w:t>space in the building and requiring multiple units to condition the entire home.</w:t>
      </w:r>
      <w:r>
        <w:t xml:space="preserve"> Hence, the </w:t>
      </w:r>
      <w:r w:rsidR="00227930">
        <w:t xml:space="preserve">building </w:t>
      </w:r>
      <w:r>
        <w:t xml:space="preserve">energy model does not exactly replicate the typical </w:t>
      </w:r>
      <w:r w:rsidR="00227930">
        <w:t xml:space="preserve">as-built </w:t>
      </w:r>
      <w:r>
        <w:t>scenario.</w:t>
      </w:r>
      <w:r w:rsidR="00227930">
        <w:t xml:space="preserve"> However, this model configuration is thought to closely approximate the energy usage of the as-built equipment for the following reason.</w:t>
      </w:r>
    </w:p>
    <w:p w14:paraId="7CE950CB" w14:textId="77777777" w:rsidR="00FF4FA1" w:rsidRDefault="00FF4FA1" w:rsidP="00FE188F">
      <w:pPr>
        <w:pStyle w:val="ListParagraph"/>
        <w:jc w:val="both"/>
      </w:pPr>
    </w:p>
    <w:p w14:paraId="04050A83" w14:textId="3C66A7A0" w:rsidR="00151EF0" w:rsidRDefault="004B013D" w:rsidP="00FE188F">
      <w:pPr>
        <w:pStyle w:val="ListParagraph"/>
        <w:jc w:val="both"/>
      </w:pPr>
      <w:r>
        <w:t xml:space="preserve">A single PVVT </w:t>
      </w:r>
      <w:r w:rsidR="00151EF0">
        <w:t xml:space="preserve">system </w:t>
      </w:r>
      <w:r w:rsidR="00227930">
        <w:t xml:space="preserve">(as modeled) </w:t>
      </w:r>
      <w:r w:rsidR="00151EF0">
        <w:t xml:space="preserve">typically operates </w:t>
      </w:r>
      <w:r w:rsidR="00151EF0" w:rsidRPr="00654D16">
        <w:t xml:space="preserve">at significant partial load hours since </w:t>
      </w:r>
      <w:r w:rsidR="00227930">
        <w:t xml:space="preserve">not </w:t>
      </w:r>
      <w:r w:rsidR="00151EF0" w:rsidRPr="00654D16">
        <w:t>all spaces will be occupied at the same time</w:t>
      </w:r>
      <w:r w:rsidR="00227930">
        <w:t>. This modeled configuration</w:t>
      </w:r>
      <w:r w:rsidR="00151EF0">
        <w:t xml:space="preserve"> was assumed to b</w:t>
      </w:r>
      <w:r>
        <w:t xml:space="preserve">e </w:t>
      </w:r>
      <w:r w:rsidR="00227930">
        <w:t xml:space="preserve">a </w:t>
      </w:r>
      <w:r>
        <w:t xml:space="preserve">close proxy to </w:t>
      </w:r>
      <w:r w:rsidR="00227930">
        <w:t xml:space="preserve">a </w:t>
      </w:r>
      <w:r>
        <w:t xml:space="preserve">multiple single zone </w:t>
      </w:r>
      <w:r w:rsidR="00151EF0">
        <w:t>system</w:t>
      </w:r>
      <w:r w:rsidR="00227930">
        <w:t xml:space="preserve"> (</w:t>
      </w:r>
      <w:proofErr w:type="gramStart"/>
      <w:r w:rsidR="00227930">
        <w:t>as-built</w:t>
      </w:r>
      <w:proofErr w:type="gramEnd"/>
      <w:r w:rsidR="00227930">
        <w:t>)</w:t>
      </w:r>
      <w:r w:rsidR="00151EF0">
        <w:t>. This</w:t>
      </w:r>
      <w:r w:rsidR="00227930">
        <w:t xml:space="preserve"> assumption</w:t>
      </w:r>
      <w:r w:rsidR="00151EF0">
        <w:t xml:space="preserve"> was validated by</w:t>
      </w:r>
      <w:r w:rsidR="00151EF0" w:rsidRPr="00654D16">
        <w:t xml:space="preserve"> comparing the annual space cooling energy consumption for PVVT</w:t>
      </w:r>
      <w:r w:rsidR="00227930">
        <w:t xml:space="preserve"> as predicted by the model</w:t>
      </w:r>
      <w:r w:rsidR="00151EF0" w:rsidRPr="00654D16">
        <w:t xml:space="preserve"> with the Residential Appliance Saturation Study (RASS)</w:t>
      </w:r>
      <w:r w:rsidR="00151EF0">
        <w:rPr>
          <w:rStyle w:val="FootnoteReference"/>
        </w:rPr>
        <w:footnoteReference w:id="23"/>
      </w:r>
      <w:r w:rsidR="00151EF0" w:rsidRPr="00654D16">
        <w:t xml:space="preserve"> space cooling electric </w:t>
      </w:r>
      <w:r w:rsidR="00151EF0">
        <w:t>Unit Energy Consumption (</w:t>
      </w:r>
      <w:r w:rsidR="00151EF0" w:rsidRPr="00654D16">
        <w:t>UEC</w:t>
      </w:r>
      <w:r w:rsidR="00151EF0">
        <w:t>)</w:t>
      </w:r>
      <w:r w:rsidR="00227930">
        <w:t>.</w:t>
      </w:r>
      <w:r w:rsidR="00151EF0" w:rsidRPr="00654D16">
        <w:t xml:space="preserve"> </w:t>
      </w:r>
      <w:r w:rsidR="00227930">
        <w:t>Compared to</w:t>
      </w:r>
      <w:r w:rsidR="00227930" w:rsidRPr="00654D16">
        <w:t xml:space="preserve"> </w:t>
      </w:r>
      <w:r w:rsidR="00151EF0" w:rsidRPr="00654D16">
        <w:t xml:space="preserve">a room AC, the UEC for PVVT was only 3% higher. The additional updates below are made to </w:t>
      </w:r>
      <w:r w:rsidR="00151EF0">
        <w:t xml:space="preserve">closely replicate the PVVT system operation to the single zone systems. </w:t>
      </w:r>
    </w:p>
    <w:p w14:paraId="05438578" w14:textId="77777777" w:rsidR="00151EF0" w:rsidRDefault="00151EF0" w:rsidP="00151EF0">
      <w:pPr>
        <w:pStyle w:val="ListParagraph"/>
        <w:jc w:val="both"/>
      </w:pPr>
    </w:p>
    <w:p w14:paraId="4E87E4E2" w14:textId="0D646124" w:rsidR="007D07EE" w:rsidRDefault="004B013D" w:rsidP="004B013D">
      <w:pPr>
        <w:pStyle w:val="ListParagraph"/>
        <w:numPr>
          <w:ilvl w:val="0"/>
          <w:numId w:val="21"/>
        </w:numPr>
        <w:jc w:val="both"/>
      </w:pPr>
      <w:r w:rsidRPr="002D2DEA">
        <w:rPr>
          <w:u w:val="single"/>
        </w:rPr>
        <w:t>Return Air Path</w:t>
      </w:r>
      <w:r>
        <w:t xml:space="preserve"> is set to Direct</w:t>
      </w:r>
      <w:r w:rsidR="007D07EE">
        <w:t xml:space="preserve"> (within the conditioned space).</w:t>
      </w:r>
    </w:p>
    <w:p w14:paraId="05394D1E" w14:textId="77777777" w:rsidR="007D07EE" w:rsidRDefault="007D07EE" w:rsidP="00FE188F">
      <w:pPr>
        <w:pStyle w:val="ListParagraph"/>
        <w:jc w:val="both"/>
      </w:pPr>
    </w:p>
    <w:p w14:paraId="6FD541CC" w14:textId="1F46E5ED" w:rsidR="004B013D" w:rsidRDefault="004B013D" w:rsidP="004B013D">
      <w:pPr>
        <w:pStyle w:val="ListParagraph"/>
        <w:numPr>
          <w:ilvl w:val="0"/>
          <w:numId w:val="21"/>
        </w:numPr>
        <w:jc w:val="both"/>
      </w:pPr>
      <w:r w:rsidRPr="002D2DEA">
        <w:rPr>
          <w:u w:val="single"/>
        </w:rPr>
        <w:t>Duct Air Loss</w:t>
      </w:r>
      <w:r>
        <w:t xml:space="preserve"> is set to zero to simulate the equipment being in zone only. </w:t>
      </w:r>
    </w:p>
    <w:p w14:paraId="634A2040" w14:textId="77777777" w:rsidR="004B013D" w:rsidRPr="00FB4D03" w:rsidRDefault="004B013D" w:rsidP="004B013D">
      <w:pPr>
        <w:pStyle w:val="ListParagraph"/>
        <w:jc w:val="both"/>
      </w:pPr>
    </w:p>
    <w:p w14:paraId="2DC41BE1" w14:textId="6CDC646F" w:rsidR="004B013D" w:rsidRDefault="004B013D" w:rsidP="004B013D">
      <w:pPr>
        <w:pStyle w:val="ListParagraph"/>
        <w:numPr>
          <w:ilvl w:val="0"/>
          <w:numId w:val="21"/>
        </w:numPr>
        <w:jc w:val="both"/>
      </w:pPr>
      <w:r w:rsidRPr="002D2DEA">
        <w:rPr>
          <w:u w:val="single"/>
        </w:rPr>
        <w:t>Fan Power kW/CFM</w:t>
      </w:r>
      <w:r>
        <w:t xml:space="preserve"> is set to zero because the total per unit efficiency for each system </w:t>
      </w:r>
      <w:r w:rsidR="00E50A98">
        <w:t xml:space="preserve">will be </w:t>
      </w:r>
      <w:r>
        <w:t>captured in the unit</w:t>
      </w:r>
      <w:r w:rsidR="007D07EE">
        <w:t>’s</w:t>
      </w:r>
      <w:r>
        <w:t xml:space="preserve"> EIR and HIR </w:t>
      </w:r>
      <w:r w:rsidR="007D07EE">
        <w:t xml:space="preserve">(efficiency) </w:t>
      </w:r>
      <w:r>
        <w:t>values</w:t>
      </w:r>
      <w:r w:rsidR="006F26D9">
        <w:t>, further described below</w:t>
      </w:r>
      <w:r w:rsidR="002A0099">
        <w:t>. This is</w:t>
      </w:r>
      <w:r w:rsidR="00E50A98">
        <w:t xml:space="preserve"> in keeping with the </w:t>
      </w:r>
      <w:r w:rsidR="002A0099">
        <w:t xml:space="preserve">reporting requirements of common </w:t>
      </w:r>
      <w:r w:rsidR="00E50A98">
        <w:t xml:space="preserve">test standards </w:t>
      </w:r>
      <w:r w:rsidR="002A0099">
        <w:t xml:space="preserve">for </w:t>
      </w:r>
      <w:r w:rsidR="00E50A98">
        <w:t>residential unit</w:t>
      </w:r>
      <w:r w:rsidR="002A0099">
        <w:t xml:space="preserve">s, which are limited to reporting EER/SEER/HSPF only and no </w:t>
      </w:r>
      <w:r w:rsidR="006F26D9">
        <w:t>separate</w:t>
      </w:r>
      <w:r w:rsidR="002A0099">
        <w:t xml:space="preserve"> detai</w:t>
      </w:r>
      <w:r w:rsidR="006F26D9">
        <w:t>l</w:t>
      </w:r>
      <w:r w:rsidR="002A0099">
        <w:t xml:space="preserve"> about fan power (confer</w:t>
      </w:r>
      <w:r w:rsidR="00E50A98">
        <w:t xml:space="preserve"> A</w:t>
      </w:r>
      <w:r w:rsidR="00E50A98" w:rsidRPr="0074768A">
        <w:t>HRI standard 210/240</w:t>
      </w:r>
      <w:r w:rsidR="00E50A98">
        <w:rPr>
          <w:rStyle w:val="FootnoteReference"/>
        </w:rPr>
        <w:footnoteReference w:id="24"/>
      </w:r>
      <w:r w:rsidR="00E50A98" w:rsidRPr="0074768A">
        <w:t xml:space="preserve"> and DOE CFR 42</w:t>
      </w:r>
      <w:r w:rsidR="00E50A98">
        <w:t>9</w:t>
      </w:r>
      <w:r w:rsidR="00E50A98" w:rsidRPr="0074768A">
        <w:t>.16</w:t>
      </w:r>
      <w:r w:rsidR="00E50A98">
        <w:rPr>
          <w:rStyle w:val="FootnoteReference"/>
        </w:rPr>
        <w:footnoteReference w:id="25"/>
      </w:r>
      <w:r w:rsidR="002A0099">
        <w:t>). Per these standards, EER/SEER/HSPF values already include fan power as part of the efficiency rating calculation</w:t>
      </w:r>
      <w:r>
        <w:t>. Per DOE2 Help Files, “</w:t>
      </w:r>
      <w:r w:rsidRPr="00D16EEA">
        <w:rPr>
          <w:i/>
          <w:iCs/>
        </w:rPr>
        <w:t>If you include fan electric energy consumption in your value of COOLING-EIR, then you should set SUPPLY-KW/FLOW to zero (and SUPPLY-STATIC should be omitted). Otherwise, the supply fan electrical energy will be double counted.</w:t>
      </w:r>
      <w:r>
        <w:t xml:space="preserve">” </w:t>
      </w:r>
    </w:p>
    <w:p w14:paraId="576E5E67" w14:textId="77777777" w:rsidR="004B013D" w:rsidRDefault="004B013D" w:rsidP="004B013D">
      <w:pPr>
        <w:pStyle w:val="ListParagraph"/>
      </w:pPr>
    </w:p>
    <w:p w14:paraId="40288330" w14:textId="0B53A8C2" w:rsidR="004B013D" w:rsidRDefault="004B013D" w:rsidP="004B013D">
      <w:pPr>
        <w:pStyle w:val="ListParagraph"/>
        <w:numPr>
          <w:ilvl w:val="0"/>
          <w:numId w:val="21"/>
        </w:numPr>
        <w:jc w:val="both"/>
      </w:pPr>
      <w:r w:rsidRPr="002D2DEA">
        <w:rPr>
          <w:u w:val="single"/>
        </w:rPr>
        <w:t>Outside Air Control</w:t>
      </w:r>
      <w:r>
        <w:t xml:space="preserve"> is set to Fixed Fraction and the </w:t>
      </w:r>
      <w:r w:rsidRPr="00DE6B25">
        <w:t>Minimum Outside Air Ratio</w:t>
      </w:r>
      <w:r>
        <w:t xml:space="preserve"> set to zero to simulate that neither the baseline </w:t>
      </w:r>
      <w:r w:rsidR="00D16EEA">
        <w:t>n</w:t>
      </w:r>
      <w:r>
        <w:t xml:space="preserve">or measure case systems bring in outside air. </w:t>
      </w:r>
    </w:p>
    <w:p w14:paraId="6D3DA63F" w14:textId="77777777" w:rsidR="004B013D" w:rsidRDefault="004B013D" w:rsidP="004B013D">
      <w:pPr>
        <w:pStyle w:val="ListParagraph"/>
        <w:jc w:val="both"/>
      </w:pPr>
    </w:p>
    <w:p w14:paraId="2BF2DE03" w14:textId="20479E4A" w:rsidR="00AA0EC8" w:rsidRDefault="006F7764" w:rsidP="000511F0">
      <w:pPr>
        <w:pStyle w:val="ListParagraph"/>
        <w:numPr>
          <w:ilvl w:val="0"/>
          <w:numId w:val="21"/>
        </w:numPr>
        <w:jc w:val="both"/>
      </w:pPr>
      <w:r w:rsidRPr="00AA0EC8">
        <w:rPr>
          <w:u w:val="single"/>
        </w:rPr>
        <w:t>Cooling EIR</w:t>
      </w:r>
      <w:r w:rsidRPr="006F26D9">
        <w:t xml:space="preserve"> </w:t>
      </w:r>
      <w:r w:rsidR="003F0134">
        <w:t xml:space="preserve">and </w:t>
      </w:r>
      <w:r w:rsidR="003F0134" w:rsidRPr="003F0134">
        <w:rPr>
          <w:u w:val="single"/>
        </w:rPr>
        <w:t>Heating EIR</w:t>
      </w:r>
      <w:r w:rsidR="003F0134">
        <w:t xml:space="preserve"> are</w:t>
      </w:r>
      <w:r w:rsidRPr="006F26D9">
        <w:t xml:space="preserve"> </w:t>
      </w:r>
      <w:r w:rsidR="003F3146">
        <w:t xml:space="preserve">set directly as a function of </w:t>
      </w:r>
      <w:r w:rsidRPr="006F26D9">
        <w:t>EER and fan power</w:t>
      </w:r>
      <w:r w:rsidR="003F3146">
        <w:t xml:space="preserve">. </w:t>
      </w:r>
      <w:r w:rsidR="00DD12A3">
        <w:t>According to</w:t>
      </w:r>
      <w:r w:rsidR="003F3146">
        <w:t xml:space="preserve"> DOE2 help files, if fan power is not input separately, then </w:t>
      </w:r>
      <w:proofErr w:type="gramStart"/>
      <w:r w:rsidR="00DD12A3">
        <w:t xml:space="preserve">by definition </w:t>
      </w:r>
      <w:r w:rsidR="003F0134">
        <w:t>cooling</w:t>
      </w:r>
      <w:proofErr w:type="gramEnd"/>
      <w:r w:rsidR="003F0134">
        <w:t xml:space="preserve"> </w:t>
      </w:r>
      <w:r w:rsidR="003F3146">
        <w:t>EIR = 3.413 / EER</w:t>
      </w:r>
      <w:r w:rsidR="003F0134">
        <w:t>. A similar formula is used for heating mode</w:t>
      </w:r>
      <w:r w:rsidRPr="006F26D9">
        <w:t>.</w:t>
      </w:r>
      <w:r w:rsidR="003F0134">
        <w:t xml:space="preserve"> See previous section regarding EER inputs</w:t>
      </w:r>
      <w:r w:rsidR="00E66DEA">
        <w:t xml:space="preserve">. </w:t>
      </w:r>
    </w:p>
    <w:p w14:paraId="30A7AF0A" w14:textId="77777777" w:rsidR="00AA0EC8" w:rsidRDefault="00AA0EC8" w:rsidP="00AA0EC8">
      <w:pPr>
        <w:pStyle w:val="ListParagraph"/>
        <w:jc w:val="both"/>
      </w:pPr>
    </w:p>
    <w:p w14:paraId="66944DE6" w14:textId="1D42D117" w:rsidR="004B013D" w:rsidRDefault="003F0134" w:rsidP="00AA0EC8">
      <w:pPr>
        <w:pStyle w:val="ListParagraph"/>
        <w:numPr>
          <w:ilvl w:val="0"/>
          <w:numId w:val="21"/>
        </w:numPr>
        <w:jc w:val="both"/>
      </w:pPr>
      <w:r>
        <w:t xml:space="preserve">Variable speed </w:t>
      </w:r>
      <w:r w:rsidR="00332FA3">
        <w:t xml:space="preserve">control (entire system) </w:t>
      </w:r>
      <w:r>
        <w:t>is triggered by an appropriate combination of AIR/TEMP-CONTROL, MIN-FLOW-RATIO, MIN-UNLOAD-RATIO.</w:t>
      </w:r>
      <w:r w:rsidR="00AA0EC8">
        <w:t xml:space="preserve"> </w:t>
      </w:r>
      <w:r>
        <w:t>Since fan energy is lumped in a single energy calculation using EIR and performance curves</w:t>
      </w:r>
      <w:r w:rsidR="00332FA3">
        <w:t>, models did not need to be adapted for variable speed fan control as a separate modification.</w:t>
      </w:r>
    </w:p>
    <w:p w14:paraId="5DE44DBF" w14:textId="5298FE8A" w:rsidR="005655BD" w:rsidRDefault="00151EF0" w:rsidP="004B013D">
      <w:pPr>
        <w:jc w:val="both"/>
      </w:pPr>
      <w:r>
        <w:t xml:space="preserve">The following table summarizes the modifications made to the prototypes </w:t>
      </w:r>
      <w:r w:rsidR="00E86CB3">
        <w:t xml:space="preserve">and the </w:t>
      </w:r>
      <w:r w:rsidR="00772088">
        <w:t xml:space="preserve">key inputs to model the existing base case, code (standard) base case and measure case.  </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0" w:type="dxa"/>
          <w:right w:w="0" w:type="dxa"/>
        </w:tblCellMar>
        <w:tblLook w:val="04A0" w:firstRow="1" w:lastRow="0" w:firstColumn="1" w:lastColumn="0" w:noHBand="0" w:noVBand="1"/>
      </w:tblPr>
      <w:tblGrid>
        <w:gridCol w:w="1795"/>
        <w:gridCol w:w="1530"/>
        <w:gridCol w:w="2430"/>
        <w:gridCol w:w="2160"/>
        <w:gridCol w:w="1710"/>
      </w:tblGrid>
      <w:tr w:rsidR="005B254C" w:rsidRPr="00FC33CE" w14:paraId="2C8F3CB2" w14:textId="77777777" w:rsidTr="005655BD">
        <w:trPr>
          <w:cantSplit/>
          <w:trHeight w:val="20"/>
          <w:tblHeader/>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785FC867" w14:textId="77777777" w:rsidR="00772088" w:rsidRPr="00E51366" w:rsidRDefault="00772088" w:rsidP="008E4295">
            <w:pPr>
              <w:jc w:val="center"/>
              <w:rPr>
                <w:b/>
                <w:sz w:val="20"/>
                <w:szCs w:val="22"/>
              </w:rPr>
            </w:pPr>
            <w:r w:rsidRPr="00E51366">
              <w:rPr>
                <w:b/>
                <w:sz w:val="20"/>
                <w:szCs w:val="22"/>
              </w:rPr>
              <w:t>Type (DOE2 Keyword Listed)</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0D981D3E" w14:textId="77777777" w:rsidR="00772088" w:rsidRPr="00E51366" w:rsidRDefault="00772088" w:rsidP="008E4295">
            <w:pPr>
              <w:jc w:val="center"/>
              <w:rPr>
                <w:b/>
                <w:sz w:val="20"/>
                <w:szCs w:val="22"/>
              </w:rPr>
            </w:pPr>
            <w:r w:rsidRPr="00E51366">
              <w:rPr>
                <w:b/>
                <w:sz w:val="20"/>
                <w:szCs w:val="22"/>
              </w:rPr>
              <w:t>DEER Prototype Defaulted</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1FA696E3" w14:textId="6B23F0FD" w:rsidR="00772088" w:rsidRPr="00E51366" w:rsidRDefault="00772088" w:rsidP="008E4295">
            <w:pPr>
              <w:jc w:val="center"/>
              <w:rPr>
                <w:b/>
                <w:sz w:val="20"/>
                <w:szCs w:val="22"/>
              </w:rPr>
            </w:pPr>
            <w:r w:rsidRPr="00E51366">
              <w:rPr>
                <w:b/>
                <w:sz w:val="20"/>
                <w:szCs w:val="22"/>
              </w:rPr>
              <w:t>Base Case</w:t>
            </w:r>
            <w:r>
              <w:rPr>
                <w:b/>
                <w:sz w:val="20"/>
                <w:szCs w:val="22"/>
              </w:rPr>
              <w:t xml:space="preserve"> (existing)</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C333A43" w14:textId="728E7D27" w:rsidR="00772088" w:rsidRPr="00E51366" w:rsidRDefault="00772088" w:rsidP="008E4295">
            <w:pPr>
              <w:jc w:val="center"/>
              <w:rPr>
                <w:b/>
                <w:sz w:val="20"/>
                <w:szCs w:val="22"/>
              </w:rPr>
            </w:pPr>
            <w:r w:rsidRPr="00E51366">
              <w:rPr>
                <w:b/>
                <w:sz w:val="20"/>
                <w:szCs w:val="22"/>
              </w:rPr>
              <w:t>Base Case</w:t>
            </w:r>
            <w:r>
              <w:rPr>
                <w:b/>
                <w:sz w:val="20"/>
                <w:szCs w:val="22"/>
              </w:rPr>
              <w:t xml:space="preserve"> (code/standard)</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4F74141" w14:textId="57EAF7DA" w:rsidR="00772088" w:rsidRPr="00E51366" w:rsidRDefault="00772088" w:rsidP="008E4295">
            <w:pPr>
              <w:jc w:val="center"/>
              <w:rPr>
                <w:b/>
                <w:sz w:val="20"/>
                <w:szCs w:val="22"/>
              </w:rPr>
            </w:pPr>
            <w:r w:rsidRPr="00E51366">
              <w:rPr>
                <w:b/>
                <w:sz w:val="20"/>
                <w:szCs w:val="22"/>
              </w:rPr>
              <w:t>Measure Case</w:t>
            </w:r>
          </w:p>
        </w:tc>
      </w:tr>
      <w:tr w:rsidR="005B254C" w:rsidRPr="00C245E2" w14:paraId="7F3D741A" w14:textId="77777777" w:rsidTr="005655BD">
        <w:trPr>
          <w:cantSplit/>
          <w:trHeight w:val="395"/>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E184997" w14:textId="77777777" w:rsidR="00772088" w:rsidRPr="00E51366" w:rsidRDefault="00772088" w:rsidP="00772088">
            <w:pPr>
              <w:rPr>
                <w:sz w:val="18"/>
                <w:szCs w:val="18"/>
              </w:rPr>
            </w:pPr>
            <w:r>
              <w:rPr>
                <w:sz w:val="18"/>
                <w:szCs w:val="18"/>
              </w:rPr>
              <w:t>SYSTEM TYPE</w:t>
            </w:r>
            <w:r w:rsidRPr="00E51366">
              <w:rPr>
                <w:sz w:val="18"/>
                <w:szCs w:val="18"/>
              </w:rPr>
              <w:t xml:space="preserve"> (A)</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4CBDFED" w14:textId="77777777" w:rsidR="00772088" w:rsidRPr="00E51366" w:rsidRDefault="00772088" w:rsidP="00772088">
            <w:pPr>
              <w:jc w:val="center"/>
              <w:rPr>
                <w:sz w:val="18"/>
                <w:szCs w:val="18"/>
              </w:rPr>
            </w:pPr>
            <w:proofErr w:type="spellStart"/>
            <w:r w:rsidRPr="00E51366">
              <w:rPr>
                <w:sz w:val="18"/>
                <w:szCs w:val="18"/>
              </w:rPr>
              <w:t>Pkdg</w:t>
            </w:r>
            <w:proofErr w:type="spellEnd"/>
            <w:r w:rsidRPr="00E51366">
              <w:rPr>
                <w:sz w:val="18"/>
                <w:szCs w:val="18"/>
              </w:rPr>
              <w:t xml:space="preserve"> Vol Var Temp</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C5A582C" w14:textId="77777777" w:rsidR="00772088" w:rsidRPr="00E51366" w:rsidRDefault="00772088" w:rsidP="00772088">
            <w:pPr>
              <w:jc w:val="center"/>
              <w:rPr>
                <w:sz w:val="18"/>
                <w:szCs w:val="18"/>
              </w:rPr>
            </w:pPr>
            <w:proofErr w:type="spellStart"/>
            <w:r w:rsidRPr="00E51366">
              <w:rPr>
                <w:sz w:val="18"/>
                <w:szCs w:val="18"/>
              </w:rPr>
              <w:t>Pkdg</w:t>
            </w:r>
            <w:proofErr w:type="spellEnd"/>
            <w:r w:rsidRPr="00E51366">
              <w:rPr>
                <w:sz w:val="18"/>
                <w:szCs w:val="18"/>
              </w:rPr>
              <w:t xml:space="preserve"> Vol Var Temp</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E19F6F" w14:textId="587EF077" w:rsidR="00772088" w:rsidRPr="00E51366" w:rsidRDefault="00772088" w:rsidP="00772088">
            <w:pPr>
              <w:jc w:val="center"/>
              <w:rPr>
                <w:sz w:val="18"/>
                <w:szCs w:val="18"/>
              </w:rPr>
            </w:pPr>
            <w:proofErr w:type="spellStart"/>
            <w:r w:rsidRPr="00E51366">
              <w:rPr>
                <w:sz w:val="18"/>
                <w:szCs w:val="18"/>
              </w:rPr>
              <w:t>Pkdg</w:t>
            </w:r>
            <w:proofErr w:type="spellEnd"/>
            <w:r w:rsidRPr="00E51366">
              <w:rPr>
                <w:sz w:val="18"/>
                <w:szCs w:val="18"/>
              </w:rPr>
              <w:t xml:space="preserve"> Vol Var Temp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F557FE" w14:textId="044F14E7" w:rsidR="00772088" w:rsidRPr="00E51366" w:rsidRDefault="00772088" w:rsidP="00772088">
            <w:pPr>
              <w:jc w:val="center"/>
              <w:rPr>
                <w:sz w:val="18"/>
                <w:szCs w:val="18"/>
              </w:rPr>
            </w:pPr>
            <w:proofErr w:type="spellStart"/>
            <w:r w:rsidRPr="00E51366">
              <w:rPr>
                <w:sz w:val="18"/>
                <w:szCs w:val="18"/>
              </w:rPr>
              <w:t>Pkdg</w:t>
            </w:r>
            <w:proofErr w:type="spellEnd"/>
            <w:r w:rsidRPr="00E51366">
              <w:rPr>
                <w:sz w:val="18"/>
                <w:szCs w:val="18"/>
              </w:rPr>
              <w:t xml:space="preserve"> Vol Var Temp</w:t>
            </w:r>
          </w:p>
        </w:tc>
      </w:tr>
      <w:tr w:rsidR="005B254C" w:rsidRPr="00A4393C" w14:paraId="6CACE32E"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39BF890" w14:textId="5269C6C7" w:rsidR="00772088" w:rsidRPr="00E51366" w:rsidRDefault="00D6226B" w:rsidP="00772088">
            <w:pPr>
              <w:rPr>
                <w:sz w:val="18"/>
                <w:szCs w:val="18"/>
              </w:rPr>
            </w:pPr>
            <w:r w:rsidRPr="00E51366">
              <w:rPr>
                <w:sz w:val="18"/>
                <w:szCs w:val="18"/>
              </w:rPr>
              <w:t>SYSTEM: RETURN</w:t>
            </w:r>
            <w:r w:rsidR="00772088" w:rsidRPr="00E51366">
              <w:rPr>
                <w:sz w:val="18"/>
                <w:szCs w:val="18"/>
              </w:rPr>
              <w:t>-AIR-PATH</w:t>
            </w:r>
            <w:r w:rsidR="00772088" w:rsidRPr="00E51366" w:rsidDel="00184DB8">
              <w:rPr>
                <w:sz w:val="18"/>
                <w:szCs w:val="18"/>
              </w:rPr>
              <w:t xml:space="preserve"> </w:t>
            </w:r>
            <w:r w:rsidR="00772088" w:rsidRPr="00E51366">
              <w:rPr>
                <w:sz w:val="18"/>
                <w:szCs w:val="18"/>
              </w:rPr>
              <w:t>(B)</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19B948A" w14:textId="77777777" w:rsidR="00772088" w:rsidRPr="00E51366" w:rsidRDefault="00772088" w:rsidP="00772088">
            <w:pPr>
              <w:jc w:val="center"/>
              <w:rPr>
                <w:sz w:val="18"/>
                <w:szCs w:val="18"/>
              </w:rPr>
            </w:pPr>
            <w:r w:rsidRPr="00E51366">
              <w:rPr>
                <w:sz w:val="18"/>
                <w:szCs w:val="18"/>
              </w:rPr>
              <w:t>Duct</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89E3F16" w14:textId="77777777" w:rsidR="00772088" w:rsidRPr="00E51366" w:rsidRDefault="00772088" w:rsidP="00772088">
            <w:pPr>
              <w:jc w:val="center"/>
              <w:rPr>
                <w:sz w:val="18"/>
                <w:szCs w:val="18"/>
              </w:rPr>
            </w:pPr>
            <w:r w:rsidRPr="00E51366">
              <w:rPr>
                <w:sz w:val="18"/>
                <w:szCs w:val="18"/>
              </w:rPr>
              <w:t>Direct</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274D786" w14:textId="18DBF27B" w:rsidR="00772088" w:rsidRPr="00E51366" w:rsidRDefault="00772088" w:rsidP="00772088">
            <w:pPr>
              <w:jc w:val="center"/>
              <w:rPr>
                <w:sz w:val="18"/>
                <w:szCs w:val="18"/>
              </w:rPr>
            </w:pPr>
            <w:r w:rsidRPr="00E51366">
              <w:rPr>
                <w:sz w:val="18"/>
                <w:szCs w:val="18"/>
              </w:rPr>
              <w:t>Direct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E6F760" w14:textId="32AE4409" w:rsidR="00772088" w:rsidRPr="00E51366" w:rsidRDefault="00772088" w:rsidP="00772088">
            <w:pPr>
              <w:jc w:val="center"/>
              <w:rPr>
                <w:sz w:val="18"/>
                <w:szCs w:val="18"/>
              </w:rPr>
            </w:pPr>
            <w:r w:rsidRPr="00E51366">
              <w:rPr>
                <w:sz w:val="18"/>
                <w:szCs w:val="18"/>
              </w:rPr>
              <w:t>Direct</w:t>
            </w:r>
          </w:p>
        </w:tc>
      </w:tr>
      <w:tr w:rsidR="005B254C" w:rsidRPr="00A4393C" w14:paraId="5756110F"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F945C97" w14:textId="3EFBA78B" w:rsidR="00772088" w:rsidRPr="00E51366" w:rsidRDefault="00D6226B" w:rsidP="008E4295">
            <w:pPr>
              <w:rPr>
                <w:sz w:val="18"/>
                <w:szCs w:val="18"/>
              </w:rPr>
            </w:pPr>
            <w:r w:rsidRPr="00E51366">
              <w:rPr>
                <w:sz w:val="18"/>
                <w:szCs w:val="18"/>
              </w:rPr>
              <w:t>SYSTEM: DUCT</w:t>
            </w:r>
            <w:r w:rsidR="00772088" w:rsidRPr="00E51366">
              <w:rPr>
                <w:sz w:val="18"/>
                <w:szCs w:val="18"/>
              </w:rPr>
              <w:t>-AIR-LOSS</w:t>
            </w:r>
            <w:r w:rsidR="00772088" w:rsidRPr="00E51366" w:rsidDel="00184DB8">
              <w:rPr>
                <w:sz w:val="18"/>
                <w:szCs w:val="18"/>
              </w:rPr>
              <w:t xml:space="preserve"> </w:t>
            </w:r>
            <w:r w:rsidR="00772088" w:rsidRPr="00E51366">
              <w:rPr>
                <w:sz w:val="18"/>
                <w:szCs w:val="18"/>
              </w:rPr>
              <w:t>(B)</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9B0D084" w14:textId="77777777" w:rsidR="00772088" w:rsidRPr="00E51366" w:rsidRDefault="00772088" w:rsidP="008E4295">
            <w:pPr>
              <w:jc w:val="center"/>
              <w:rPr>
                <w:sz w:val="18"/>
                <w:szCs w:val="18"/>
              </w:rPr>
            </w:pPr>
            <w:r w:rsidRPr="00E51366">
              <w:rPr>
                <w:sz w:val="18"/>
                <w:szCs w:val="18"/>
              </w:rPr>
              <w:t>0.15</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F3C329E" w14:textId="77777777" w:rsidR="00772088" w:rsidRPr="00E51366" w:rsidRDefault="00772088" w:rsidP="008E4295">
            <w:pPr>
              <w:jc w:val="center"/>
              <w:rPr>
                <w:sz w:val="18"/>
                <w:szCs w:val="18"/>
              </w:rPr>
            </w:pPr>
            <w:r w:rsidRPr="00E51366">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EBA499" w14:textId="48F205B7" w:rsidR="00772088" w:rsidRPr="00E51366" w:rsidRDefault="00772088" w:rsidP="008E4295">
            <w:pPr>
              <w:jc w:val="center"/>
              <w:rPr>
                <w:sz w:val="18"/>
                <w:szCs w:val="18"/>
              </w:rPr>
            </w:pPr>
            <w:r>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6EA8FF" w14:textId="377D09BF" w:rsidR="00772088" w:rsidRPr="00E51366" w:rsidRDefault="00772088" w:rsidP="008E4295">
            <w:pPr>
              <w:jc w:val="center"/>
              <w:rPr>
                <w:sz w:val="18"/>
                <w:szCs w:val="18"/>
              </w:rPr>
            </w:pPr>
            <w:r w:rsidRPr="00E51366">
              <w:rPr>
                <w:sz w:val="18"/>
                <w:szCs w:val="18"/>
              </w:rPr>
              <w:t>0</w:t>
            </w:r>
          </w:p>
        </w:tc>
      </w:tr>
      <w:tr w:rsidR="005B254C" w:rsidRPr="00A4393C" w14:paraId="0F6D3629"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BD93ECC" w14:textId="575764DF" w:rsidR="00772088" w:rsidRPr="00E51366" w:rsidRDefault="00D6226B" w:rsidP="008E4295">
            <w:pPr>
              <w:rPr>
                <w:sz w:val="18"/>
                <w:szCs w:val="18"/>
              </w:rPr>
            </w:pPr>
            <w:r w:rsidRPr="00E51366">
              <w:rPr>
                <w:sz w:val="18"/>
                <w:szCs w:val="18"/>
              </w:rPr>
              <w:lastRenderedPageBreak/>
              <w:t>SYSTEM: SUPPLY</w:t>
            </w:r>
            <w:r w:rsidR="00772088" w:rsidRPr="00E51366">
              <w:rPr>
                <w:sz w:val="18"/>
                <w:szCs w:val="18"/>
              </w:rPr>
              <w:t>-KW/FLOW</w:t>
            </w:r>
            <w:r w:rsidR="00772088" w:rsidRPr="00E51366" w:rsidDel="00184DB8">
              <w:rPr>
                <w:sz w:val="18"/>
                <w:szCs w:val="18"/>
              </w:rPr>
              <w:t xml:space="preserve"> </w:t>
            </w:r>
            <w:r w:rsidR="00772088" w:rsidRPr="00E51366">
              <w:rPr>
                <w:sz w:val="18"/>
                <w:szCs w:val="18"/>
              </w:rPr>
              <w:t>(C)</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84AE37C" w14:textId="77777777" w:rsidR="00772088" w:rsidRPr="00E51366" w:rsidRDefault="00772088" w:rsidP="008E4295">
            <w:pPr>
              <w:jc w:val="center"/>
              <w:rPr>
                <w:sz w:val="18"/>
                <w:szCs w:val="18"/>
              </w:rPr>
            </w:pPr>
            <w:r w:rsidRPr="00E51366">
              <w:rPr>
                <w:sz w:val="18"/>
                <w:szCs w:val="18"/>
              </w:rPr>
              <w:t>0.000652</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C0601E8" w14:textId="77777777" w:rsidR="00772088" w:rsidRPr="00E51366" w:rsidRDefault="00772088" w:rsidP="008E4295">
            <w:pPr>
              <w:jc w:val="center"/>
              <w:rPr>
                <w:sz w:val="18"/>
                <w:szCs w:val="18"/>
              </w:rPr>
            </w:pPr>
            <w:r w:rsidRPr="00E51366">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9243CF" w14:textId="07D21DB1" w:rsidR="00772088" w:rsidRPr="00E51366" w:rsidRDefault="00772088" w:rsidP="008E4295">
            <w:pPr>
              <w:jc w:val="center"/>
              <w:rPr>
                <w:sz w:val="18"/>
                <w:szCs w:val="18"/>
              </w:rPr>
            </w:pPr>
            <w:r>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8416D8" w14:textId="351674F9" w:rsidR="00772088" w:rsidRPr="00E51366" w:rsidRDefault="00772088" w:rsidP="008E4295">
            <w:pPr>
              <w:jc w:val="center"/>
              <w:rPr>
                <w:sz w:val="18"/>
                <w:szCs w:val="18"/>
              </w:rPr>
            </w:pPr>
            <w:r w:rsidRPr="00E51366">
              <w:rPr>
                <w:sz w:val="18"/>
                <w:szCs w:val="18"/>
              </w:rPr>
              <w:t>0</w:t>
            </w:r>
          </w:p>
        </w:tc>
      </w:tr>
      <w:tr w:rsidR="005B254C" w:rsidRPr="00A4393C" w14:paraId="2F852438"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BC386A1" w14:textId="4EC5B5FF" w:rsidR="00772088" w:rsidRPr="00E51366" w:rsidRDefault="00D6226B" w:rsidP="008E4295">
            <w:pPr>
              <w:rPr>
                <w:sz w:val="18"/>
                <w:szCs w:val="18"/>
              </w:rPr>
            </w:pPr>
            <w:r w:rsidRPr="00E51366">
              <w:rPr>
                <w:sz w:val="18"/>
                <w:szCs w:val="18"/>
              </w:rPr>
              <w:t>SYSTEM: MIN</w:t>
            </w:r>
            <w:r w:rsidR="00772088" w:rsidRPr="00E51366">
              <w:rPr>
                <w:sz w:val="18"/>
                <w:szCs w:val="18"/>
              </w:rPr>
              <w:t>-OUTSIDE-AIR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710B01F" w14:textId="77777777" w:rsidR="00772088" w:rsidRPr="00E51366" w:rsidRDefault="00772088" w:rsidP="008E4295">
            <w:pPr>
              <w:jc w:val="center"/>
              <w:rPr>
                <w:sz w:val="18"/>
                <w:szCs w:val="18"/>
              </w:rPr>
            </w:pPr>
            <w:r w:rsidRPr="00E51366">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64162CF" w14:textId="77777777" w:rsidR="00772088" w:rsidRPr="00E51366" w:rsidRDefault="00772088" w:rsidP="008E4295">
            <w:pPr>
              <w:jc w:val="center"/>
              <w:rPr>
                <w:sz w:val="18"/>
                <w:szCs w:val="18"/>
              </w:rPr>
            </w:pPr>
            <w:r w:rsidRPr="00E51366">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B439DB" w14:textId="22C9CB78" w:rsidR="00772088" w:rsidRPr="00E51366" w:rsidRDefault="00772088" w:rsidP="008E4295">
            <w:pPr>
              <w:jc w:val="center"/>
              <w:rPr>
                <w:sz w:val="18"/>
                <w:szCs w:val="18"/>
              </w:rPr>
            </w:pPr>
            <w:r>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789F53" w14:textId="3B401D63" w:rsidR="00772088" w:rsidRPr="00E51366" w:rsidRDefault="00772088" w:rsidP="008E4295">
            <w:pPr>
              <w:jc w:val="center"/>
              <w:rPr>
                <w:sz w:val="18"/>
                <w:szCs w:val="18"/>
              </w:rPr>
            </w:pPr>
            <w:r w:rsidRPr="00E51366">
              <w:rPr>
                <w:sz w:val="18"/>
                <w:szCs w:val="18"/>
              </w:rPr>
              <w:t>0</w:t>
            </w:r>
          </w:p>
        </w:tc>
      </w:tr>
      <w:tr w:rsidR="005B254C" w:rsidRPr="00A4393C" w14:paraId="162D608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1CB55EE" w14:textId="11E3E290" w:rsidR="00772088" w:rsidRPr="00E51366" w:rsidRDefault="00D6226B" w:rsidP="008E4295">
            <w:pPr>
              <w:rPr>
                <w:sz w:val="18"/>
                <w:szCs w:val="18"/>
              </w:rPr>
            </w:pPr>
            <w:r w:rsidRPr="00E51366">
              <w:rPr>
                <w:sz w:val="18"/>
                <w:szCs w:val="18"/>
              </w:rPr>
              <w:t>SYSTEM: OA</w:t>
            </w:r>
            <w:r w:rsidR="00772088" w:rsidRPr="00E51366">
              <w:rPr>
                <w:sz w:val="18"/>
                <w:szCs w:val="18"/>
              </w:rPr>
              <w:t>-CONTROL</w:t>
            </w:r>
            <w:r w:rsidR="00772088" w:rsidRPr="00E51366" w:rsidDel="00184DB8">
              <w:rPr>
                <w:sz w:val="18"/>
                <w:szCs w:val="18"/>
              </w:rPr>
              <w:t xml:space="preserve"> </w:t>
            </w:r>
            <w:r w:rsidR="00772088" w:rsidRPr="00E51366">
              <w:rPr>
                <w:sz w:val="18"/>
                <w:szCs w:val="18"/>
              </w:rPr>
              <w:t>(D)</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0AC6048" w14:textId="77777777" w:rsidR="00772088" w:rsidRPr="00E51366" w:rsidRDefault="00772088" w:rsidP="008E4295">
            <w:pPr>
              <w:jc w:val="center"/>
              <w:rPr>
                <w:sz w:val="18"/>
                <w:szCs w:val="18"/>
              </w:rPr>
            </w:pPr>
            <w:r w:rsidRPr="00E51366">
              <w:rPr>
                <w:sz w:val="18"/>
                <w:szCs w:val="18"/>
              </w:rPr>
              <w:t>OA Temperature</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FF6754F" w14:textId="77777777" w:rsidR="00772088" w:rsidRPr="00E51366" w:rsidRDefault="00772088" w:rsidP="008E4295">
            <w:pPr>
              <w:jc w:val="center"/>
              <w:rPr>
                <w:sz w:val="18"/>
                <w:szCs w:val="18"/>
              </w:rPr>
            </w:pPr>
            <w:r w:rsidRPr="00E51366">
              <w:rPr>
                <w:sz w:val="18"/>
                <w:szCs w:val="18"/>
              </w:rPr>
              <w:t>Fixed Fraction</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D10715" w14:textId="486C6170" w:rsidR="00772088" w:rsidRPr="00E51366" w:rsidRDefault="00772088" w:rsidP="008E4295">
            <w:pPr>
              <w:jc w:val="center"/>
              <w:rPr>
                <w:sz w:val="18"/>
                <w:szCs w:val="18"/>
              </w:rPr>
            </w:pPr>
            <w:r w:rsidRPr="00E51366">
              <w:rPr>
                <w:sz w:val="18"/>
                <w:szCs w:val="18"/>
              </w:rPr>
              <w:t>Fixed Fraction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CFF38A7" w14:textId="0E1C46B3" w:rsidR="00772088" w:rsidRPr="00E51366" w:rsidRDefault="00772088" w:rsidP="008E4295">
            <w:pPr>
              <w:jc w:val="center"/>
              <w:rPr>
                <w:sz w:val="18"/>
                <w:szCs w:val="18"/>
              </w:rPr>
            </w:pPr>
            <w:r w:rsidRPr="00E51366">
              <w:rPr>
                <w:sz w:val="18"/>
                <w:szCs w:val="18"/>
              </w:rPr>
              <w:t>Fixed Fraction</w:t>
            </w:r>
          </w:p>
        </w:tc>
      </w:tr>
      <w:tr w:rsidR="005B254C" w:rsidRPr="00C245E2" w14:paraId="0832032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5DC9FE9" w14:textId="281D1961" w:rsidR="00772088" w:rsidRPr="00E51366" w:rsidRDefault="00D6226B" w:rsidP="008E4295">
            <w:pPr>
              <w:rPr>
                <w:sz w:val="18"/>
                <w:szCs w:val="18"/>
              </w:rPr>
            </w:pPr>
            <w:r w:rsidRPr="00E51366">
              <w:rPr>
                <w:sz w:val="18"/>
                <w:szCs w:val="18"/>
              </w:rPr>
              <w:t>SYSTEM: COOLING</w:t>
            </w:r>
            <w:r w:rsidR="00772088" w:rsidRPr="00E51366">
              <w:rPr>
                <w:sz w:val="18"/>
                <w:szCs w:val="18"/>
              </w:rPr>
              <w:t>-</w:t>
            </w:r>
            <w:r w:rsidRPr="00E51366">
              <w:rPr>
                <w:sz w:val="18"/>
                <w:szCs w:val="18"/>
              </w:rPr>
              <w:t>EIR</w:t>
            </w:r>
            <w:r w:rsidRPr="00E51366" w:rsidDel="00184DB8">
              <w:rPr>
                <w:sz w:val="18"/>
                <w:szCs w:val="18"/>
              </w:rPr>
              <w:t xml:space="preserve"> </w:t>
            </w:r>
            <w:r>
              <w:rPr>
                <w:sz w:val="18"/>
                <w:szCs w:val="18"/>
              </w:rPr>
              <w:t>(</w:t>
            </w:r>
            <w:r w:rsidR="00772088">
              <w:rPr>
                <w:sz w:val="18"/>
                <w:szCs w:val="18"/>
              </w:rPr>
              <w:t>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BEFA66D" w14:textId="77777777" w:rsidR="00772088" w:rsidRPr="00E51366" w:rsidRDefault="00772088" w:rsidP="008E4295">
            <w:pPr>
              <w:jc w:val="center"/>
              <w:rPr>
                <w:sz w:val="18"/>
                <w:szCs w:val="18"/>
              </w:rPr>
            </w:pPr>
            <w:r w:rsidRPr="00E51366">
              <w:rPr>
                <w:sz w:val="18"/>
                <w:szCs w:val="18"/>
              </w:rPr>
              <w:t>0.3</w:t>
            </w:r>
            <w:r>
              <w:rPr>
                <w:sz w:val="18"/>
                <w:szCs w:val="18"/>
              </w:rPr>
              <w:t>28</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8646B1D" w14:textId="1D6CBE27" w:rsidR="00772088" w:rsidRDefault="005B254C" w:rsidP="008E4295">
            <w:pPr>
              <w:pStyle w:val="NoSpacing"/>
              <w:jc w:val="center"/>
              <w:rPr>
                <w:rFonts w:ascii="Calibri Light" w:eastAsiaTheme="minorEastAsia" w:hAnsi="Calibri Light"/>
                <w:sz w:val="18"/>
                <w:szCs w:val="18"/>
              </w:rPr>
            </w:pPr>
            <w:r>
              <w:rPr>
                <w:rFonts w:ascii="Calibri Light" w:eastAsiaTheme="minorEastAsia" w:hAnsi="Calibri Light"/>
                <w:sz w:val="18"/>
                <w:szCs w:val="18"/>
              </w:rPr>
              <w:t>Room AC – 0.34829 EIR (9.8 EER)</w:t>
            </w:r>
          </w:p>
          <w:p w14:paraId="26BE8FEA" w14:textId="30DCAE26" w:rsidR="005B254C" w:rsidRDefault="005B254C" w:rsidP="008E4295">
            <w:pPr>
              <w:pStyle w:val="NoSpacing"/>
              <w:jc w:val="center"/>
              <w:rPr>
                <w:rFonts w:ascii="Calibri Light" w:eastAsiaTheme="minorEastAsia" w:hAnsi="Calibri Light"/>
                <w:sz w:val="18"/>
                <w:szCs w:val="18"/>
              </w:rPr>
            </w:pPr>
            <w:r>
              <w:rPr>
                <w:rFonts w:ascii="Calibri Light" w:eastAsiaTheme="minorEastAsia" w:hAnsi="Calibri Light"/>
                <w:sz w:val="18"/>
                <w:szCs w:val="18"/>
              </w:rPr>
              <w:t>Room HP – 0.37929 EIR (9.0 EER)</w:t>
            </w:r>
          </w:p>
          <w:p w14:paraId="13D09C4F" w14:textId="15BCA14B" w:rsidR="005B254C" w:rsidRPr="00E51366" w:rsidRDefault="005B254C" w:rsidP="00732D88">
            <w:pPr>
              <w:pStyle w:val="NoSpacing"/>
              <w:jc w:val="center"/>
              <w:rPr>
                <w:rFonts w:ascii="Calibri Light" w:eastAsiaTheme="minorEastAsia" w:hAnsi="Calibri Light"/>
                <w:sz w:val="18"/>
                <w:szCs w:val="18"/>
              </w:rPr>
            </w:pPr>
            <w:r>
              <w:rPr>
                <w:rFonts w:ascii="Calibri Light" w:eastAsiaTheme="minorEastAsia" w:hAnsi="Calibri Light"/>
                <w:sz w:val="18"/>
                <w:szCs w:val="18"/>
              </w:rPr>
              <w:t xml:space="preserve">Ductless AC </w:t>
            </w:r>
            <w:r w:rsidR="00732D88">
              <w:rPr>
                <w:rFonts w:ascii="Calibri Light" w:eastAsiaTheme="minorEastAsia" w:hAnsi="Calibri Light"/>
                <w:sz w:val="18"/>
                <w:szCs w:val="18"/>
              </w:rPr>
              <w:t xml:space="preserve">or HP </w:t>
            </w:r>
            <w:r>
              <w:rPr>
                <w:rFonts w:ascii="Calibri Light" w:eastAsiaTheme="minorEastAsia" w:hAnsi="Calibri Light"/>
                <w:sz w:val="18"/>
                <w:szCs w:val="18"/>
              </w:rPr>
              <w:t>–</w:t>
            </w:r>
            <w:r w:rsidR="00732D88">
              <w:rPr>
                <w:rFonts w:ascii="Calibri Light" w:eastAsiaTheme="minorEastAsia" w:hAnsi="Calibri Light"/>
                <w:sz w:val="18"/>
                <w:szCs w:val="18"/>
              </w:rPr>
              <w:t xml:space="preserve"> see above </w:t>
            </w:r>
            <w:r>
              <w:rPr>
                <w:rFonts w:ascii="Calibri Light" w:eastAsiaTheme="minorEastAsia" w:hAnsi="Calibri Light"/>
                <w:sz w:val="18"/>
                <w:szCs w:val="18"/>
              </w:rPr>
              <w:t>(13 SEER)</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20C435" w14:textId="7E9C4C04" w:rsidR="005B254C" w:rsidRDefault="005B254C"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Room HP – 0.34829 (9.8 EER)</w:t>
            </w:r>
          </w:p>
          <w:p w14:paraId="18DD5832" w14:textId="29F1BE1D" w:rsidR="00772088" w:rsidRPr="00E51366" w:rsidRDefault="005B254C" w:rsidP="00732D88">
            <w:pPr>
              <w:pStyle w:val="NoSpacing"/>
              <w:jc w:val="center"/>
              <w:rPr>
                <w:rFonts w:ascii="Calibri Light" w:eastAsiaTheme="minorEastAsia" w:hAnsi="Calibri Light"/>
                <w:b/>
                <w:sz w:val="18"/>
                <w:szCs w:val="18"/>
              </w:rPr>
            </w:pPr>
            <w:r>
              <w:rPr>
                <w:rFonts w:ascii="Calibri Light" w:eastAsiaTheme="minorEastAsia" w:hAnsi="Calibri Light"/>
                <w:sz w:val="18"/>
                <w:szCs w:val="18"/>
              </w:rPr>
              <w:t xml:space="preserve">Ductless AC </w:t>
            </w:r>
            <w:r w:rsidR="00732D88">
              <w:rPr>
                <w:rFonts w:ascii="Calibri Light" w:eastAsiaTheme="minorEastAsia" w:hAnsi="Calibri Light"/>
                <w:sz w:val="18"/>
                <w:szCs w:val="18"/>
              </w:rPr>
              <w:t xml:space="preserve">or HP </w:t>
            </w:r>
            <w:r>
              <w:rPr>
                <w:rFonts w:ascii="Calibri Light" w:eastAsiaTheme="minorEastAsia" w:hAnsi="Calibri Light"/>
                <w:sz w:val="18"/>
                <w:szCs w:val="18"/>
              </w:rPr>
              <w:t>–</w:t>
            </w:r>
            <w:r w:rsidR="00732D88">
              <w:rPr>
                <w:rFonts w:ascii="Calibri Light" w:eastAsiaTheme="minorEastAsia" w:hAnsi="Calibri Light"/>
                <w:sz w:val="18"/>
                <w:szCs w:val="18"/>
              </w:rPr>
              <w:t xml:space="preserve"> see above</w:t>
            </w:r>
            <w:r>
              <w:rPr>
                <w:rFonts w:ascii="Calibri Light" w:eastAsiaTheme="minorEastAsia" w:hAnsi="Calibri Light"/>
                <w:sz w:val="18"/>
                <w:szCs w:val="18"/>
              </w:rPr>
              <w:t xml:space="preserve"> (14 SEER)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0DD6329" w14:textId="663924F1" w:rsidR="004B61D9" w:rsidRPr="00732D88" w:rsidRDefault="00732D88" w:rsidP="008E4295">
            <w:pPr>
              <w:pStyle w:val="NoSpacing"/>
              <w:jc w:val="center"/>
              <w:rPr>
                <w:rFonts w:ascii="Calibri Light" w:eastAsiaTheme="minorEastAsia" w:hAnsi="Calibri Light"/>
                <w:bCs/>
                <w:sz w:val="18"/>
                <w:szCs w:val="18"/>
              </w:rPr>
            </w:pPr>
            <w:r w:rsidRPr="00732D88">
              <w:rPr>
                <w:rFonts w:ascii="Calibri Light" w:eastAsiaTheme="minorEastAsia" w:hAnsi="Calibri Light"/>
                <w:bCs/>
                <w:sz w:val="18"/>
                <w:szCs w:val="18"/>
              </w:rPr>
              <w:t xml:space="preserve">See </w:t>
            </w:r>
            <w:r>
              <w:rPr>
                <w:rFonts w:ascii="Calibri Light" w:eastAsiaTheme="minorEastAsia" w:hAnsi="Calibri Light"/>
                <w:bCs/>
                <w:sz w:val="18"/>
                <w:szCs w:val="18"/>
              </w:rPr>
              <w:t>previous section regarding EER &amp; COP</w:t>
            </w:r>
          </w:p>
        </w:tc>
      </w:tr>
      <w:tr w:rsidR="005B254C" w14:paraId="08CDC49B"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1AF87D3" w14:textId="7F635B73" w:rsidR="00772088" w:rsidRPr="00E51366" w:rsidRDefault="00D6226B" w:rsidP="008E4295">
            <w:pPr>
              <w:rPr>
                <w:sz w:val="18"/>
                <w:szCs w:val="18"/>
              </w:rPr>
            </w:pPr>
            <w:r w:rsidRPr="00E51366">
              <w:rPr>
                <w:sz w:val="18"/>
                <w:szCs w:val="18"/>
              </w:rPr>
              <w:t>SYSTEM: HEAT</w:t>
            </w:r>
            <w:r w:rsidR="00772088" w:rsidRPr="00E51366">
              <w:rPr>
                <w:sz w:val="18"/>
                <w:szCs w:val="18"/>
              </w:rPr>
              <w:t>-SOURCE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5FA53E9" w14:textId="77777777" w:rsidR="00772088" w:rsidRPr="00E51366" w:rsidRDefault="00772088" w:rsidP="008E4295">
            <w:pPr>
              <w:jc w:val="center"/>
              <w:rPr>
                <w:sz w:val="18"/>
                <w:szCs w:val="18"/>
              </w:rPr>
            </w:pPr>
            <w:r w:rsidRPr="00E51366">
              <w:rPr>
                <w:sz w:val="18"/>
                <w:szCs w:val="18"/>
              </w:rPr>
              <w:t>Furnace</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2C14438" w14:textId="62F421E0" w:rsidR="00772088" w:rsidRDefault="005B254C" w:rsidP="008E4295">
            <w:pPr>
              <w:jc w:val="center"/>
              <w:rPr>
                <w:sz w:val="18"/>
                <w:szCs w:val="18"/>
              </w:rPr>
            </w:pPr>
            <w:r>
              <w:rPr>
                <w:sz w:val="18"/>
                <w:szCs w:val="18"/>
              </w:rPr>
              <w:t>Electric resistance</w:t>
            </w:r>
            <w:r w:rsidR="00BB60B3">
              <w:rPr>
                <w:sz w:val="18"/>
                <w:szCs w:val="18"/>
              </w:rPr>
              <w:t xml:space="preserve"> space heater</w:t>
            </w:r>
            <w:r>
              <w:rPr>
                <w:sz w:val="18"/>
                <w:szCs w:val="18"/>
              </w:rPr>
              <w:t xml:space="preserve"> for Room AC and Ductless AC</w:t>
            </w:r>
          </w:p>
          <w:p w14:paraId="2F71FC92" w14:textId="2A4C7791" w:rsidR="005B254C" w:rsidRPr="00E51366" w:rsidRDefault="005B254C" w:rsidP="008E4295">
            <w:pPr>
              <w:jc w:val="center"/>
              <w:rPr>
                <w:sz w:val="18"/>
                <w:szCs w:val="18"/>
              </w:rPr>
            </w:pPr>
            <w:r>
              <w:rPr>
                <w:sz w:val="18"/>
                <w:szCs w:val="18"/>
              </w:rPr>
              <w:t>Heat Pump for Room HP and Ductless HP</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494A4F" w14:textId="2FE9AC28" w:rsidR="0062607D" w:rsidRPr="00E51366" w:rsidRDefault="00E34137" w:rsidP="005B254C">
            <w:pPr>
              <w:jc w:val="center"/>
              <w:rPr>
                <w:sz w:val="18"/>
                <w:szCs w:val="18"/>
              </w:rPr>
            </w:pPr>
            <w:r>
              <w:rPr>
                <w:sz w:val="18"/>
                <w:szCs w:val="18"/>
              </w:rPr>
              <w:t>Heat Pump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F33F3C" w14:textId="7E8D3C25" w:rsidR="00772088" w:rsidRPr="00E51366" w:rsidRDefault="00772088" w:rsidP="008E4295">
            <w:pPr>
              <w:jc w:val="center"/>
              <w:rPr>
                <w:sz w:val="18"/>
                <w:szCs w:val="18"/>
              </w:rPr>
            </w:pPr>
            <w:r w:rsidRPr="00E51366">
              <w:rPr>
                <w:sz w:val="18"/>
                <w:szCs w:val="18"/>
              </w:rPr>
              <w:t>Heat Pump</w:t>
            </w:r>
          </w:p>
        </w:tc>
      </w:tr>
      <w:tr w:rsidR="005B254C" w14:paraId="73CC347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8FC1FAF" w14:textId="21B85A58" w:rsidR="00772088" w:rsidRPr="00E51366" w:rsidRDefault="00D6226B" w:rsidP="008E4295">
            <w:pPr>
              <w:rPr>
                <w:sz w:val="18"/>
                <w:szCs w:val="18"/>
              </w:rPr>
            </w:pPr>
            <w:r w:rsidRPr="00E51366">
              <w:rPr>
                <w:sz w:val="18"/>
                <w:szCs w:val="18"/>
              </w:rPr>
              <w:t>SYSTEM: FURNACE</w:t>
            </w:r>
            <w:r w:rsidR="00772088" w:rsidRPr="00E51366">
              <w:rPr>
                <w:sz w:val="18"/>
                <w:szCs w:val="18"/>
              </w:rPr>
              <w:t>-HIR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B587150" w14:textId="77777777" w:rsidR="00772088" w:rsidRPr="00E51366" w:rsidRDefault="00772088" w:rsidP="008E4295">
            <w:pPr>
              <w:jc w:val="center"/>
              <w:rPr>
                <w:sz w:val="18"/>
                <w:szCs w:val="18"/>
              </w:rPr>
            </w:pPr>
            <w:r w:rsidRPr="00E51366">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AFFE3C0" w14:textId="0A1735BD" w:rsidR="00772088" w:rsidRPr="00E51366" w:rsidRDefault="005B254C" w:rsidP="008E4295">
            <w:pPr>
              <w:pStyle w:val="NoSpacing"/>
              <w:jc w:val="center"/>
              <w:rPr>
                <w:rFonts w:ascii="Calibri Light" w:eastAsiaTheme="minorEastAsia" w:hAnsi="Calibri Light"/>
                <w:sz w:val="18"/>
                <w:szCs w:val="18"/>
              </w:rPr>
            </w:pPr>
            <w:r>
              <w:rPr>
                <w:rFonts w:ascii="Calibri Light" w:eastAsiaTheme="minorEastAsia" w:hAnsi="Calibri Light"/>
                <w:sz w:val="18"/>
                <w:szCs w:val="18"/>
              </w:rPr>
              <w:t>1.0</w:t>
            </w:r>
            <w:r w:rsidR="00772088">
              <w:rPr>
                <w:rFonts w:ascii="Calibri Light" w:eastAsiaTheme="minorEastAsia" w:hAnsi="Calibri Light"/>
                <w:sz w:val="18"/>
                <w:szCs w:val="18"/>
              </w:rPr>
              <w:t xml:space="preserve"> (</w:t>
            </w:r>
            <w:r>
              <w:rPr>
                <w:rFonts w:ascii="Calibri Light" w:eastAsiaTheme="minorEastAsia" w:hAnsi="Calibri Light"/>
                <w:sz w:val="18"/>
                <w:szCs w:val="18"/>
              </w:rPr>
              <w:t>100</w:t>
            </w:r>
            <w:r w:rsidR="00772088">
              <w:rPr>
                <w:rFonts w:ascii="Calibri Light" w:eastAsiaTheme="minorEastAsia" w:hAnsi="Calibri Light"/>
                <w:sz w:val="18"/>
                <w:szCs w:val="18"/>
              </w:rPr>
              <w:t>% AFUE)</w:t>
            </w:r>
            <w:r>
              <w:rPr>
                <w:rFonts w:ascii="Calibri Light" w:eastAsiaTheme="minorEastAsia" w:hAnsi="Calibri Light"/>
                <w:sz w:val="18"/>
                <w:szCs w:val="18"/>
              </w:rPr>
              <w:t xml:space="preserve"> for electric resistance heating</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8476DC2" w14:textId="7AA7C2D5" w:rsidR="00772088" w:rsidRPr="00E51366" w:rsidRDefault="00E34137" w:rsidP="008E4295">
            <w:pPr>
              <w:pStyle w:val="NoSpacing"/>
              <w:jc w:val="center"/>
              <w:rPr>
                <w:rFonts w:ascii="Calibri Light" w:eastAsiaTheme="minorEastAsia" w:hAnsi="Calibri Light"/>
                <w:sz w:val="18"/>
                <w:szCs w:val="18"/>
              </w:rPr>
            </w:pPr>
            <w:r w:rsidRPr="00E51366">
              <w:rPr>
                <w:rFonts w:ascii="Calibri Light" w:eastAsiaTheme="minorEastAsia" w:hAnsi="Calibri Light"/>
                <w:sz w:val="18"/>
                <w:szCs w:val="18"/>
              </w:rPr>
              <w:t>n/a</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D126D8" w14:textId="15B47DB6" w:rsidR="00772088" w:rsidRPr="00E51366" w:rsidRDefault="00772088" w:rsidP="008E4295">
            <w:pPr>
              <w:pStyle w:val="NoSpacing"/>
              <w:jc w:val="center"/>
              <w:rPr>
                <w:rFonts w:ascii="Calibri Light" w:eastAsiaTheme="minorEastAsia" w:hAnsi="Calibri Light"/>
                <w:sz w:val="18"/>
                <w:szCs w:val="18"/>
              </w:rPr>
            </w:pPr>
            <w:r w:rsidRPr="00E51366">
              <w:rPr>
                <w:rFonts w:ascii="Calibri Light" w:eastAsiaTheme="minorEastAsia" w:hAnsi="Calibri Light"/>
                <w:sz w:val="18"/>
                <w:szCs w:val="18"/>
              </w:rPr>
              <w:t>n/a</w:t>
            </w:r>
          </w:p>
        </w:tc>
      </w:tr>
      <w:tr w:rsidR="005B254C" w:rsidRPr="00875562" w14:paraId="3A689293"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C0586C7" w14:textId="386E9658" w:rsidR="005B254C" w:rsidRPr="00E51366" w:rsidRDefault="00D6226B" w:rsidP="005B254C">
            <w:pPr>
              <w:rPr>
                <w:sz w:val="18"/>
                <w:szCs w:val="18"/>
              </w:rPr>
            </w:pPr>
            <w:r w:rsidRPr="00E51366">
              <w:rPr>
                <w:sz w:val="18"/>
                <w:szCs w:val="18"/>
              </w:rPr>
              <w:t>SYSTEM: HEATING</w:t>
            </w:r>
            <w:r w:rsidR="005B254C" w:rsidRPr="00E51366">
              <w:rPr>
                <w:sz w:val="18"/>
                <w:szCs w:val="18"/>
              </w:rPr>
              <w:t>-EIR</w:t>
            </w:r>
            <w:r w:rsidR="005B254C">
              <w:rPr>
                <w:sz w:val="18"/>
                <w:szCs w:val="18"/>
              </w:rPr>
              <w:t xml:space="preserve"> (F)</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B10807E" w14:textId="77777777" w:rsidR="005B254C" w:rsidRPr="00E51366" w:rsidRDefault="005B254C" w:rsidP="005B254C">
            <w:pPr>
              <w:jc w:val="center"/>
              <w:rPr>
                <w:sz w:val="18"/>
                <w:szCs w:val="18"/>
              </w:rPr>
            </w:pPr>
            <w:r w:rsidRPr="00E51366">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7C998D9" w14:textId="74FB05CC" w:rsidR="005B254C" w:rsidRDefault="005B254C" w:rsidP="005B254C">
            <w:pPr>
              <w:pStyle w:val="NoSpacing"/>
              <w:jc w:val="center"/>
              <w:rPr>
                <w:rFonts w:ascii="Calibri Light" w:eastAsiaTheme="minorEastAsia" w:hAnsi="Calibri Light"/>
                <w:sz w:val="18"/>
                <w:szCs w:val="18"/>
              </w:rPr>
            </w:pPr>
          </w:p>
          <w:p w14:paraId="6BF9A44E" w14:textId="0417B2DD" w:rsidR="005B254C" w:rsidRDefault="005B254C"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 xml:space="preserve">Room HP – </w:t>
            </w:r>
            <w:r w:rsidR="00B302E4">
              <w:rPr>
                <w:rFonts w:ascii="Calibri Light" w:eastAsiaTheme="minorEastAsia" w:hAnsi="Calibri Light"/>
                <w:sz w:val="18"/>
                <w:szCs w:val="18"/>
              </w:rPr>
              <w:t>See above</w:t>
            </w:r>
          </w:p>
          <w:p w14:paraId="431E59E2" w14:textId="61E7E396" w:rsidR="005B254C" w:rsidRPr="00E51366" w:rsidRDefault="005B254C"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Ductless HP – 0.3</w:t>
            </w:r>
            <w:r w:rsidR="002236AE">
              <w:rPr>
                <w:rFonts w:ascii="Calibri Light" w:eastAsiaTheme="minorEastAsia" w:hAnsi="Calibri Light"/>
                <w:sz w:val="18"/>
                <w:szCs w:val="18"/>
              </w:rPr>
              <w:t>1341</w:t>
            </w:r>
            <w:r>
              <w:rPr>
                <w:rFonts w:ascii="Calibri Light" w:eastAsiaTheme="minorEastAsia" w:hAnsi="Calibri Light"/>
                <w:sz w:val="18"/>
                <w:szCs w:val="18"/>
              </w:rPr>
              <w:t xml:space="preserve"> EIR (7.7 HPSF)</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8D3EF8" w14:textId="77777777" w:rsidR="005655BD" w:rsidRDefault="005655BD" w:rsidP="002236AE">
            <w:pPr>
              <w:pStyle w:val="NoSpacing"/>
              <w:jc w:val="center"/>
              <w:rPr>
                <w:rFonts w:ascii="Calibri Light" w:eastAsiaTheme="minorEastAsia" w:hAnsi="Calibri Light"/>
                <w:sz w:val="18"/>
                <w:szCs w:val="18"/>
              </w:rPr>
            </w:pPr>
          </w:p>
          <w:p w14:paraId="575BDA9C" w14:textId="07B8A137" w:rsidR="002236AE" w:rsidRDefault="002236AE" w:rsidP="002236AE">
            <w:pPr>
              <w:pStyle w:val="NoSpacing"/>
              <w:jc w:val="center"/>
              <w:rPr>
                <w:rFonts w:ascii="Calibri Light" w:eastAsiaTheme="minorEastAsia" w:hAnsi="Calibri Light"/>
                <w:sz w:val="18"/>
                <w:szCs w:val="18"/>
              </w:rPr>
            </w:pPr>
            <w:r>
              <w:rPr>
                <w:rFonts w:ascii="Calibri Light" w:eastAsiaTheme="minorEastAsia" w:hAnsi="Calibri Light"/>
                <w:sz w:val="18"/>
                <w:szCs w:val="18"/>
              </w:rPr>
              <w:t>Room HP –</w:t>
            </w:r>
            <w:r w:rsidR="00B302E4">
              <w:rPr>
                <w:rFonts w:ascii="Calibri Light" w:eastAsiaTheme="minorEastAsia" w:hAnsi="Calibri Light"/>
                <w:sz w:val="18"/>
                <w:szCs w:val="18"/>
              </w:rPr>
              <w:t xml:space="preserve"> See above</w:t>
            </w:r>
          </w:p>
          <w:p w14:paraId="000ECFEE" w14:textId="05C35785" w:rsidR="005B254C" w:rsidRPr="00E51366" w:rsidRDefault="002236AE" w:rsidP="005B254C">
            <w:pPr>
              <w:pStyle w:val="NoSpacing"/>
              <w:jc w:val="center"/>
              <w:rPr>
                <w:rFonts w:ascii="Calibri Light" w:eastAsiaTheme="minorEastAsia" w:hAnsi="Calibri Light"/>
                <w:b/>
                <w:sz w:val="18"/>
                <w:szCs w:val="18"/>
              </w:rPr>
            </w:pPr>
            <w:r>
              <w:rPr>
                <w:rFonts w:ascii="Calibri Light" w:eastAsiaTheme="minorEastAsia" w:hAnsi="Calibri Light"/>
                <w:sz w:val="18"/>
                <w:szCs w:val="18"/>
              </w:rPr>
              <w:t>Ductless HP – 0.29430 EIR (8.2 HPSF)</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94515F8" w14:textId="0645ED46" w:rsidR="00E4193B" w:rsidRPr="00E51366" w:rsidRDefault="00A85CAD" w:rsidP="005B254C">
            <w:pPr>
              <w:pStyle w:val="NoSpacing"/>
              <w:jc w:val="center"/>
              <w:rPr>
                <w:rFonts w:ascii="Calibri Light" w:eastAsiaTheme="minorEastAsia" w:hAnsi="Calibri Light"/>
                <w:sz w:val="18"/>
                <w:szCs w:val="18"/>
              </w:rPr>
            </w:pPr>
            <w:r w:rsidRPr="00732D88">
              <w:rPr>
                <w:rFonts w:ascii="Calibri Light" w:eastAsiaTheme="minorEastAsia" w:hAnsi="Calibri Light"/>
                <w:bCs/>
                <w:sz w:val="18"/>
                <w:szCs w:val="18"/>
              </w:rPr>
              <w:t xml:space="preserve">See </w:t>
            </w:r>
            <w:r>
              <w:rPr>
                <w:rFonts w:ascii="Calibri Light" w:eastAsiaTheme="minorEastAsia" w:hAnsi="Calibri Light"/>
                <w:bCs/>
                <w:sz w:val="18"/>
                <w:szCs w:val="18"/>
              </w:rPr>
              <w:t>previous section regarding EER &amp; COP</w:t>
            </w:r>
          </w:p>
        </w:tc>
      </w:tr>
      <w:tr w:rsidR="000C5280" w:rsidRPr="00875562" w14:paraId="2C6B5218"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7F2B218" w14:textId="2811EB70" w:rsidR="000C5280" w:rsidRDefault="000C5280" w:rsidP="005B254C">
            <w:pPr>
              <w:rPr>
                <w:sz w:val="18"/>
                <w:szCs w:val="18"/>
              </w:rPr>
            </w:pPr>
            <w:r w:rsidRPr="000C5280">
              <w:rPr>
                <w:sz w:val="18"/>
                <w:szCs w:val="18"/>
              </w:rPr>
              <w:t>AIR/TEMP-CONTROL</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4A728B3" w14:textId="5198ECEF" w:rsidR="000C5280" w:rsidRDefault="000C5280" w:rsidP="005B254C">
            <w:pPr>
              <w:jc w:val="center"/>
              <w:rPr>
                <w:sz w:val="18"/>
                <w:szCs w:val="18"/>
              </w:rPr>
            </w:pPr>
            <w:r>
              <w:rPr>
                <w:sz w:val="18"/>
                <w:szCs w:val="18"/>
              </w:rPr>
              <w:t>TWO-SPEED</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BD116AB" w14:textId="4314FA22" w:rsidR="000C5280" w:rsidRDefault="000C5280" w:rsidP="005B254C">
            <w:pPr>
              <w:pStyle w:val="NoSpacing"/>
              <w:jc w:val="center"/>
              <w:rPr>
                <w:rFonts w:ascii="Calibri Light" w:eastAsiaTheme="minorEastAsia" w:hAnsi="Calibri Light"/>
                <w:sz w:val="18"/>
                <w:szCs w:val="18"/>
              </w:rPr>
            </w:pPr>
            <w:r w:rsidRPr="000C5280">
              <w:rPr>
                <w:rFonts w:ascii="Calibri Light" w:eastAsiaTheme="minorEastAsia" w:hAnsi="Calibri Light"/>
                <w:sz w:val="18"/>
                <w:szCs w:val="18"/>
              </w:rPr>
              <w:t>VARIABLE-VOL/TEMP</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5F8E70" w14:textId="05E81CCA" w:rsidR="000C5280" w:rsidRDefault="000C5280" w:rsidP="00CA0581">
            <w:pPr>
              <w:pStyle w:val="NoSpacing"/>
              <w:jc w:val="center"/>
              <w:rPr>
                <w:rFonts w:ascii="Calibri Light" w:eastAsiaTheme="minorEastAsia" w:hAnsi="Calibri Light"/>
                <w:sz w:val="18"/>
                <w:szCs w:val="18"/>
              </w:rPr>
            </w:pPr>
            <w:r w:rsidRPr="000C5280">
              <w:rPr>
                <w:rFonts w:ascii="Calibri Light" w:eastAsiaTheme="minorEastAsia" w:hAnsi="Calibri Light"/>
                <w:sz w:val="18"/>
                <w:szCs w:val="18"/>
              </w:rPr>
              <w:t>VARIABLE-VOL/TEMP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FE84352" w14:textId="01B686BF" w:rsidR="000C5280" w:rsidRDefault="000C5280" w:rsidP="005B254C">
            <w:pPr>
              <w:pStyle w:val="NoSpacing"/>
              <w:jc w:val="center"/>
              <w:rPr>
                <w:rFonts w:ascii="Calibri Light" w:eastAsiaTheme="minorEastAsia" w:hAnsi="Calibri Light"/>
                <w:sz w:val="18"/>
                <w:szCs w:val="18"/>
              </w:rPr>
            </w:pPr>
            <w:r w:rsidRPr="000C5280">
              <w:rPr>
                <w:rFonts w:ascii="Calibri Light" w:eastAsiaTheme="minorEastAsia" w:hAnsi="Calibri Light"/>
                <w:sz w:val="18"/>
                <w:szCs w:val="18"/>
              </w:rPr>
              <w:t>VARIABLE-VOL/TEMP</w:t>
            </w:r>
          </w:p>
        </w:tc>
      </w:tr>
      <w:tr w:rsidR="00732D88" w:rsidRPr="00875562" w14:paraId="78B60C38"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50D80EA" w14:textId="6F2D0F00" w:rsidR="00732D88" w:rsidRDefault="00732D88" w:rsidP="005B254C">
            <w:pPr>
              <w:rPr>
                <w:sz w:val="18"/>
                <w:szCs w:val="18"/>
              </w:rPr>
            </w:pPr>
            <w:r>
              <w:rPr>
                <w:sz w:val="18"/>
                <w:szCs w:val="18"/>
              </w:rPr>
              <w:t xml:space="preserve">SYSTEM: </w:t>
            </w:r>
            <w:r w:rsidRPr="00732D88">
              <w:rPr>
                <w:sz w:val="18"/>
                <w:szCs w:val="18"/>
              </w:rPr>
              <w:t>MIN-FLOW-RATIO</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2174EE6" w14:textId="0F156175" w:rsidR="00732D88" w:rsidRDefault="000C5280" w:rsidP="005B254C">
            <w:pPr>
              <w:jc w:val="center"/>
              <w:rPr>
                <w:sz w:val="18"/>
                <w:szCs w:val="18"/>
              </w:rPr>
            </w:pPr>
            <w:r>
              <w:rPr>
                <w:sz w:val="18"/>
                <w:szCs w:val="18"/>
              </w:rPr>
              <w:t>1.0</w:t>
            </w:r>
            <w:r w:rsidR="005C7B01">
              <w:rPr>
                <w:sz w:val="18"/>
                <w:szCs w:val="18"/>
              </w:rPr>
              <w:t xml:space="preserve"> (one-speed)</w:t>
            </w:r>
            <w:r>
              <w:rPr>
                <w:sz w:val="18"/>
                <w:szCs w:val="18"/>
              </w:rPr>
              <w:t xml:space="preserve"> or 0.739</w:t>
            </w:r>
            <w:r w:rsidR="005C7B01">
              <w:rPr>
                <w:sz w:val="18"/>
                <w:szCs w:val="18"/>
              </w:rPr>
              <w:t xml:space="preserve"> (two-speed)</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33AA8BF" w14:textId="4E23E726" w:rsidR="00732D88" w:rsidRDefault="00732D88"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685D09" w14:textId="5267888D" w:rsidR="00732D88" w:rsidRDefault="00732D88" w:rsidP="00CA0581">
            <w:pPr>
              <w:pStyle w:val="NoSpacing"/>
              <w:jc w:val="center"/>
              <w:rPr>
                <w:rFonts w:ascii="Calibri Light" w:eastAsiaTheme="minorEastAsia" w:hAnsi="Calibri Light"/>
                <w:sz w:val="18"/>
                <w:szCs w:val="18"/>
              </w:rPr>
            </w:pPr>
            <w:r>
              <w:rPr>
                <w:rFonts w:ascii="Calibri Light" w:eastAsiaTheme="minorEastAsia" w:hAnsi="Calibri Light"/>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AC5FE35" w14:textId="68EE6AB4" w:rsidR="00732D88" w:rsidRPr="00732D88" w:rsidRDefault="00732D88" w:rsidP="005B254C">
            <w:pPr>
              <w:pStyle w:val="NoSpacing"/>
              <w:jc w:val="center"/>
              <w:rPr>
                <w:rFonts w:ascii="Calibri Light" w:eastAsiaTheme="minorEastAsia" w:hAnsi="Calibri Light"/>
                <w:bCs/>
                <w:sz w:val="18"/>
                <w:szCs w:val="18"/>
              </w:rPr>
            </w:pPr>
            <w:r w:rsidRPr="00732D88">
              <w:rPr>
                <w:rFonts w:ascii="Calibri Light" w:eastAsiaTheme="minorEastAsia" w:hAnsi="Calibri Light"/>
                <w:bCs/>
                <w:sz w:val="18"/>
                <w:szCs w:val="18"/>
              </w:rPr>
              <w:t>0</w:t>
            </w:r>
          </w:p>
        </w:tc>
      </w:tr>
      <w:tr w:rsidR="00732D88" w:rsidRPr="00875562" w14:paraId="306023B5"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341AC03" w14:textId="76EEE2E4" w:rsidR="00732D88" w:rsidRDefault="00732D88" w:rsidP="005B254C">
            <w:pPr>
              <w:rPr>
                <w:sz w:val="18"/>
                <w:szCs w:val="18"/>
              </w:rPr>
            </w:pPr>
            <w:r>
              <w:rPr>
                <w:sz w:val="18"/>
                <w:szCs w:val="18"/>
              </w:rPr>
              <w:t xml:space="preserve">SYSTEM: </w:t>
            </w:r>
            <w:r w:rsidRPr="00732D88">
              <w:rPr>
                <w:sz w:val="18"/>
                <w:szCs w:val="18"/>
              </w:rPr>
              <w:t>MIN-UNLOAD-RATIO</w:t>
            </w:r>
            <w:r w:rsidR="005C7B01">
              <w:rPr>
                <w:sz w:val="18"/>
                <w:szCs w:val="18"/>
              </w:rPr>
              <w:t xml:space="preserve">, </w:t>
            </w:r>
            <w:r w:rsidR="005C7B01" w:rsidRPr="005C7B01">
              <w:rPr>
                <w:sz w:val="18"/>
                <w:szCs w:val="18"/>
              </w:rPr>
              <w:t>MIN-HGB-RATIO</w:t>
            </w:r>
            <w:r w:rsidR="005C7B01">
              <w:rPr>
                <w:sz w:val="18"/>
                <w:szCs w:val="18"/>
              </w:rPr>
              <w:t xml:space="preserve">, and </w:t>
            </w:r>
            <w:r w:rsidR="005C7B01" w:rsidRPr="005C7B01">
              <w:rPr>
                <w:sz w:val="18"/>
                <w:szCs w:val="18"/>
              </w:rPr>
              <w:t>HEAT-STAGES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970C81A" w14:textId="21921A7F" w:rsidR="00732D88" w:rsidRDefault="005C7B01" w:rsidP="005B254C">
            <w:pPr>
              <w:jc w:val="center"/>
              <w:rPr>
                <w:sz w:val="18"/>
                <w:szCs w:val="18"/>
              </w:rPr>
            </w:pPr>
            <w:r>
              <w:rPr>
                <w:sz w:val="18"/>
                <w:szCs w:val="18"/>
              </w:rPr>
              <w:t>0.999</w:t>
            </w:r>
            <w:r w:rsidR="000C5280">
              <w:rPr>
                <w:sz w:val="18"/>
                <w:szCs w:val="18"/>
              </w:rPr>
              <w:t xml:space="preserve"> or 0.686</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6B9858D" w14:textId="56D19F98" w:rsidR="00732D88" w:rsidRDefault="00732D88"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0.3</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6457905" w14:textId="5D2C4490" w:rsidR="00732D88" w:rsidRDefault="00732D88" w:rsidP="00CA0581">
            <w:pPr>
              <w:pStyle w:val="NoSpacing"/>
              <w:jc w:val="center"/>
              <w:rPr>
                <w:rFonts w:ascii="Calibri Light" w:eastAsiaTheme="minorEastAsia" w:hAnsi="Calibri Light"/>
                <w:sz w:val="18"/>
                <w:szCs w:val="18"/>
              </w:rPr>
            </w:pPr>
            <w:r>
              <w:rPr>
                <w:rFonts w:ascii="Calibri Light" w:eastAsiaTheme="minorEastAsia" w:hAnsi="Calibri Light"/>
                <w:sz w:val="18"/>
                <w:szCs w:val="18"/>
              </w:rPr>
              <w:t>0.3</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4085F6" w14:textId="5C99ABFB" w:rsidR="00732D88" w:rsidRPr="00732D88" w:rsidRDefault="00732D88" w:rsidP="005B254C">
            <w:pPr>
              <w:pStyle w:val="NoSpacing"/>
              <w:jc w:val="center"/>
              <w:rPr>
                <w:rFonts w:ascii="Calibri Light" w:eastAsiaTheme="minorEastAsia" w:hAnsi="Calibri Light"/>
                <w:bCs/>
                <w:sz w:val="18"/>
                <w:szCs w:val="18"/>
              </w:rPr>
            </w:pPr>
            <w:r w:rsidRPr="00732D88">
              <w:rPr>
                <w:rFonts w:ascii="Calibri Light" w:eastAsiaTheme="minorEastAsia" w:hAnsi="Calibri Light"/>
                <w:bCs/>
                <w:sz w:val="18"/>
                <w:szCs w:val="18"/>
              </w:rPr>
              <w:t>0.3</w:t>
            </w:r>
          </w:p>
        </w:tc>
      </w:tr>
      <w:tr w:rsidR="000C5280" w:rsidRPr="00875562" w14:paraId="024703B3"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F48EB08" w14:textId="4785A07F" w:rsidR="000C5280" w:rsidRDefault="000C5280" w:rsidP="000C5280">
            <w:pPr>
              <w:rPr>
                <w:sz w:val="18"/>
                <w:szCs w:val="18"/>
              </w:rPr>
            </w:pPr>
            <w:r>
              <w:rPr>
                <w:sz w:val="18"/>
                <w:szCs w:val="18"/>
              </w:rPr>
              <w:t>SYSTEM: HEATING-CAPACITY</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B6D8897" w14:textId="6C6B12C2" w:rsidR="000C5280" w:rsidRDefault="000C5280" w:rsidP="000C5280">
            <w:pPr>
              <w:jc w:val="center"/>
              <w:rPr>
                <w:sz w:val="18"/>
                <w:szCs w:val="18"/>
              </w:rPr>
            </w:pPr>
            <w:r>
              <w:rPr>
                <w:sz w:val="18"/>
                <w:szCs w:val="18"/>
              </w:rPr>
              <w:t xml:space="preserve">Lookup table </w:t>
            </w:r>
            <w:proofErr w:type="spellStart"/>
            <w:r w:rsidRPr="00732D88">
              <w:rPr>
                <w:sz w:val="18"/>
                <w:szCs w:val="18"/>
              </w:rPr>
              <w:t>HtgAreaPerKbtuh</w:t>
            </w:r>
            <w:proofErr w:type="spellEnd"/>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41DFE45" w14:textId="62BB8885" w:rsidR="000C5280" w:rsidRDefault="000C5280" w:rsidP="000C5280">
            <w:pPr>
              <w:pStyle w:val="NoSpacing"/>
              <w:jc w:val="center"/>
              <w:rPr>
                <w:rFonts w:ascii="Calibri Light" w:eastAsiaTheme="minorEastAsia" w:hAnsi="Calibri Light"/>
                <w:sz w:val="18"/>
                <w:szCs w:val="18"/>
              </w:rPr>
            </w:pPr>
            <w:r>
              <w:rPr>
                <w:rFonts w:ascii="Calibri Light" w:eastAsiaTheme="minorEastAsia" w:hAnsi="Calibri Light"/>
                <w:sz w:val="18"/>
                <w:szCs w:val="18"/>
              </w:rPr>
              <w:t>Unused</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B068BE" w14:textId="4F7153D2" w:rsidR="000C5280" w:rsidRDefault="000C5280" w:rsidP="000C5280">
            <w:pPr>
              <w:pStyle w:val="NoSpacing"/>
              <w:jc w:val="center"/>
              <w:rPr>
                <w:rFonts w:ascii="Calibri Light" w:eastAsiaTheme="minorEastAsia" w:hAnsi="Calibri Light"/>
                <w:sz w:val="18"/>
                <w:szCs w:val="18"/>
              </w:rPr>
            </w:pPr>
            <w:r>
              <w:rPr>
                <w:rFonts w:ascii="Calibri Light" w:eastAsiaTheme="minorEastAsia" w:hAnsi="Calibri Light"/>
                <w:sz w:val="18"/>
                <w:szCs w:val="18"/>
              </w:rPr>
              <w:t>Unused</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AF2C65" w14:textId="49A982A5" w:rsidR="000C5280" w:rsidRPr="00732D88" w:rsidRDefault="000C5280" w:rsidP="000C5280">
            <w:pPr>
              <w:pStyle w:val="NoSpacing"/>
              <w:jc w:val="center"/>
              <w:rPr>
                <w:rFonts w:ascii="Calibri Light" w:eastAsiaTheme="minorEastAsia" w:hAnsi="Calibri Light"/>
                <w:bCs/>
                <w:sz w:val="18"/>
                <w:szCs w:val="18"/>
              </w:rPr>
            </w:pPr>
            <w:r w:rsidRPr="000C5280">
              <w:rPr>
                <w:rFonts w:ascii="Calibri Light" w:eastAsiaTheme="minorEastAsia" w:hAnsi="Calibri Light"/>
                <w:bCs/>
                <w:sz w:val="18"/>
                <w:szCs w:val="18"/>
              </w:rPr>
              <w:t>Unused</w:t>
            </w:r>
          </w:p>
        </w:tc>
      </w:tr>
      <w:tr w:rsidR="000C5280" w:rsidRPr="00875562" w14:paraId="4C56A7EB"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83C2312" w14:textId="0705C83D" w:rsidR="000C5280" w:rsidRDefault="000C5280" w:rsidP="000C5280">
            <w:pPr>
              <w:rPr>
                <w:sz w:val="18"/>
                <w:szCs w:val="18"/>
              </w:rPr>
            </w:pPr>
            <w:r>
              <w:rPr>
                <w:sz w:val="18"/>
                <w:szCs w:val="18"/>
              </w:rPr>
              <w:t xml:space="preserve">SYSTEM: </w:t>
            </w:r>
            <w:r w:rsidRPr="00732D88">
              <w:rPr>
                <w:sz w:val="18"/>
                <w:szCs w:val="18"/>
              </w:rPr>
              <w:t>HEAT/COOL-CAP</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61A2BA1" w14:textId="03DF8CE7" w:rsidR="000C5280" w:rsidRDefault="000C5280" w:rsidP="000C5280">
            <w:pPr>
              <w:jc w:val="center"/>
              <w:rPr>
                <w:sz w:val="18"/>
                <w:szCs w:val="18"/>
              </w:rPr>
            </w:pPr>
            <w:r>
              <w:rPr>
                <w:sz w:val="18"/>
                <w:szCs w:val="18"/>
              </w:rPr>
              <w:t>No effect</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5087AE8" w14:textId="322D2AFF" w:rsidR="000C5280" w:rsidRDefault="000C5280" w:rsidP="000C5280">
            <w:pPr>
              <w:pStyle w:val="NoSpacing"/>
              <w:jc w:val="center"/>
              <w:rPr>
                <w:rFonts w:ascii="Calibri Light" w:eastAsiaTheme="minorEastAsia" w:hAnsi="Calibri Light"/>
                <w:sz w:val="18"/>
                <w:szCs w:val="18"/>
              </w:rPr>
            </w:pPr>
            <w:r>
              <w:rPr>
                <w:rFonts w:ascii="Calibri Light" w:eastAsiaTheme="minorEastAsia" w:hAnsi="Calibri Light"/>
                <w:sz w:val="18"/>
                <w:szCs w:val="18"/>
              </w:rPr>
              <w:t>1.08</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15FF1B2" w14:textId="09D75181" w:rsidR="000C5280" w:rsidRDefault="000C5280" w:rsidP="000C5280">
            <w:pPr>
              <w:pStyle w:val="NoSpacing"/>
              <w:jc w:val="center"/>
              <w:rPr>
                <w:rFonts w:ascii="Calibri Light" w:eastAsiaTheme="minorEastAsia" w:hAnsi="Calibri Light"/>
                <w:sz w:val="18"/>
                <w:szCs w:val="18"/>
              </w:rPr>
            </w:pPr>
            <w:r>
              <w:rPr>
                <w:rFonts w:ascii="Calibri Light" w:eastAsiaTheme="minorEastAsia" w:hAnsi="Calibri Light"/>
                <w:sz w:val="18"/>
                <w:szCs w:val="18"/>
              </w:rPr>
              <w:t>1.08</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8C80438" w14:textId="245E85AD" w:rsidR="000C5280" w:rsidRPr="00732D88" w:rsidRDefault="000C5280" w:rsidP="000C5280">
            <w:pPr>
              <w:pStyle w:val="NoSpacing"/>
              <w:jc w:val="center"/>
              <w:rPr>
                <w:rFonts w:ascii="Calibri Light" w:eastAsiaTheme="minorEastAsia" w:hAnsi="Calibri Light"/>
                <w:bCs/>
                <w:sz w:val="18"/>
                <w:szCs w:val="18"/>
              </w:rPr>
            </w:pPr>
            <w:r>
              <w:rPr>
                <w:rFonts w:ascii="Calibri Light" w:eastAsiaTheme="minorEastAsia" w:hAnsi="Calibri Light"/>
                <w:sz w:val="18"/>
                <w:szCs w:val="18"/>
              </w:rPr>
              <w:t>1.08</w:t>
            </w:r>
          </w:p>
        </w:tc>
      </w:tr>
    </w:tbl>
    <w:p w14:paraId="6F326F99" w14:textId="295705F1" w:rsidR="00214F02" w:rsidRDefault="00214F02" w:rsidP="00214F02">
      <w:r>
        <w:t xml:space="preserve">The energy simulations for the selected DEER measures were run for all residential building types, for all California climate zones, all residential DEER thermostat settings, and for </w:t>
      </w:r>
      <w:r w:rsidR="003C6B77">
        <w:t xml:space="preserve">all </w:t>
      </w:r>
      <w:r w:rsidR="008E4295">
        <w:t xml:space="preserve">representative </w:t>
      </w:r>
      <w:r w:rsidR="003C6B77">
        <w:t xml:space="preserve">vintage </w:t>
      </w:r>
      <w:r w:rsidR="008E4295">
        <w:t>year</w:t>
      </w:r>
      <w:r w:rsidR="003C6B77">
        <w:t>s</w:t>
      </w:r>
      <w:r w:rsidR="008E4295">
        <w:t xml:space="preserve"> that span the median existing</w:t>
      </w:r>
      <w:r w:rsidR="003C6B77">
        <w:t xml:space="preserve"> era ("Ex", consisting of 2003, 2007, 2011, and 2015 for </w:t>
      </w:r>
      <w:proofErr w:type="spellStart"/>
      <w:r w:rsidR="003C6B77">
        <w:t>SFm</w:t>
      </w:r>
      <w:proofErr w:type="spellEnd"/>
      <w:r w:rsidR="003C6B77">
        <w:t xml:space="preserve"> and </w:t>
      </w:r>
      <w:proofErr w:type="spellStart"/>
      <w:r w:rsidR="003C6B77">
        <w:t>MFm</w:t>
      </w:r>
      <w:proofErr w:type="spellEnd"/>
      <w:r w:rsidR="003C6B77">
        <w:t xml:space="preserve"> prototypes, and MH00 and MH06 for the </w:t>
      </w:r>
      <w:proofErr w:type="spellStart"/>
      <w:r w:rsidR="003C6B77">
        <w:t>DMo</w:t>
      </w:r>
      <w:proofErr w:type="spellEnd"/>
      <w:r w:rsidR="003C6B77">
        <w:t xml:space="preserve"> prototype) and new era ("New", consisting of 2020 and MH15).</w:t>
      </w:r>
      <w:r w:rsidR="00332FA3">
        <w:t xml:space="preserve"> The models were run with the 2022 edition weather files (as announced on the DEER website).</w:t>
      </w:r>
    </w:p>
    <w:p w14:paraId="55025209" w14:textId="4113AFC8" w:rsidR="00347A17" w:rsidRDefault="00214F02" w:rsidP="00214F02">
      <w:r>
        <w:lastRenderedPageBreak/>
        <w:t>MAScontrol3 generated the annual and hourly energy usage (electric) for ea</w:t>
      </w:r>
      <w:r w:rsidR="00347A17">
        <w:t>ch measure as an intermediate file</w:t>
      </w:r>
      <w:r w:rsidR="00E93EEB">
        <w:rPr>
          <w:rStyle w:val="FootnoteReference"/>
        </w:rPr>
        <w:footnoteReference w:id="26"/>
      </w:r>
      <w:r>
        <w:t xml:space="preserve">. </w:t>
      </w:r>
      <w:r w:rsidR="00347A17">
        <w:t>Using the post processing scripts that come with MASControl3, t</w:t>
      </w:r>
      <w:r>
        <w:t xml:space="preserve">he </w:t>
      </w:r>
      <w:r w:rsidR="00347A17">
        <w:t>thermostat weighted normalized Unit Energy Consumption (UEC) values and Unit Energy Savings (UES) were calculated. The post processing scripts use DEER2020 residential thermostat weights</w:t>
      </w:r>
      <w:r w:rsidR="00347A17">
        <w:rPr>
          <w:rStyle w:val="FootnoteReference"/>
        </w:rPr>
        <w:footnoteReference w:id="27"/>
      </w:r>
      <w:r w:rsidR="00347A17">
        <w:t xml:space="preserve"> for the five thermostat settings and generate the normalizing unit (cap-tons), which vary by climate zone, for each building type.</w:t>
      </w:r>
      <w:r w:rsidR="003C6B77">
        <w:t xml:space="preserve"> Then, for each era (Ex and New) the scripts compute UEC weighted average value over the representative year vintages in that era.</w:t>
      </w:r>
    </w:p>
    <w:p w14:paraId="04215396" w14:textId="392F0AD3" w:rsidR="00347A17" w:rsidRDefault="00347A17" w:rsidP="00347A17">
      <w:r>
        <w:t xml:space="preserve">MASControl3 workbooks were setup so that the </w:t>
      </w:r>
      <w:r w:rsidR="00924D3E">
        <w:t xml:space="preserve">for </w:t>
      </w:r>
      <w:r>
        <w:t>normal replacement (NR) measures, the baseline is defined as the code/ standard baseline described in the table above</w:t>
      </w:r>
      <w:r w:rsidR="00924D3E">
        <w:t xml:space="preserve"> </w:t>
      </w:r>
      <w:r w:rsidR="003C6B77">
        <w:t>(savings labeled as above standard or "</w:t>
      </w:r>
      <w:proofErr w:type="spellStart"/>
      <w:r w:rsidR="003C6B77">
        <w:t>AStd</w:t>
      </w:r>
      <w:proofErr w:type="spellEnd"/>
      <w:r w:rsidR="003C6B77">
        <w:t xml:space="preserve">") </w:t>
      </w:r>
      <w:r w:rsidR="00924D3E">
        <w:t>and f</w:t>
      </w:r>
      <w:r>
        <w:t xml:space="preserve">or accelerated replacement (AR) measures, the first baseline is the existing baseline </w:t>
      </w:r>
      <w:r w:rsidR="00CA0581">
        <w:t>(savings labeled as above pre-existing or "</w:t>
      </w:r>
      <w:proofErr w:type="spellStart"/>
      <w:r w:rsidR="00CA0581">
        <w:t>APre</w:t>
      </w:r>
      <w:proofErr w:type="spellEnd"/>
      <w:r w:rsidR="00CA0581">
        <w:t xml:space="preserve">") </w:t>
      </w:r>
      <w:r>
        <w:t xml:space="preserve">and the second baseline is the code/standard baseline described in the table above. </w:t>
      </w:r>
      <w:r w:rsidR="00924D3E">
        <w:t>See the MASControl3 setup</w:t>
      </w:r>
      <w:r w:rsidR="00924D3E">
        <w:rPr>
          <w:rStyle w:val="FootnoteReference"/>
        </w:rPr>
        <w:footnoteReference w:id="28"/>
      </w:r>
      <w:r w:rsidR="00924D3E">
        <w:t xml:space="preserve"> and energy savings output file</w:t>
      </w:r>
      <w:r w:rsidR="00924D3E">
        <w:rPr>
          <w:rStyle w:val="FootnoteReference"/>
        </w:rPr>
        <w:footnoteReference w:id="29"/>
      </w:r>
      <w:r w:rsidR="00924D3E">
        <w:t xml:space="preserve"> for details. </w:t>
      </w:r>
    </w:p>
    <w:p w14:paraId="5CBF140C" w14:textId="3A0AA8BA" w:rsidR="008D6DC0" w:rsidRDefault="008B0F8E" w:rsidP="00347A17">
      <w:r>
        <w:t>Typically,</w:t>
      </w:r>
      <w:r w:rsidR="0028456E">
        <w:t xml:space="preserve"> electric resistance heating is used for focused heating rather than heating the entire space. On the other hand, the measure technology, ductless heat pump is sized to heat the entire space it is designed for. </w:t>
      </w:r>
      <w:r w:rsidR="009957E1">
        <w:t>Hence, r</w:t>
      </w:r>
      <w:r w:rsidR="0028456E">
        <w:t>eplacing electric resistance heating with heat pump heating will provide higher level of service by heating spaces not heated before.</w:t>
      </w:r>
      <w:r w:rsidR="00B62BB1">
        <w:t xml:space="preserve"> </w:t>
      </w:r>
      <w:bookmarkStart w:id="47" w:name="_Hlk64636239"/>
      <w:r w:rsidR="00B62BB1">
        <w:t>Given that e</w:t>
      </w:r>
      <w:r w:rsidR="0028456E">
        <w:t>nergy efficiency savings require similar level of service in the base and measure case</w:t>
      </w:r>
      <w:r w:rsidR="00F00B8E">
        <w:t>, the savings f</w:t>
      </w:r>
      <w:r w:rsidR="002B1C58">
        <w:t>rom replacing</w:t>
      </w:r>
      <w:r w:rsidR="00590022">
        <w:t xml:space="preserve"> </w:t>
      </w:r>
      <w:r w:rsidR="00F307F3">
        <w:t xml:space="preserve">systems with </w:t>
      </w:r>
      <w:r w:rsidR="002B1C58">
        <w:t xml:space="preserve">electric resistance </w:t>
      </w:r>
      <w:r w:rsidR="0043049B">
        <w:t xml:space="preserve">space heating </w:t>
      </w:r>
      <w:r w:rsidR="002B1C58">
        <w:t xml:space="preserve">were approximated to </w:t>
      </w:r>
      <w:r w:rsidR="00E92C79">
        <w:t xml:space="preserve">the savings from replacing </w:t>
      </w:r>
      <w:r w:rsidR="00952E6D">
        <w:t xml:space="preserve">room or ductless </w:t>
      </w:r>
      <w:r w:rsidR="006E1B41">
        <w:t>heat pump systems wh</w:t>
      </w:r>
      <w:r w:rsidR="00FC70D9">
        <w:t xml:space="preserve">ich </w:t>
      </w:r>
      <w:r w:rsidR="005652C4">
        <w:t>are two to three times more efficient during the heating</w:t>
      </w:r>
      <w:r w:rsidR="003E5DAD">
        <w:t xml:space="preserve"> mode</w:t>
      </w:r>
      <w:r w:rsidR="005652C4">
        <w:t xml:space="preserve"> than electric resistance heating </w:t>
      </w:r>
      <w:r w:rsidR="00A03769">
        <w:t xml:space="preserve"> </w:t>
      </w:r>
      <w:r w:rsidR="005652C4">
        <w:t>but are sized to meet the loads of the entire space</w:t>
      </w:r>
      <w:bookmarkEnd w:id="47"/>
      <w:r w:rsidR="005652C4">
        <w:t xml:space="preserve">. </w:t>
      </w:r>
      <w:r w:rsidR="00A03769">
        <w:t xml:space="preserve"> </w:t>
      </w:r>
    </w:p>
    <w:p w14:paraId="51D5C285" w14:textId="77777777" w:rsidR="004F7846" w:rsidRDefault="004F7846" w:rsidP="004F7846">
      <w:pPr>
        <w:pStyle w:val="eTRMHeading4"/>
      </w:pPr>
      <w:bookmarkStart w:id="48" w:name="_Toc53490192"/>
      <w:r>
        <w:t>Calculate the energy savings using DEER2020 prototypes</w:t>
      </w:r>
    </w:p>
    <w:p w14:paraId="1094520B" w14:textId="77777777" w:rsidR="004F7846" w:rsidRDefault="004F7846" w:rsidP="004F7846">
      <w:pPr>
        <w:pStyle w:val="ListParagraph"/>
        <w:numPr>
          <w:ilvl w:val="0"/>
          <w:numId w:val="31"/>
        </w:numPr>
      </w:pPr>
      <w:r w:rsidRPr="00815CAC">
        <w:t>Cooling and heating capacit</w:t>
      </w:r>
      <w:r>
        <w:t xml:space="preserve">y for DEER residential prototypes are fixed prior to simulation using lookup tables that select square feet of conditioned floor area per unit of cooling capacity and area per unit of heating capacity, as a function of building type, HVAC type, vintage, and climate zone. (Although DOE2 has the capability to size conditioning equipment based on design days, that feature is not utilized.) Typical values range from 352 sq. ft. per ton for mobile home; 600 to 980 sq. ft. per ton for single family; and 820 to 1000 sq. ft. per ton for multifamily. Energy efficiency savings require maintaining same level of service. Hence base case and measure case equipment are similarly sized except for electric resistance heating which are limited to 3kW capacity by the code. The savings adjustments for systems with electric resistance heating is discussed towards the end of this section.  </w:t>
      </w:r>
    </w:p>
    <w:p w14:paraId="251C2ECA" w14:textId="77777777" w:rsidR="004F7846" w:rsidRDefault="004F7846" w:rsidP="004F7846">
      <w:pPr>
        <w:pStyle w:val="ListParagraph"/>
      </w:pPr>
    </w:p>
    <w:p w14:paraId="453BB71A" w14:textId="77777777" w:rsidR="004F7846" w:rsidRDefault="004F7846" w:rsidP="004F7846">
      <w:pPr>
        <w:pStyle w:val="ListParagraph"/>
        <w:numPr>
          <w:ilvl w:val="0"/>
          <w:numId w:val="31"/>
        </w:numPr>
      </w:pPr>
      <w:r>
        <w:t>In all simulations for this measure, the model uses capacity lookup values corresponding to DEER HVAC type for residential heat pump ("</w:t>
      </w:r>
      <w:proofErr w:type="spellStart"/>
      <w:r>
        <w:t>rDXHP</w:t>
      </w:r>
      <w:proofErr w:type="spellEnd"/>
      <w:r w:rsidRPr="000511F0">
        <w:t xml:space="preserve">"). </w:t>
      </w:r>
      <w:r w:rsidRPr="00DF3E46">
        <w:rPr>
          <w:b/>
          <w:bCs/>
        </w:rPr>
        <w:t xml:space="preserve">This is to guarantee that the base case and </w:t>
      </w:r>
      <w:r w:rsidRPr="00DF3E46">
        <w:rPr>
          <w:b/>
          <w:bCs/>
        </w:rPr>
        <w:lastRenderedPageBreak/>
        <w:t>measure case model share the same cooling capacity and same heating capacity</w:t>
      </w:r>
      <w:r>
        <w:t xml:space="preserve"> and applies equally to air conditioning with electric resistance coils for heating, as well as to heat pumps.</w:t>
      </w:r>
    </w:p>
    <w:p w14:paraId="1EEC315F" w14:textId="77777777" w:rsidR="004F7846" w:rsidRDefault="004F7846" w:rsidP="004F7846">
      <w:pPr>
        <w:pStyle w:val="ListParagraph"/>
      </w:pPr>
    </w:p>
    <w:p w14:paraId="662EC394" w14:textId="57E1CE1E" w:rsidR="004F7846" w:rsidRDefault="005C7B01" w:rsidP="004F7846">
      <w:pPr>
        <w:pStyle w:val="ListParagraph"/>
        <w:numPr>
          <w:ilvl w:val="0"/>
          <w:numId w:val="31"/>
        </w:numPr>
      </w:pPr>
      <w:r>
        <w:t>A ratio of heating capacity to cooling capacity was used based on review of product data from AHRI directory, which was typically 1.08, although in practice, an implementer may choose different ratio based on climate and design considerations. This results in slightly greater heating capacity, compared to DEER2020 defaults using a lookup table for capacity per floor area.</w:t>
      </w:r>
    </w:p>
    <w:p w14:paraId="46B7702E" w14:textId="0F4D1469" w:rsidR="00BB4F22" w:rsidRDefault="00BB4F22" w:rsidP="00427574">
      <w:pPr>
        <w:pStyle w:val="eTRMHeading3"/>
      </w:pPr>
      <w:r w:rsidRPr="0001609E">
        <w:t>Peak Electric Demand Reduction (</w:t>
      </w:r>
      <w:r w:rsidR="00E647AA" w:rsidRPr="00E647AA">
        <w:t>kW</w:t>
      </w:r>
      <w:r w:rsidRPr="0001609E">
        <w:t>)</w:t>
      </w:r>
      <w:bookmarkEnd w:id="44"/>
      <w:bookmarkEnd w:id="45"/>
      <w:bookmarkEnd w:id="48"/>
    </w:p>
    <w:p w14:paraId="1984C564" w14:textId="6B197178" w:rsidR="00347A17" w:rsidRDefault="005C7B01" w:rsidP="00CC5179">
      <w:pPr>
        <w:keepNext/>
        <w:keepLines/>
      </w:pPr>
      <w:r>
        <w:t>Similar to the process for calculating electric savings (</w:t>
      </w:r>
      <w:r w:rsidR="00924D3E">
        <w:t>kWh</w:t>
      </w:r>
      <w:r>
        <w:t>)</w:t>
      </w:r>
      <w:r w:rsidR="00924D3E">
        <w:t>, MASControl3 post</w:t>
      </w:r>
      <w:r>
        <w:t>-</w:t>
      </w:r>
      <w:r w:rsidR="00924D3E">
        <w:t xml:space="preserve">processing scripts were used to calculate the new </w:t>
      </w:r>
      <w:r>
        <w:t xml:space="preserve">DEER </w:t>
      </w:r>
      <w:r w:rsidR="00924D3E">
        <w:t xml:space="preserve">peak </w:t>
      </w:r>
      <w:r>
        <w:t>demand savings (</w:t>
      </w:r>
      <w:r w:rsidR="00924D3E">
        <w:t>kW</w:t>
      </w:r>
      <w:r>
        <w:t>)</w:t>
      </w:r>
      <w:r w:rsidR="00924D3E">
        <w:t xml:space="preserve"> by </w:t>
      </w:r>
      <w:r>
        <w:t xml:space="preserve">averaging demand across </w:t>
      </w:r>
      <w:r w:rsidR="00924D3E">
        <w:t xml:space="preserve">peak hours from 4-9PM </w:t>
      </w:r>
      <w:r>
        <w:t>on the three-day peak period depending on weather file</w:t>
      </w:r>
      <w:r w:rsidR="00924D3E">
        <w:t xml:space="preserve">. </w:t>
      </w:r>
      <w:r w:rsidR="006403D5">
        <w:t xml:space="preserve">Since the simulations used the 2022 </w:t>
      </w:r>
      <w:r w:rsidR="00332FA3">
        <w:t xml:space="preserve">edition </w:t>
      </w:r>
      <w:r w:rsidR="006403D5">
        <w:t xml:space="preserve">weather files (as announced on the DEER website), the dates for the three-day peak period were updated based on these 2022 </w:t>
      </w:r>
      <w:r w:rsidR="00332FA3">
        <w:t xml:space="preserve">edition </w:t>
      </w:r>
      <w:r w:rsidR="006403D5">
        <w:t xml:space="preserve">weather files. A modified copy of </w:t>
      </w:r>
      <w:r>
        <w:t xml:space="preserve">the peak </w:t>
      </w:r>
      <w:proofErr w:type="gramStart"/>
      <w:r>
        <w:t>days</w:t>
      </w:r>
      <w:proofErr w:type="gramEnd"/>
      <w:r>
        <w:t xml:space="preserve"> determination workbook provided with DEER 2020</w:t>
      </w:r>
      <w:r w:rsidR="006403D5">
        <w:t xml:space="preserve"> was used to enter temperature records from the 2022 </w:t>
      </w:r>
      <w:r w:rsidR="00332FA3">
        <w:t xml:space="preserve">edition </w:t>
      </w:r>
      <w:r w:rsidR="006403D5">
        <w:t>weather files (as announced on DEER website).</w:t>
      </w:r>
      <w:r w:rsidR="006403D5">
        <w:rPr>
          <w:rStyle w:val="FootnoteReference"/>
        </w:rPr>
        <w:footnoteReference w:id="30"/>
      </w:r>
    </w:p>
    <w:p w14:paraId="02E97124" w14:textId="2BD4F14B" w:rsidR="00177EB6" w:rsidRPr="0001609E" w:rsidRDefault="00177EB6" w:rsidP="00427574">
      <w:pPr>
        <w:pStyle w:val="eTRMHeading3"/>
      </w:pPr>
      <w:bookmarkStart w:id="49" w:name="_Toc486490858"/>
      <w:bookmarkStart w:id="50" w:name="_Toc486580929"/>
      <w:bookmarkStart w:id="51" w:name="_Toc53490193"/>
      <w:r w:rsidRPr="0001609E">
        <w:t>Gas Savings (</w:t>
      </w:r>
      <w:r w:rsidRPr="00C7412C">
        <w:t>Therms</w:t>
      </w:r>
      <w:r w:rsidRPr="0001609E">
        <w:t>)</w:t>
      </w:r>
      <w:bookmarkEnd w:id="49"/>
      <w:bookmarkEnd w:id="50"/>
      <w:bookmarkEnd w:id="51"/>
    </w:p>
    <w:p w14:paraId="15F39894" w14:textId="75276F47" w:rsidR="00E779F7" w:rsidRDefault="000F13AE" w:rsidP="00177EB6">
      <w:r>
        <w:t xml:space="preserve">There are no gas savings from the proposed measures. </w:t>
      </w:r>
    </w:p>
    <w:p w14:paraId="4DDCD51F" w14:textId="01DE2540" w:rsidR="007D230B" w:rsidRPr="0001609E" w:rsidRDefault="00245AFF" w:rsidP="00427574">
      <w:pPr>
        <w:pStyle w:val="eTRMHeading3"/>
      </w:pPr>
      <w:bookmarkStart w:id="52" w:name="_Toc53490194"/>
      <w:bookmarkStart w:id="53" w:name="_Toc486490859"/>
      <w:bookmarkStart w:id="54" w:name="_Toc486580930"/>
      <w:r w:rsidRPr="0001609E">
        <w:t>Life Cycle</w:t>
      </w:r>
      <w:bookmarkEnd w:id="52"/>
      <w:r w:rsidR="007D230B" w:rsidRPr="0001609E">
        <w:t xml:space="preserve"> </w:t>
      </w:r>
      <w:bookmarkEnd w:id="53"/>
      <w:bookmarkEnd w:id="54"/>
    </w:p>
    <w:p w14:paraId="1EB6ACF5" w14:textId="22A69286" w:rsidR="00C16208" w:rsidRDefault="007F669E" w:rsidP="00F348AD">
      <w:r w:rsidRPr="0001609E">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w:t>
      </w:r>
      <w:r w:rsidR="00866767">
        <w:t xml:space="preserve">not </w:t>
      </w:r>
      <w:r w:rsidRPr="0001609E">
        <w:t xml:space="preserve">the program intervention caused the replacement or alteration. </w:t>
      </w:r>
    </w:p>
    <w:p w14:paraId="3118CAB1" w14:textId="77777777" w:rsidR="00402095" w:rsidRDefault="00402095" w:rsidP="00402095">
      <w:r>
        <w:t>The RUL is only applicable to the first baseline period for a retrofit or accelerated replacement measure with an applicable code baseline. 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31"/>
      </w:r>
      <w:r>
        <w:t xml:space="preserve"> </w:t>
      </w:r>
      <w:r w:rsidRPr="008F087F">
        <w:rPr>
          <w:rFonts w:eastAsia="Times New Roman"/>
        </w:rPr>
        <w:t xml:space="preserve">This approach provides </w:t>
      </w:r>
      <w:r>
        <w:rPr>
          <w:rFonts w:eastAsia="Times New Roman"/>
        </w:rPr>
        <w:t>an</w:t>
      </w:r>
      <w:r w:rsidRPr="008F087F">
        <w:rPr>
          <w:rFonts w:eastAsia="Times New Roman"/>
        </w:rPr>
        <w:t xml:space="preserve"> RUL estimate without the requiring any a priori knowledge about the age of the equipment being replaced.</w:t>
      </w:r>
      <w:r>
        <w:rPr>
          <w:rStyle w:val="FootnoteReference"/>
          <w:rFonts w:eastAsia="Times New Roman"/>
        </w:rPr>
        <w:footnoteReference w:id="32"/>
      </w:r>
      <w:r w:rsidRPr="008F087F">
        <w:rPr>
          <w:rFonts w:eastAsia="Times New Roman"/>
        </w:rPr>
        <w:t> </w:t>
      </w:r>
    </w:p>
    <w:p w14:paraId="7FA94619" w14:textId="704DC5B9" w:rsidR="00980569" w:rsidRPr="00F348AD" w:rsidRDefault="00C16208" w:rsidP="00965AC5">
      <w:r w:rsidRPr="00F411BA">
        <w:t xml:space="preserve">The EUL and RUL specified for </w:t>
      </w:r>
      <w:r>
        <w:t>this</w:t>
      </w:r>
      <w:r w:rsidRPr="00F411BA">
        <w:t xml:space="preserve"> measure are presented below. </w:t>
      </w:r>
      <w:r w:rsidR="001C3C2A">
        <w:t xml:space="preserve">The estimated lifetime can be traced to values adopted for the California PY 2001 </w:t>
      </w:r>
      <w:r w:rsidR="00B41D9F">
        <w:t>programs and</w:t>
      </w:r>
      <w:r w:rsidR="001C3C2A">
        <w:t xml:space="preserve"> was adopted for commercial AC measures for DEER 2005.</w:t>
      </w:r>
    </w:p>
    <w:p w14:paraId="7D542FEF" w14:textId="6CDDBB79" w:rsidR="00FD2C54" w:rsidRPr="0001609E" w:rsidRDefault="00FD2C54" w:rsidP="00184860">
      <w:pPr>
        <w:pStyle w:val="Caption"/>
      </w:pPr>
      <w:r w:rsidRPr="0001609E">
        <w:lastRenderedPageBreak/>
        <w:t>Effective Useful Life</w:t>
      </w:r>
      <w:r w:rsidR="00BB4F22" w:rsidRPr="0001609E">
        <w:t xml:space="preserve"> and Remaining Useful Life</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304"/>
        <w:gridCol w:w="669"/>
        <w:gridCol w:w="7377"/>
      </w:tblGrid>
      <w:tr w:rsidR="00492985" w:rsidRPr="0001609E" w14:paraId="1FE81044" w14:textId="0C091959" w:rsidTr="00EE3419">
        <w:trPr>
          <w:cantSplit/>
          <w:trHeight w:val="20"/>
          <w:tblHeader/>
        </w:trPr>
        <w:tc>
          <w:tcPr>
            <w:tcW w:w="0" w:type="auto"/>
            <w:shd w:val="clear" w:color="auto" w:fill="F2F2F2" w:themeFill="background1" w:themeFillShade="F2"/>
            <w:vAlign w:val="bottom"/>
          </w:tcPr>
          <w:p w14:paraId="1666F440" w14:textId="31AB2C31" w:rsidR="00492985" w:rsidRPr="0001609E" w:rsidRDefault="00492985" w:rsidP="00730BA1">
            <w:pPr>
              <w:keepNext/>
              <w:spacing w:before="20" w:after="20"/>
              <w:jc w:val="center"/>
              <w:rPr>
                <w:rFonts w:cstheme="minorHAnsi"/>
                <w:b/>
                <w:sz w:val="20"/>
                <w:szCs w:val="20"/>
              </w:rPr>
            </w:pPr>
            <w:r w:rsidRPr="0001609E">
              <w:rPr>
                <w:rFonts w:cstheme="minorHAnsi"/>
                <w:b/>
                <w:sz w:val="20"/>
                <w:szCs w:val="20"/>
              </w:rPr>
              <w:t>Parameter</w:t>
            </w:r>
          </w:p>
        </w:tc>
        <w:tc>
          <w:tcPr>
            <w:tcW w:w="0" w:type="auto"/>
            <w:shd w:val="clear" w:color="auto" w:fill="F2F2F2" w:themeFill="background1" w:themeFillShade="F2"/>
          </w:tcPr>
          <w:p w14:paraId="18E57BF8" w14:textId="7074E315" w:rsidR="00492985" w:rsidRPr="00C7412C" w:rsidRDefault="00492985" w:rsidP="00730BA1">
            <w:pPr>
              <w:keepNext/>
              <w:spacing w:before="20" w:after="20"/>
              <w:jc w:val="center"/>
              <w:rPr>
                <w:rFonts w:cstheme="minorHAnsi"/>
                <w:b/>
                <w:sz w:val="20"/>
                <w:szCs w:val="20"/>
              </w:rPr>
            </w:pPr>
            <w:r w:rsidRPr="00C7412C">
              <w:rPr>
                <w:rFonts w:cstheme="minorHAnsi"/>
                <w:b/>
                <w:sz w:val="20"/>
                <w:szCs w:val="20"/>
              </w:rPr>
              <w:t>Value</w:t>
            </w:r>
          </w:p>
        </w:tc>
        <w:tc>
          <w:tcPr>
            <w:tcW w:w="0" w:type="auto"/>
            <w:shd w:val="clear" w:color="auto" w:fill="F2F2F2" w:themeFill="background1" w:themeFillShade="F2"/>
          </w:tcPr>
          <w:p w14:paraId="541E1750" w14:textId="139E5C00" w:rsidR="00492985" w:rsidRPr="00C7412C" w:rsidRDefault="00492985" w:rsidP="00730BA1">
            <w:pPr>
              <w:keepNext/>
              <w:spacing w:before="20" w:after="20"/>
              <w:jc w:val="center"/>
              <w:rPr>
                <w:rFonts w:cstheme="minorHAnsi"/>
                <w:b/>
                <w:sz w:val="20"/>
                <w:szCs w:val="20"/>
              </w:rPr>
            </w:pPr>
            <w:r w:rsidRPr="00C7412C">
              <w:rPr>
                <w:rFonts w:cstheme="minorHAnsi"/>
                <w:b/>
                <w:sz w:val="20"/>
                <w:szCs w:val="20"/>
              </w:rPr>
              <w:t>Source</w:t>
            </w:r>
          </w:p>
        </w:tc>
      </w:tr>
      <w:tr w:rsidR="00827164" w:rsidRPr="0001609E" w14:paraId="612D79C3" w14:textId="77777777" w:rsidTr="00EE3419">
        <w:trPr>
          <w:cantSplit/>
          <w:trHeight w:val="20"/>
        </w:trPr>
        <w:tc>
          <w:tcPr>
            <w:tcW w:w="0" w:type="auto"/>
          </w:tcPr>
          <w:p w14:paraId="16265656" w14:textId="77777777" w:rsidR="00827164" w:rsidRDefault="00827164" w:rsidP="00730BA1">
            <w:pPr>
              <w:keepNext/>
              <w:spacing w:before="20" w:after="20"/>
              <w:rPr>
                <w:rStyle w:val="NFTableBody"/>
              </w:rPr>
            </w:pPr>
            <w:r w:rsidRPr="00533020">
              <w:rPr>
                <w:rStyle w:val="NFTableBody"/>
              </w:rPr>
              <w:t>EUL (</w:t>
            </w:r>
            <w:proofErr w:type="spellStart"/>
            <w:r w:rsidRPr="00533020">
              <w:rPr>
                <w:rStyle w:val="NFTableBody"/>
              </w:rPr>
              <w:t>yrs</w:t>
            </w:r>
            <w:proofErr w:type="spellEnd"/>
            <w:r w:rsidRPr="00533020">
              <w:rPr>
                <w:rStyle w:val="NFTableBody"/>
              </w:rPr>
              <w:t xml:space="preserve">) </w:t>
            </w:r>
            <w:r w:rsidR="003C39D8">
              <w:rPr>
                <w:rStyle w:val="NFTableBody"/>
              </w:rPr>
              <w:br/>
            </w:r>
            <w:r w:rsidR="003C39D8" w:rsidRPr="00494D1F">
              <w:rPr>
                <w:rStyle w:val="NFTableBody"/>
                <w:i/>
                <w:iCs/>
              </w:rPr>
              <w:t>HV-</w:t>
            </w:r>
            <w:proofErr w:type="spellStart"/>
            <w:r w:rsidR="003C39D8" w:rsidRPr="00494D1F">
              <w:rPr>
                <w:rStyle w:val="NFTableBody"/>
                <w:i/>
                <w:iCs/>
              </w:rPr>
              <w:t>ResHP</w:t>
            </w:r>
            <w:proofErr w:type="spellEnd"/>
            <w:r w:rsidR="00A50765">
              <w:rPr>
                <w:rStyle w:val="NFTableBody"/>
                <w:i/>
                <w:iCs/>
              </w:rPr>
              <w:t xml:space="preserve"> </w:t>
            </w:r>
            <w:r w:rsidR="00A50765">
              <w:rPr>
                <w:rStyle w:val="NFTableBody"/>
              </w:rPr>
              <w:t>for Heat Pumps</w:t>
            </w:r>
          </w:p>
          <w:p w14:paraId="1F855805" w14:textId="77777777" w:rsidR="00576D08" w:rsidRDefault="00576D08" w:rsidP="00730BA1">
            <w:pPr>
              <w:keepNext/>
              <w:spacing w:before="20" w:after="20"/>
              <w:rPr>
                <w:rStyle w:val="NFTableBody"/>
              </w:rPr>
            </w:pPr>
          </w:p>
          <w:p w14:paraId="10CCD13E" w14:textId="0256005C" w:rsidR="00576D08" w:rsidRPr="00576D08" w:rsidRDefault="00576D08" w:rsidP="00730BA1">
            <w:pPr>
              <w:keepNext/>
              <w:spacing w:before="20" w:after="20"/>
              <w:rPr>
                <w:rFonts w:cstheme="minorHAnsi"/>
                <w:sz w:val="20"/>
                <w:szCs w:val="20"/>
              </w:rPr>
            </w:pPr>
          </w:p>
        </w:tc>
        <w:tc>
          <w:tcPr>
            <w:tcW w:w="0" w:type="auto"/>
          </w:tcPr>
          <w:p w14:paraId="1C83EB14" w14:textId="4EDB367A" w:rsidR="00827164" w:rsidRPr="00C7412C" w:rsidRDefault="00827164" w:rsidP="00730BA1">
            <w:pPr>
              <w:keepNext/>
              <w:spacing w:before="20" w:after="20"/>
              <w:jc w:val="center"/>
              <w:rPr>
                <w:sz w:val="20"/>
                <w:szCs w:val="20"/>
              </w:rPr>
            </w:pPr>
            <w:r>
              <w:rPr>
                <w:rStyle w:val="NFTableBody"/>
              </w:rPr>
              <w:t>15</w:t>
            </w:r>
            <w:r w:rsidR="00C16208">
              <w:rPr>
                <w:rStyle w:val="NFTableBody"/>
              </w:rPr>
              <w:t>.0</w:t>
            </w:r>
          </w:p>
        </w:tc>
        <w:tc>
          <w:tcPr>
            <w:tcW w:w="0" w:type="auto"/>
          </w:tcPr>
          <w:p w14:paraId="4AD23600" w14:textId="777C0287" w:rsidR="00DF0F00" w:rsidRPr="001C3C2A" w:rsidRDefault="00DF0F00" w:rsidP="005854D4">
            <w:pPr>
              <w:keepNext/>
              <w:spacing w:before="20" w:after="20"/>
              <w:rPr>
                <w:sz w:val="18"/>
                <w:szCs w:val="18"/>
              </w:rPr>
            </w:pPr>
            <w:r w:rsidRPr="001C3C2A">
              <w:rPr>
                <w:sz w:val="18"/>
                <w:szCs w:val="18"/>
              </w:rPr>
              <w:t xml:space="preserve">Pacific Gas and Electric Company (PG&amp;E), San Diego Gas &amp; Electric (SDG&amp;E), Southern California Edison (SCE), Southern California Gas Company (SCG), California Energy Commission (CEC), Office of Ratepayer Advocates (CPUC ORA), and Natural Resources Defense Council (NRDC). 1998. </w:t>
            </w:r>
            <w:r w:rsidRPr="001C3C2A">
              <w:rPr>
                <w:rStyle w:val="Emphasis"/>
                <w:sz w:val="18"/>
                <w:szCs w:val="18"/>
              </w:rPr>
              <w:t>Protocols and Procedures for the Verification of Costs, Benefits, and Shareholder Earnings from Demand-Side Management Programs.</w:t>
            </w:r>
            <w:r w:rsidRPr="001C3C2A">
              <w:rPr>
                <w:sz w:val="18"/>
                <w:szCs w:val="18"/>
              </w:rPr>
              <w:t xml:space="preserve"> Revised March 1998 and March 1999. Appendix F.</w:t>
            </w:r>
          </w:p>
          <w:p w14:paraId="1270FF59" w14:textId="0BC94CC2" w:rsidR="00DF0F00" w:rsidRPr="001C3C2A" w:rsidRDefault="00DF0F00" w:rsidP="005854D4">
            <w:pPr>
              <w:keepNext/>
              <w:spacing w:before="20" w:after="20"/>
              <w:rPr>
                <w:rStyle w:val="NFTableBody"/>
                <w:sz w:val="18"/>
                <w:szCs w:val="18"/>
              </w:rPr>
            </w:pPr>
          </w:p>
          <w:p w14:paraId="449273DC" w14:textId="0A9965B1" w:rsidR="00DF0F00" w:rsidRPr="001C3C2A" w:rsidRDefault="00DF0F00" w:rsidP="005854D4">
            <w:pPr>
              <w:keepNext/>
              <w:spacing w:before="20" w:after="20"/>
              <w:rPr>
                <w:sz w:val="18"/>
                <w:szCs w:val="18"/>
              </w:rPr>
            </w:pPr>
            <w:r w:rsidRPr="001C3C2A">
              <w:rPr>
                <w:sz w:val="18"/>
                <w:szCs w:val="18"/>
              </w:rPr>
              <w:t>Pacific Gas and Electric Company (PG&amp;E), San Diego Gas &amp; Electric (SDG&amp;E), Southern California Edison (SCE), Southern California Gas Company (SCG). 2000. “Proposed Effective Useful Life for Measures for PY2001 Program Elements. Report Issued Prior to Public Meeting. Response to Ordering Paragraph #8, Discussion Paper 2.” September 5.</w:t>
            </w:r>
          </w:p>
          <w:p w14:paraId="39DEFF9B" w14:textId="3B00C203" w:rsidR="001C3C2A" w:rsidRPr="001C3C2A" w:rsidRDefault="001C3C2A" w:rsidP="005854D4">
            <w:pPr>
              <w:keepNext/>
              <w:spacing w:before="20" w:after="20"/>
              <w:rPr>
                <w:rStyle w:val="NFTableBody"/>
                <w:sz w:val="18"/>
                <w:szCs w:val="18"/>
              </w:rPr>
            </w:pPr>
          </w:p>
          <w:p w14:paraId="271FCBBA" w14:textId="4CD210E1" w:rsidR="001C3C2A" w:rsidRPr="003526DE" w:rsidRDefault="001C3C2A" w:rsidP="005854D4">
            <w:pPr>
              <w:keepNext/>
              <w:spacing w:before="20" w:after="20"/>
              <w:rPr>
                <w:sz w:val="18"/>
                <w:szCs w:val="18"/>
              </w:rPr>
            </w:pPr>
            <w:proofErr w:type="spellStart"/>
            <w:r w:rsidRPr="003526DE">
              <w:rPr>
                <w:sz w:val="18"/>
                <w:szCs w:val="18"/>
              </w:rPr>
              <w:t>Itron</w:t>
            </w:r>
            <w:proofErr w:type="spellEnd"/>
            <w:r w:rsidRPr="003526DE">
              <w:rPr>
                <w:sz w:val="18"/>
                <w:szCs w:val="18"/>
              </w:rPr>
              <w:t xml:space="preserve">, Inc. 2005. </w:t>
            </w:r>
            <w:r w:rsidRPr="003526DE">
              <w:rPr>
                <w:rStyle w:val="Emphasis"/>
                <w:sz w:val="18"/>
                <w:szCs w:val="18"/>
              </w:rPr>
              <w:t>2004-2005 Database for Energy Efficiency Resources (DEER) Update Study - Final Report</w:t>
            </w:r>
            <w:r w:rsidRPr="003526DE">
              <w:rPr>
                <w:sz w:val="18"/>
                <w:szCs w:val="18"/>
              </w:rPr>
              <w:t xml:space="preserve">. Prepared for Southern California Edison. Table 11-1. </w:t>
            </w:r>
          </w:p>
          <w:p w14:paraId="31DE5CB5" w14:textId="3A9764D8" w:rsidR="001C3C2A" w:rsidRPr="003526DE" w:rsidRDefault="001C3C2A" w:rsidP="005854D4">
            <w:pPr>
              <w:keepNext/>
              <w:spacing w:before="20" w:after="20"/>
              <w:rPr>
                <w:rStyle w:val="NFTableBody"/>
                <w:sz w:val="18"/>
                <w:szCs w:val="18"/>
              </w:rPr>
            </w:pPr>
          </w:p>
          <w:p w14:paraId="5D048B2F" w14:textId="4E7D3F3E" w:rsidR="001C3C2A" w:rsidRPr="001C3C2A" w:rsidRDefault="001C3C2A" w:rsidP="005854D4">
            <w:pPr>
              <w:keepNext/>
              <w:spacing w:before="20" w:after="20"/>
              <w:rPr>
                <w:rStyle w:val="NFTableBody"/>
                <w:sz w:val="18"/>
                <w:szCs w:val="18"/>
              </w:rPr>
            </w:pPr>
            <w:r w:rsidRPr="003526DE">
              <w:rPr>
                <w:sz w:val="18"/>
                <w:szCs w:val="18"/>
              </w:rPr>
              <w:t>California Public Utilities Commission (CPUC), Energy Division. 2008. “EUL_Summary_10-1-08.xls.”</w:t>
            </w:r>
          </w:p>
          <w:p w14:paraId="0BDE108C" w14:textId="34B03DEA" w:rsidR="00827164" w:rsidRPr="00B41D9F" w:rsidRDefault="00827164" w:rsidP="005854D4">
            <w:pPr>
              <w:keepNext/>
              <w:spacing w:before="20" w:after="20"/>
              <w:rPr>
                <w:rFonts w:cs="Calibri Light"/>
                <w:sz w:val="18"/>
                <w:szCs w:val="18"/>
              </w:rPr>
            </w:pPr>
          </w:p>
        </w:tc>
      </w:tr>
      <w:tr w:rsidR="00827164" w:rsidRPr="0001609E" w14:paraId="44C3A31F" w14:textId="77777777" w:rsidTr="00EE3419">
        <w:trPr>
          <w:cantSplit/>
          <w:trHeight w:val="20"/>
        </w:trPr>
        <w:tc>
          <w:tcPr>
            <w:tcW w:w="0" w:type="auto"/>
          </w:tcPr>
          <w:p w14:paraId="07E7CCA3" w14:textId="387A6D5F" w:rsidR="0000730A" w:rsidRPr="002E567D" w:rsidRDefault="00827164" w:rsidP="00B0758A">
            <w:pPr>
              <w:keepNext/>
              <w:spacing w:before="20" w:after="20"/>
              <w:rPr>
                <w:sz w:val="20"/>
                <w:szCs w:val="20"/>
              </w:rPr>
            </w:pPr>
            <w:r>
              <w:rPr>
                <w:rStyle w:val="NFTableBody"/>
              </w:rPr>
              <w:t>RUL (</w:t>
            </w:r>
            <w:proofErr w:type="spellStart"/>
            <w:r>
              <w:rPr>
                <w:rStyle w:val="NFTableBody"/>
              </w:rPr>
              <w:t>yrs</w:t>
            </w:r>
            <w:proofErr w:type="spellEnd"/>
            <w:r>
              <w:rPr>
                <w:rStyle w:val="NFTableBody"/>
              </w:rPr>
              <w:t xml:space="preserve">) </w:t>
            </w:r>
            <w:r w:rsidR="003C39D8">
              <w:rPr>
                <w:rStyle w:val="NFTableBody"/>
              </w:rPr>
              <w:br/>
            </w:r>
            <w:r w:rsidR="003C39D8" w:rsidRPr="00494D1F">
              <w:rPr>
                <w:rStyle w:val="NFTableBody"/>
                <w:i/>
                <w:iCs/>
              </w:rPr>
              <w:t>HV-</w:t>
            </w:r>
            <w:proofErr w:type="spellStart"/>
            <w:r w:rsidR="003C39D8" w:rsidRPr="00494D1F">
              <w:rPr>
                <w:rStyle w:val="NFTableBody"/>
                <w:i/>
                <w:iCs/>
              </w:rPr>
              <w:t>ResHP</w:t>
            </w:r>
            <w:proofErr w:type="spellEnd"/>
            <w:r w:rsidR="00C32262">
              <w:rPr>
                <w:rStyle w:val="NFTableBody"/>
              </w:rPr>
              <w:t xml:space="preserve"> for heat pumps</w:t>
            </w:r>
          </w:p>
        </w:tc>
        <w:tc>
          <w:tcPr>
            <w:tcW w:w="0" w:type="auto"/>
          </w:tcPr>
          <w:p w14:paraId="62A24CF3" w14:textId="690008AC" w:rsidR="00827164" w:rsidRPr="00CD4179" w:rsidRDefault="00B800C2" w:rsidP="00730BA1">
            <w:pPr>
              <w:keepNext/>
              <w:spacing w:before="20" w:after="20"/>
              <w:jc w:val="center"/>
              <w:rPr>
                <w:rStyle w:val="NFTableBody"/>
              </w:rPr>
            </w:pPr>
            <w:r>
              <w:rPr>
                <w:rStyle w:val="NFTableBody"/>
              </w:rPr>
              <w:t>5.0</w:t>
            </w:r>
          </w:p>
        </w:tc>
        <w:tc>
          <w:tcPr>
            <w:tcW w:w="0" w:type="auto"/>
          </w:tcPr>
          <w:p w14:paraId="076EE7EA" w14:textId="1C4E0535" w:rsidR="00827164" w:rsidRPr="00CD4179" w:rsidRDefault="00FC52B4" w:rsidP="00730BA1">
            <w:pPr>
              <w:keepNext/>
              <w:spacing w:before="20" w:after="20"/>
              <w:rPr>
                <w:rStyle w:val="NFTableBody"/>
              </w:rPr>
            </w:pPr>
            <w:r>
              <w:rPr>
                <w:rStyle w:val="NFTableBody"/>
              </w:rPr>
              <w:t>EUL/3</w:t>
            </w:r>
          </w:p>
        </w:tc>
      </w:tr>
    </w:tbl>
    <w:p w14:paraId="7C36FCD3" w14:textId="17EF8D90" w:rsidR="00965AC5" w:rsidRPr="0001609E" w:rsidRDefault="00965AC5" w:rsidP="004142EF"/>
    <w:p w14:paraId="5F0E7D37" w14:textId="0B4D9C73" w:rsidR="00245B5A" w:rsidRDefault="007D230B" w:rsidP="00427574">
      <w:pPr>
        <w:pStyle w:val="eTRMHeading3"/>
      </w:pPr>
      <w:bookmarkStart w:id="55" w:name="_Toc486490860"/>
      <w:bookmarkStart w:id="56" w:name="_Toc486580931"/>
      <w:bookmarkStart w:id="57" w:name="_Toc53490195"/>
      <w:r w:rsidRPr="0001609E">
        <w:t>Base Case Material Cost ($/unit)</w:t>
      </w:r>
      <w:bookmarkEnd w:id="55"/>
      <w:bookmarkEnd w:id="56"/>
      <w:bookmarkEnd w:id="57"/>
    </w:p>
    <w:p w14:paraId="4D1B8554" w14:textId="7375776B" w:rsidR="00442596" w:rsidRDefault="00FC52B4" w:rsidP="00315493">
      <w:r>
        <w:t xml:space="preserve">The base case </w:t>
      </w:r>
      <w:r w:rsidR="00DD572C">
        <w:t xml:space="preserve">material </w:t>
      </w:r>
      <w:r w:rsidR="00462C2C">
        <w:t>cost</w:t>
      </w:r>
      <w:r w:rsidR="00D75BD4">
        <w:t xml:space="preserve">, which is the cost of code complaint base case equipment was obtained </w:t>
      </w:r>
      <w:r w:rsidR="00442596">
        <w:t xml:space="preserve">from a few resources based on the type of the base case equipment. </w:t>
      </w:r>
    </w:p>
    <w:p w14:paraId="7C7341D2" w14:textId="3AE00863" w:rsidR="00442596" w:rsidRDefault="00442596" w:rsidP="00315493">
      <w:pPr>
        <w:rPr>
          <w:rFonts w:cs="Calibri Light"/>
        </w:rPr>
      </w:pPr>
      <w:r>
        <w:t xml:space="preserve">For </w:t>
      </w:r>
      <w:r>
        <w:rPr>
          <w:rFonts w:cs="Calibri Light"/>
        </w:rPr>
        <w:t xml:space="preserve">room heat pump, cost was </w:t>
      </w:r>
      <w:r>
        <w:t xml:space="preserve">through </w:t>
      </w:r>
      <w:r>
        <w:rPr>
          <w:rFonts w:cs="Calibri Light"/>
        </w:rPr>
        <w:t>online price research from various retailer websites in the second quarter of 2020</w:t>
      </w:r>
      <w:r w:rsidR="00AD697B">
        <w:rPr>
          <w:rFonts w:cs="Calibri Light"/>
        </w:rPr>
        <w:t xml:space="preserve"> for cooling capacities ranging from 0.7 to 2 tons, the capacities typically installed in residential applications. </w:t>
      </w:r>
    </w:p>
    <w:p w14:paraId="340CDA31" w14:textId="079546FC" w:rsidR="00536FD2" w:rsidRDefault="00331302" w:rsidP="009A0183">
      <w:pPr>
        <w:rPr>
          <w:rFonts w:cs="Calibri Light"/>
        </w:rPr>
      </w:pPr>
      <w:r>
        <w:rPr>
          <w:rFonts w:cs="Calibri Light"/>
        </w:rPr>
        <w:t>For ductless heat pumps with SEER rating of 14</w:t>
      </w:r>
      <w:r w:rsidR="00AD75CE">
        <w:rPr>
          <w:rFonts w:cs="Calibri Light"/>
        </w:rPr>
        <w:t xml:space="preserve">—the </w:t>
      </w:r>
      <w:r>
        <w:rPr>
          <w:rFonts w:cs="Calibri Light"/>
        </w:rPr>
        <w:t>code complaint equipment</w:t>
      </w:r>
      <w:r w:rsidR="00AD75CE">
        <w:rPr>
          <w:rFonts w:cs="Calibri Light"/>
        </w:rPr>
        <w:t xml:space="preserve">—there </w:t>
      </w:r>
      <w:r>
        <w:rPr>
          <w:rFonts w:cs="Calibri Light"/>
        </w:rPr>
        <w:t xml:space="preserve">were no </w:t>
      </w:r>
      <w:r w:rsidR="00536FD2">
        <w:rPr>
          <w:rFonts w:cs="Calibri Light"/>
        </w:rPr>
        <w:t xml:space="preserve">representative </w:t>
      </w:r>
      <w:r>
        <w:rPr>
          <w:rFonts w:cs="Calibri Light"/>
        </w:rPr>
        <w:t>cost resources</w:t>
      </w:r>
      <w:r w:rsidR="00536FD2">
        <w:rPr>
          <w:rFonts w:cs="Calibri Light"/>
        </w:rPr>
        <w:t>. It has been the observation that because base case equipment tends to be older, it is hard to find the cost from current cost sources. Hence, the cost of SEER14 ductless heat pumps was</w:t>
      </w:r>
      <w:r w:rsidR="007F28BB">
        <w:rPr>
          <w:rFonts w:cs="Calibri Light"/>
        </w:rPr>
        <w:t xml:space="preserve"> </w:t>
      </w:r>
      <w:r w:rsidR="00FB7FCA">
        <w:rPr>
          <w:rFonts w:cs="Calibri Light"/>
        </w:rPr>
        <w:t>extrapolated</w:t>
      </w:r>
      <w:r w:rsidR="007F28BB">
        <w:rPr>
          <w:rFonts w:cs="Calibri Light"/>
        </w:rPr>
        <w:t xml:space="preserve"> using </w:t>
      </w:r>
      <w:r w:rsidR="00FB7FCA">
        <w:rPr>
          <w:rFonts w:cs="Calibri Light"/>
        </w:rPr>
        <w:t xml:space="preserve">a </w:t>
      </w:r>
      <w:r w:rsidR="005C7BD2">
        <w:rPr>
          <w:rFonts w:cs="Calibri Light"/>
        </w:rPr>
        <w:t xml:space="preserve">linear regression model </w:t>
      </w:r>
      <w:r w:rsidR="00FB7FCA">
        <w:rPr>
          <w:rFonts w:cs="Calibri Light"/>
        </w:rPr>
        <w:t>with R</w:t>
      </w:r>
      <w:r w:rsidR="00FB7FCA" w:rsidRPr="003F345E">
        <w:rPr>
          <w:rFonts w:cs="Calibri Light"/>
          <w:vertAlign w:val="superscript"/>
        </w:rPr>
        <w:t>2</w:t>
      </w:r>
      <w:r w:rsidR="00FB7FCA">
        <w:rPr>
          <w:rFonts w:cs="Calibri Light"/>
        </w:rPr>
        <w:t xml:space="preserve"> </w:t>
      </w:r>
      <w:r w:rsidR="003F345E">
        <w:rPr>
          <w:rFonts w:cs="Calibri Light"/>
        </w:rPr>
        <w:t>of 0.8</w:t>
      </w:r>
      <w:r w:rsidR="00AD75CE">
        <w:rPr>
          <w:rFonts w:cs="Calibri Light"/>
        </w:rPr>
        <w:t>0</w:t>
      </w:r>
      <w:r w:rsidR="003F345E">
        <w:rPr>
          <w:rFonts w:cs="Calibri Light"/>
        </w:rPr>
        <w:t xml:space="preserve"> </w:t>
      </w:r>
      <w:r w:rsidR="005C7BD2">
        <w:rPr>
          <w:rFonts w:cs="Calibri Light"/>
        </w:rPr>
        <w:t xml:space="preserve">for cost and SEER rating for units with SEER rating </w:t>
      </w:r>
      <w:r w:rsidR="00AD75CE">
        <w:rPr>
          <w:rFonts w:cs="Calibri Light"/>
        </w:rPr>
        <w:t>17 to 22</w:t>
      </w:r>
      <w:r w:rsidR="00FB7FCA">
        <w:rPr>
          <w:rFonts w:cs="Calibri Light"/>
        </w:rPr>
        <w:t>.</w:t>
      </w:r>
    </w:p>
    <w:p w14:paraId="49D7B552" w14:textId="72857C88" w:rsidR="00331302" w:rsidRDefault="00AD697B" w:rsidP="00331302">
      <w:r>
        <w:rPr>
          <w:rFonts w:cs="Calibri Light"/>
        </w:rPr>
        <w:t xml:space="preserve">The unit cost was normalized per </w:t>
      </w:r>
      <w:r w:rsidR="00331302">
        <w:rPr>
          <w:rFonts w:cs="Calibri Light"/>
        </w:rPr>
        <w:t xml:space="preserve">rated </w:t>
      </w:r>
      <w:r>
        <w:rPr>
          <w:rFonts w:cs="Calibri Light"/>
        </w:rPr>
        <w:t>cooling ton.</w:t>
      </w:r>
      <w:r w:rsidR="00331302" w:rsidRPr="00331302">
        <w:t xml:space="preserve"> </w:t>
      </w:r>
      <w:r w:rsidR="00331302">
        <w:t>See the cost calculation workbook for details.</w:t>
      </w:r>
      <w:r w:rsidR="00331302">
        <w:rPr>
          <w:rStyle w:val="FootnoteReference"/>
        </w:rPr>
        <w:footnoteReference w:id="33"/>
      </w:r>
    </w:p>
    <w:p w14:paraId="44E8DBEB" w14:textId="3BBFE540" w:rsidR="007D230B" w:rsidRDefault="007D230B" w:rsidP="00427574">
      <w:pPr>
        <w:pStyle w:val="eTRMHeading3"/>
      </w:pPr>
      <w:bookmarkStart w:id="58" w:name="_Toc486490861"/>
      <w:bookmarkStart w:id="59" w:name="_Toc486580932"/>
      <w:bookmarkStart w:id="60" w:name="_Toc53490196"/>
      <w:r w:rsidRPr="0001609E">
        <w:t>Measure Case Material Cost ($/unit)</w:t>
      </w:r>
      <w:bookmarkEnd w:id="58"/>
      <w:bookmarkEnd w:id="59"/>
      <w:bookmarkEnd w:id="60"/>
    </w:p>
    <w:p w14:paraId="58BCDAF1" w14:textId="2BF6559B" w:rsidR="00EF6EE0" w:rsidRDefault="00536FD2" w:rsidP="00536FD2">
      <w:pPr>
        <w:rPr>
          <w:rFonts w:cs="Calibri Light"/>
        </w:rPr>
      </w:pPr>
      <w:r>
        <w:t xml:space="preserve">The measure case material cost </w:t>
      </w:r>
      <w:r>
        <w:rPr>
          <w:rFonts w:cs="Calibri Light"/>
        </w:rPr>
        <w:t xml:space="preserve">was </w:t>
      </w:r>
      <w:r w:rsidR="00EF6EE0">
        <w:rPr>
          <w:rFonts w:cs="Calibri Light"/>
        </w:rPr>
        <w:t xml:space="preserve">derived </w:t>
      </w:r>
      <w:r w:rsidR="00A41B8B">
        <w:rPr>
          <w:rFonts w:cs="Calibri Light"/>
        </w:rPr>
        <w:t xml:space="preserve">from </w:t>
      </w:r>
      <w:r w:rsidR="00384489">
        <w:rPr>
          <w:rFonts w:cs="Calibri Light"/>
        </w:rPr>
        <w:t>2020 program data provided by SCE for their mid-stream program of ductless heat pumps</w:t>
      </w:r>
      <w:r w:rsidR="002F606A">
        <w:rPr>
          <w:rFonts w:cs="Calibri Light"/>
        </w:rPr>
        <w:t xml:space="preserve">. The following data processing steps were performed to determine the material cost incurred by the end customer. </w:t>
      </w:r>
    </w:p>
    <w:p w14:paraId="61AC0669" w14:textId="043279DA" w:rsidR="000015F6" w:rsidRPr="00AD75CE" w:rsidRDefault="00393DAE" w:rsidP="00AD75CE">
      <w:pPr>
        <w:pStyle w:val="ListParagraph"/>
        <w:numPr>
          <w:ilvl w:val="0"/>
          <w:numId w:val="37"/>
        </w:numPr>
        <w:rPr>
          <w:rFonts w:cs="Calibri Light"/>
        </w:rPr>
      </w:pPr>
      <w:r w:rsidRPr="00AD75CE">
        <w:rPr>
          <w:rFonts w:cs="Calibri Light"/>
        </w:rPr>
        <w:lastRenderedPageBreak/>
        <w:t xml:space="preserve">SCE provided </w:t>
      </w:r>
      <w:r w:rsidR="00296F43" w:rsidRPr="00AD75CE">
        <w:rPr>
          <w:rFonts w:cs="Calibri Light"/>
        </w:rPr>
        <w:t xml:space="preserve">cost data </w:t>
      </w:r>
      <w:r w:rsidR="000F509B" w:rsidRPr="00AD75CE">
        <w:rPr>
          <w:rFonts w:cs="Calibri Light"/>
        </w:rPr>
        <w:t xml:space="preserve">from their </w:t>
      </w:r>
      <w:r w:rsidR="007565E8" w:rsidRPr="00AD75CE">
        <w:rPr>
          <w:rFonts w:cs="Calibri Light"/>
        </w:rPr>
        <w:t xml:space="preserve">2020 </w:t>
      </w:r>
      <w:r w:rsidR="000F509B" w:rsidRPr="00AD75CE">
        <w:rPr>
          <w:rFonts w:cs="Calibri Light"/>
        </w:rPr>
        <w:t xml:space="preserve">mid-stream program of ductless heat pumps </w:t>
      </w:r>
      <w:r w:rsidR="007565E8" w:rsidRPr="00AD75CE">
        <w:rPr>
          <w:rFonts w:cs="Calibri Light"/>
        </w:rPr>
        <w:t>up until September. This data</w:t>
      </w:r>
      <w:r w:rsidR="004563AF" w:rsidRPr="00AD75CE">
        <w:rPr>
          <w:rFonts w:cs="Calibri Light"/>
        </w:rPr>
        <w:t xml:space="preserve"> has distributor cost for </w:t>
      </w:r>
      <w:r w:rsidR="004D522A" w:rsidRPr="00AD75CE">
        <w:rPr>
          <w:rFonts w:cs="Calibri Light"/>
        </w:rPr>
        <w:t xml:space="preserve">2,431 mini-splits units and 1 multi-split unit for about </w:t>
      </w:r>
      <w:r w:rsidR="00C33CBE" w:rsidRPr="00AD75CE">
        <w:rPr>
          <w:rFonts w:cs="Calibri Light"/>
        </w:rPr>
        <w:t xml:space="preserve">24 manufacturers </w:t>
      </w:r>
      <w:r w:rsidR="000015F6" w:rsidRPr="00AD75CE">
        <w:rPr>
          <w:rFonts w:cs="Calibri Light"/>
        </w:rPr>
        <w:t>covering</w:t>
      </w:r>
      <w:r w:rsidR="00C9042F" w:rsidRPr="00AD75CE">
        <w:rPr>
          <w:rFonts w:cs="Calibri Light"/>
        </w:rPr>
        <w:t xml:space="preserve"> several models and</w:t>
      </w:r>
      <w:r w:rsidR="000015F6" w:rsidRPr="00AD75CE">
        <w:rPr>
          <w:rFonts w:cs="Calibri Light"/>
        </w:rPr>
        <w:t xml:space="preserve"> efficiency ratings from SEER 15 to SEER</w:t>
      </w:r>
      <w:r w:rsidR="00153CD2" w:rsidRPr="00AD75CE">
        <w:rPr>
          <w:rFonts w:cs="Calibri Light"/>
        </w:rPr>
        <w:t xml:space="preserve"> </w:t>
      </w:r>
      <w:r w:rsidR="000015F6" w:rsidRPr="00AD75CE">
        <w:rPr>
          <w:rFonts w:cs="Calibri Light"/>
        </w:rPr>
        <w:t>38</w:t>
      </w:r>
      <w:r w:rsidR="00C9042F" w:rsidRPr="00AD75CE">
        <w:rPr>
          <w:rFonts w:cs="Calibri Light"/>
        </w:rPr>
        <w:t xml:space="preserve">. </w:t>
      </w:r>
    </w:p>
    <w:p w14:paraId="7D6B37AD" w14:textId="6E82058F" w:rsidR="00B20617" w:rsidRDefault="003F4B51" w:rsidP="007F6AAD">
      <w:pPr>
        <w:pStyle w:val="ListParagraph"/>
        <w:numPr>
          <w:ilvl w:val="0"/>
          <w:numId w:val="37"/>
        </w:numPr>
        <w:rPr>
          <w:rFonts w:cs="Calibri Light"/>
        </w:rPr>
      </w:pPr>
      <w:r w:rsidRPr="006D7392">
        <w:rPr>
          <w:rFonts w:cs="Calibri Light"/>
        </w:rPr>
        <w:t xml:space="preserve">The data was organized into bins of </w:t>
      </w:r>
      <w:r w:rsidR="00681066">
        <w:rPr>
          <w:rFonts w:cs="Calibri Light"/>
        </w:rPr>
        <w:t>one</w:t>
      </w:r>
      <w:r w:rsidRPr="006D7392">
        <w:rPr>
          <w:rFonts w:cs="Calibri Light"/>
        </w:rPr>
        <w:t xml:space="preserve"> SEER increments from SEER </w:t>
      </w:r>
      <w:r w:rsidR="00153CD2" w:rsidRPr="006D7392">
        <w:rPr>
          <w:rFonts w:cs="Calibri Light"/>
        </w:rPr>
        <w:t>15 to SEER 2</w:t>
      </w:r>
      <w:r w:rsidR="00AD75CE">
        <w:rPr>
          <w:rFonts w:cs="Calibri Light"/>
        </w:rPr>
        <w:t xml:space="preserve">2. </w:t>
      </w:r>
      <w:r w:rsidR="002B519E" w:rsidRPr="006D7392">
        <w:rPr>
          <w:rFonts w:cs="Calibri Light"/>
        </w:rPr>
        <w:t xml:space="preserve">The average distributor cost </w:t>
      </w:r>
      <w:r w:rsidR="00034883">
        <w:rPr>
          <w:rFonts w:cs="Calibri Light"/>
        </w:rPr>
        <w:t xml:space="preserve">per ton </w:t>
      </w:r>
      <w:r w:rsidR="002B519E" w:rsidRPr="006D7392">
        <w:rPr>
          <w:rFonts w:cs="Calibri Light"/>
        </w:rPr>
        <w:t>for each SEER bin was calculated.</w:t>
      </w:r>
      <w:r w:rsidR="006D7392">
        <w:rPr>
          <w:rFonts w:cs="Calibri Light"/>
        </w:rPr>
        <w:t xml:space="preserve"> </w:t>
      </w:r>
      <w:r w:rsidR="00AD75CE">
        <w:rPr>
          <w:rFonts w:cs="Calibri Light"/>
        </w:rPr>
        <w:t>When both SEER and HSPF requirements of each tier were applied, only a few products met the requirements. Because the costs would not be representative with fewer data points, HSPF criteria was not considered. It was verified that the average HSPF for each SEER bin from program data is within 10% of the minimum HSPF threshold for the corresponding efficiency tier.</w:t>
      </w:r>
    </w:p>
    <w:p w14:paraId="69F3436A" w14:textId="599FE67A" w:rsidR="00B20617" w:rsidRDefault="00DB2BE8" w:rsidP="007F6AAD">
      <w:pPr>
        <w:pStyle w:val="ListParagraph"/>
        <w:numPr>
          <w:ilvl w:val="0"/>
          <w:numId w:val="37"/>
        </w:numPr>
        <w:rPr>
          <w:rFonts w:cs="Calibri Light"/>
        </w:rPr>
      </w:pPr>
      <w:r w:rsidRPr="006D7392">
        <w:rPr>
          <w:rFonts w:cs="Calibri Light"/>
        </w:rPr>
        <w:t>It was observed</w:t>
      </w:r>
      <w:r w:rsidR="00B20617">
        <w:rPr>
          <w:rFonts w:cs="Calibri Light"/>
        </w:rPr>
        <w:t xml:space="preserve"> that there were data issues in </w:t>
      </w:r>
      <w:r w:rsidR="00AD75CE">
        <w:rPr>
          <w:rFonts w:cs="Calibri Light"/>
        </w:rPr>
        <w:t xml:space="preserve">the </w:t>
      </w:r>
      <w:r w:rsidR="00B20617">
        <w:rPr>
          <w:rFonts w:cs="Calibri Light"/>
        </w:rPr>
        <w:t xml:space="preserve">bins </w:t>
      </w:r>
      <w:r w:rsidR="00757E83">
        <w:rPr>
          <w:rFonts w:cs="Calibri Light"/>
        </w:rPr>
        <w:t xml:space="preserve">of SEER 15 and SEER </w:t>
      </w:r>
      <w:r w:rsidR="00AD75CE">
        <w:rPr>
          <w:rFonts w:cs="Calibri Light"/>
        </w:rPr>
        <w:t>16:</w:t>
      </w:r>
      <w:r w:rsidR="00757E83">
        <w:rPr>
          <w:rFonts w:cs="Calibri Light"/>
        </w:rPr>
        <w:t xml:space="preserve"> SEER 15 accounted for only </w:t>
      </w:r>
      <w:r w:rsidR="004018A2">
        <w:rPr>
          <w:rFonts w:cs="Calibri Light"/>
        </w:rPr>
        <w:t>8 products (&lt;1% of total)</w:t>
      </w:r>
      <w:r w:rsidR="00AD75CE">
        <w:rPr>
          <w:rFonts w:cs="Calibri Light"/>
        </w:rPr>
        <w:t xml:space="preserve">. </w:t>
      </w:r>
      <w:r w:rsidR="004018A2">
        <w:rPr>
          <w:rFonts w:cs="Calibri Light"/>
        </w:rPr>
        <w:t xml:space="preserve">SEER 16 had </w:t>
      </w:r>
      <w:r w:rsidR="00873916">
        <w:rPr>
          <w:rFonts w:cs="Calibri Light"/>
        </w:rPr>
        <w:t xml:space="preserve">data skewed towards </w:t>
      </w:r>
      <w:r w:rsidR="004018A2">
        <w:rPr>
          <w:rFonts w:cs="Calibri Light"/>
        </w:rPr>
        <w:t>more expensive products from a few manufacturers</w:t>
      </w:r>
      <w:r w:rsidR="00757BCC">
        <w:rPr>
          <w:rFonts w:cs="Calibri Light"/>
        </w:rPr>
        <w:t xml:space="preserve">. </w:t>
      </w:r>
      <w:r w:rsidR="00AD75CE">
        <w:rPr>
          <w:rFonts w:cs="Calibri Light"/>
        </w:rPr>
        <w:t>Hence, for these SEERs, cost data from programs was not used, and the cost was estimated using the trend line discussed below.</w:t>
      </w:r>
    </w:p>
    <w:p w14:paraId="7BA6CCEF" w14:textId="4F33F7C5" w:rsidR="00971F16" w:rsidRDefault="00AD75CE" w:rsidP="00CA668C">
      <w:pPr>
        <w:pStyle w:val="ListParagraph"/>
        <w:numPr>
          <w:ilvl w:val="0"/>
          <w:numId w:val="37"/>
        </w:numPr>
        <w:rPr>
          <w:rFonts w:cs="Calibri Light"/>
        </w:rPr>
      </w:pPr>
      <w:r>
        <w:rPr>
          <w:rFonts w:cs="Calibri Light"/>
        </w:rPr>
        <w:t>Typically, high SEER products have higher cost. However, per program averages, SEER 20 products have slightly higher cost than SEER 21. To force a strictly increasing trend, t</w:t>
      </w:r>
      <w:r w:rsidR="00170CA4">
        <w:rPr>
          <w:rFonts w:cs="Calibri Light"/>
        </w:rPr>
        <w:t xml:space="preserve">he </w:t>
      </w:r>
      <w:r>
        <w:rPr>
          <w:rFonts w:cs="Calibri Light"/>
        </w:rPr>
        <w:t xml:space="preserve">program average </w:t>
      </w:r>
      <w:r w:rsidR="00331F1E">
        <w:rPr>
          <w:rFonts w:cs="Calibri Light"/>
        </w:rPr>
        <w:t xml:space="preserve">cost of SEER 20 was </w:t>
      </w:r>
      <w:r>
        <w:rPr>
          <w:rFonts w:cs="Calibri Light"/>
        </w:rPr>
        <w:t xml:space="preserve">replaced by </w:t>
      </w:r>
      <w:r w:rsidR="00331F1E">
        <w:rPr>
          <w:rFonts w:cs="Calibri Light"/>
        </w:rPr>
        <w:t xml:space="preserve">the average of SEER 19 and SEER 21 equipment costs. A linear regression fit was developed for SEER </w:t>
      </w:r>
      <w:r>
        <w:rPr>
          <w:rFonts w:cs="Calibri Light"/>
        </w:rPr>
        <w:t xml:space="preserve">17 </w:t>
      </w:r>
      <w:r w:rsidR="00331F1E">
        <w:rPr>
          <w:rFonts w:cs="Calibri Light"/>
        </w:rPr>
        <w:t>t</w:t>
      </w:r>
      <w:r>
        <w:rPr>
          <w:rFonts w:cs="Calibri Light"/>
        </w:rPr>
        <w:t>hrough</w:t>
      </w:r>
      <w:r w:rsidR="00331F1E">
        <w:rPr>
          <w:rFonts w:cs="Calibri Light"/>
        </w:rPr>
        <w:t xml:space="preserve"> SEER </w:t>
      </w:r>
      <w:r>
        <w:rPr>
          <w:rFonts w:cs="Calibri Light"/>
        </w:rPr>
        <w:t>22, which had</w:t>
      </w:r>
      <w:r w:rsidR="005C09EC">
        <w:rPr>
          <w:rFonts w:cs="Calibri Light"/>
        </w:rPr>
        <w:t xml:space="preserve"> R</w:t>
      </w:r>
      <w:r w:rsidR="005C09EC" w:rsidRPr="005C09EC">
        <w:rPr>
          <w:rFonts w:cs="Calibri Light"/>
          <w:vertAlign w:val="superscript"/>
        </w:rPr>
        <w:t>2</w:t>
      </w:r>
      <w:r>
        <w:rPr>
          <w:rFonts w:cs="Calibri Light"/>
        </w:rPr>
        <w:t xml:space="preserve"> = 0</w:t>
      </w:r>
      <w:r w:rsidR="005C09EC">
        <w:rPr>
          <w:rFonts w:cs="Calibri Light"/>
        </w:rPr>
        <w:t>.82</w:t>
      </w:r>
      <w:r>
        <w:rPr>
          <w:rFonts w:cs="Calibri Light"/>
        </w:rPr>
        <w:t xml:space="preserve">, which seemed acceptable for this purpose given the quantity and range of </w:t>
      </w:r>
      <w:r w:rsidR="00866767">
        <w:rPr>
          <w:rFonts w:cs="Calibri Light"/>
        </w:rPr>
        <w:t xml:space="preserve">program </w:t>
      </w:r>
      <w:r>
        <w:rPr>
          <w:rFonts w:cs="Calibri Light"/>
        </w:rPr>
        <w:t>data</w:t>
      </w:r>
      <w:r w:rsidR="005C09EC">
        <w:rPr>
          <w:rFonts w:cs="Calibri Light"/>
        </w:rPr>
        <w:t xml:space="preserve">. </w:t>
      </w:r>
      <w:r w:rsidR="00493481">
        <w:rPr>
          <w:rFonts w:cs="Calibri Light"/>
        </w:rPr>
        <w:t xml:space="preserve">This linear regression model was used to determine the costs for all SEER ratings from SEER 14 to SEER </w:t>
      </w:r>
      <w:r>
        <w:rPr>
          <w:rFonts w:cs="Calibri Light"/>
        </w:rPr>
        <w:t>22</w:t>
      </w:r>
      <w:r w:rsidR="00A14386">
        <w:rPr>
          <w:rFonts w:cs="Calibri Light"/>
        </w:rPr>
        <w:t>.</w:t>
      </w:r>
    </w:p>
    <w:p w14:paraId="6D8CAF6B" w14:textId="5B9FA8D0" w:rsidR="008951E7" w:rsidRPr="00F40013" w:rsidRDefault="008951E7" w:rsidP="00CA668C">
      <w:pPr>
        <w:pStyle w:val="ListParagraph"/>
        <w:numPr>
          <w:ilvl w:val="0"/>
          <w:numId w:val="37"/>
        </w:numPr>
        <w:rPr>
          <w:rFonts w:cs="Calibri Light"/>
        </w:rPr>
      </w:pPr>
      <w:r>
        <w:rPr>
          <w:rFonts w:cs="Calibri Light"/>
        </w:rPr>
        <w:t xml:space="preserve">The residential HVAC value chain has contractor between the </w:t>
      </w:r>
      <w:r w:rsidR="00010D15">
        <w:rPr>
          <w:rFonts w:cs="Calibri Light"/>
        </w:rPr>
        <w:t>distributor and the end customer. Hence, contractor mark-up should be applied. From the program data shared by SCE, there are 12 datapoints which also had contractor invoices. Reviewing the contractor invoices, the contractor markup</w:t>
      </w:r>
      <w:r w:rsidR="00C3435B">
        <w:rPr>
          <w:rFonts w:cs="Calibri Light"/>
        </w:rPr>
        <w:t>s</w:t>
      </w:r>
      <w:r w:rsidR="00034883">
        <w:rPr>
          <w:rFonts w:cs="Calibri Light"/>
        </w:rPr>
        <w:t xml:space="preserve"> </w:t>
      </w:r>
      <w:r w:rsidR="00C3435B">
        <w:rPr>
          <w:rFonts w:cs="Calibri Light"/>
        </w:rPr>
        <w:t>were</w:t>
      </w:r>
      <w:r w:rsidR="00034883">
        <w:rPr>
          <w:rFonts w:cs="Calibri Light"/>
        </w:rPr>
        <w:t xml:space="preserve"> highly variable ranging between 20% and 332% which an average of 141%. </w:t>
      </w:r>
      <w:r w:rsidR="00C3435B">
        <w:rPr>
          <w:rFonts w:cs="Calibri Light"/>
        </w:rPr>
        <w:t>These markups are result o</w:t>
      </w:r>
      <w:r w:rsidR="001858C8">
        <w:rPr>
          <w:rFonts w:cs="Calibri Light"/>
        </w:rPr>
        <w:t>f</w:t>
      </w:r>
      <w:r w:rsidR="00C3435B">
        <w:rPr>
          <w:rFonts w:cs="Calibri Light"/>
        </w:rPr>
        <w:t xml:space="preserve"> market demand for installations during summer </w:t>
      </w:r>
      <w:r w:rsidR="001858C8">
        <w:rPr>
          <w:rFonts w:cs="Calibri Light"/>
        </w:rPr>
        <w:t xml:space="preserve">and other factors such as value-added services by contractors. Because only the costs associated with energy efficiency part should be accounted for measure cost, </w:t>
      </w:r>
      <w:r w:rsidR="00C76CEB">
        <w:rPr>
          <w:rFonts w:cs="Calibri Light"/>
        </w:rPr>
        <w:t xml:space="preserve">contractor overhead was determined from </w:t>
      </w:r>
      <w:r w:rsidR="009A3910">
        <w:rPr>
          <w:rFonts w:cs="Calibri Light"/>
        </w:rPr>
        <w:t xml:space="preserve">overhead &amp; profit (O&amp;P) factors from </w:t>
      </w:r>
      <w:r w:rsidR="00C76CEB">
        <w:t>RS Means online database (2019)</w:t>
      </w:r>
      <w:r w:rsidR="00C76CEB">
        <w:rPr>
          <w:rStyle w:val="FootnoteReference"/>
        </w:rPr>
        <w:footnoteReference w:id="34"/>
      </w:r>
      <w:r w:rsidR="00C76CEB">
        <w:t xml:space="preserve"> </w:t>
      </w:r>
      <w:r w:rsidR="002D3450">
        <w:t>as observed for wall mounted split ductless units for 1 ton and 1.5 ton capacities.</w:t>
      </w:r>
      <w:r w:rsidR="002A64C1">
        <w:t xml:space="preserve"> The</w:t>
      </w:r>
      <w:r w:rsidR="00F40013">
        <w:t xml:space="preserve"> average O&amp;P factor was applied as contractor mark-up. </w:t>
      </w:r>
    </w:p>
    <w:p w14:paraId="171C295A" w14:textId="46686C91" w:rsidR="00F40013" w:rsidRPr="002A64C1" w:rsidRDefault="008A0286" w:rsidP="00CA668C">
      <w:pPr>
        <w:pStyle w:val="ListParagraph"/>
        <w:numPr>
          <w:ilvl w:val="0"/>
          <w:numId w:val="37"/>
        </w:numPr>
        <w:rPr>
          <w:rFonts w:cs="Calibri Light"/>
        </w:rPr>
      </w:pPr>
      <w:r w:rsidRPr="008A0286">
        <w:t xml:space="preserve"> </w:t>
      </w:r>
      <w:r>
        <w:t>Since the mid-stream program data contained few entries with costs of multi-split systems, the material costs for multi-split heat pumps were determined using a cost multiplier relative to mini-split costs. To determine the multiplier, a comparative analysis of multi-zone and single-zone material costs was performed through sampling of online shopping prices for ductless mini/multi-split heat pumps. The comparison was made at each level of SEER. The variation between costs is typically less than 20%. In most cases, multi-zone systems are offered at higher prices per unit ton cooling (ratio &gt;1), but in some cases at lower prices (ratio &lt;1). Thus, the finding of the comparative analysis (refer to the cost analysis workbook) is that the cost multiplier for multi-zone heat pumps is 1.0.</w:t>
      </w:r>
      <w:r w:rsidR="00D15CBB">
        <w:t xml:space="preserve"> </w:t>
      </w:r>
      <w:r w:rsidR="00920814">
        <w:t>T</w:t>
      </w:r>
      <w:r w:rsidR="000831A9">
        <w:t xml:space="preserve">he complexity </w:t>
      </w:r>
      <w:r w:rsidR="00E46082">
        <w:t>of multi-split unit design and</w:t>
      </w:r>
      <w:r w:rsidR="00920814">
        <w:t xml:space="preserve"> its</w:t>
      </w:r>
      <w:r w:rsidR="00E46082">
        <w:t xml:space="preserve"> installation could balance the </w:t>
      </w:r>
      <w:r w:rsidR="00920814">
        <w:t xml:space="preserve">benefits from economies of scale </w:t>
      </w:r>
      <w:r w:rsidR="00123288">
        <w:t xml:space="preserve">of multiple indoor units sharing one outdoor unit </w:t>
      </w:r>
      <w:r w:rsidR="00CC2024">
        <w:t xml:space="preserve">and hence </w:t>
      </w:r>
      <w:r w:rsidR="00123288">
        <w:t xml:space="preserve">averaging to </w:t>
      </w:r>
      <w:r w:rsidR="00CC2024">
        <w:t xml:space="preserve">the cost of a </w:t>
      </w:r>
      <w:r w:rsidR="00695F13">
        <w:t xml:space="preserve">mini-split heat pump. </w:t>
      </w:r>
    </w:p>
    <w:p w14:paraId="5AF99D10" w14:textId="77777777" w:rsidR="002A64C1" w:rsidRPr="00D871F7" w:rsidRDefault="002A64C1" w:rsidP="00F40013">
      <w:pPr>
        <w:pStyle w:val="ListParagraph"/>
        <w:rPr>
          <w:rFonts w:cs="Calibri Light"/>
        </w:rPr>
      </w:pPr>
    </w:p>
    <w:p w14:paraId="1AA4E498" w14:textId="39517932" w:rsidR="00536FD2" w:rsidRDefault="00536FD2" w:rsidP="00536FD2">
      <w:r>
        <w:lastRenderedPageBreak/>
        <w:t>See the cost calculation workbook for details.</w:t>
      </w:r>
      <w:r>
        <w:rPr>
          <w:rStyle w:val="FootnoteReference"/>
        </w:rPr>
        <w:footnoteReference w:id="35"/>
      </w:r>
    </w:p>
    <w:p w14:paraId="02691007" w14:textId="7CB436BA" w:rsidR="007D230B" w:rsidRDefault="002E5874" w:rsidP="00427574">
      <w:pPr>
        <w:pStyle w:val="eTRMHeading3"/>
      </w:pPr>
      <w:bookmarkStart w:id="61" w:name="_Toc486490862"/>
      <w:bookmarkStart w:id="62" w:name="_Toc486580933"/>
      <w:bookmarkStart w:id="63" w:name="_Toc53490197"/>
      <w:r w:rsidRPr="0001609E">
        <w:t xml:space="preserve">Base Case </w:t>
      </w:r>
      <w:r w:rsidR="007D230B" w:rsidRPr="0001609E">
        <w:t>Labor Cost ($/unit)</w:t>
      </w:r>
      <w:bookmarkEnd w:id="61"/>
      <w:bookmarkEnd w:id="62"/>
      <w:bookmarkEnd w:id="63"/>
    </w:p>
    <w:p w14:paraId="2265591A" w14:textId="0B6517C6" w:rsidR="00F721AA" w:rsidRDefault="00536FD2" w:rsidP="00536FD2">
      <w:pPr>
        <w:pStyle w:val="Normal1"/>
        <w:jc w:val="both"/>
        <w:rPr>
          <w:rFonts w:ascii="Calibri Light" w:hAnsi="Calibri Light"/>
        </w:rPr>
      </w:pPr>
      <w:r w:rsidRPr="00AE7B52">
        <w:rPr>
          <w:rFonts w:ascii="Calibri Light" w:hAnsi="Calibri Light"/>
        </w:rPr>
        <w:t>The base case labor cost was obtained from</w:t>
      </w:r>
      <w:r>
        <w:t xml:space="preserve"> </w:t>
      </w:r>
      <w:r>
        <w:rPr>
          <w:rFonts w:ascii="Calibri Light" w:hAnsi="Calibri Light"/>
        </w:rPr>
        <w:t>RS Means online database (2019)</w:t>
      </w:r>
      <w:r>
        <w:rPr>
          <w:rStyle w:val="FootnoteReference"/>
          <w:rFonts w:ascii="Calibri Light" w:hAnsi="Calibri Light"/>
        </w:rPr>
        <w:footnoteReference w:id="36"/>
      </w:r>
      <w:r>
        <w:rPr>
          <w:rFonts w:ascii="Calibri Light" w:hAnsi="Calibri Light"/>
        </w:rPr>
        <w:t xml:space="preserve">. </w:t>
      </w:r>
      <w:proofErr w:type="spellStart"/>
      <w:r>
        <w:rPr>
          <w:rFonts w:ascii="Calibri Light" w:hAnsi="Calibri Light"/>
        </w:rPr>
        <w:t>RSMeans</w:t>
      </w:r>
      <w:proofErr w:type="spellEnd"/>
      <w:r>
        <w:rPr>
          <w:rFonts w:ascii="Calibri Light" w:hAnsi="Calibri Light"/>
        </w:rPr>
        <w:t xml:space="preserve"> hourly labor rates for a residential electrician</w:t>
      </w:r>
      <w:r w:rsidR="00F721AA">
        <w:rPr>
          <w:rFonts w:ascii="Calibri Light" w:hAnsi="Calibri Light"/>
        </w:rPr>
        <w:t xml:space="preserve"> was obtained from RS Means residential labor rates.</w:t>
      </w:r>
      <w:r>
        <w:rPr>
          <w:rStyle w:val="FootnoteReference"/>
          <w:rFonts w:ascii="Calibri Light" w:hAnsi="Calibri Light"/>
        </w:rPr>
        <w:footnoteReference w:id="37"/>
      </w:r>
      <w:r>
        <w:rPr>
          <w:rFonts w:ascii="Calibri Light" w:hAnsi="Calibri Light"/>
        </w:rPr>
        <w:t xml:space="preserve"> </w:t>
      </w:r>
      <w:r w:rsidR="00F721AA">
        <w:rPr>
          <w:rFonts w:ascii="Calibri Light" w:hAnsi="Calibri Light"/>
        </w:rPr>
        <w:t xml:space="preserve">Labor hours for installing various capacities of window/thru-the wall unit and </w:t>
      </w:r>
      <w:r w:rsidR="001B3586">
        <w:rPr>
          <w:rFonts w:ascii="Calibri Light" w:hAnsi="Calibri Light"/>
        </w:rPr>
        <w:t>ductless units</w:t>
      </w:r>
      <w:r w:rsidR="00F721AA">
        <w:rPr>
          <w:rFonts w:ascii="Calibri Light" w:hAnsi="Calibri Light"/>
        </w:rPr>
        <w:t xml:space="preserve"> for various capacities w</w:t>
      </w:r>
      <w:r w:rsidR="0081683C">
        <w:rPr>
          <w:rFonts w:ascii="Calibri Light" w:hAnsi="Calibri Light"/>
        </w:rPr>
        <w:t>ere</w:t>
      </w:r>
      <w:r w:rsidR="00F721AA">
        <w:rPr>
          <w:rFonts w:ascii="Calibri Light" w:hAnsi="Calibri Light"/>
        </w:rPr>
        <w:t xml:space="preserve"> obtained from RS Means.  Using the average labor hours and labor rate, the average labor cost was calculated. The normalized labor cost per ton of cooling capacity was calculated by using the average capacity of 1.5 tons for these units from RS Means.  </w:t>
      </w:r>
    </w:p>
    <w:p w14:paraId="2584A093" w14:textId="1A4DF7EE" w:rsidR="00F721AA" w:rsidRDefault="00F721AA" w:rsidP="00536FD2">
      <w:pPr>
        <w:pStyle w:val="Normal1"/>
        <w:jc w:val="both"/>
        <w:rPr>
          <w:rFonts w:ascii="Calibri Light" w:hAnsi="Calibri Light"/>
        </w:rPr>
      </w:pPr>
    </w:p>
    <w:p w14:paraId="3C2D33B0" w14:textId="6A21DAEE" w:rsidR="00F721AA" w:rsidRDefault="00F721AA" w:rsidP="00536FD2">
      <w:pPr>
        <w:pStyle w:val="Normal1"/>
        <w:jc w:val="both"/>
        <w:rPr>
          <w:rFonts w:ascii="Calibri Light" w:hAnsi="Calibri Light"/>
        </w:rPr>
      </w:pPr>
      <w:r>
        <w:rPr>
          <w:rFonts w:ascii="Calibri Light" w:hAnsi="Calibri Light"/>
        </w:rPr>
        <w:t xml:space="preserve">For ductless units, in addition to installing the unit itself, labor cost for installing tube/ wiring kit of 50’ and condensing unit pad were considered as identified in RS Means. </w:t>
      </w:r>
    </w:p>
    <w:p w14:paraId="72215314" w14:textId="2FD8DD3A" w:rsidR="004B4F4C" w:rsidRPr="0001609E" w:rsidRDefault="004B4F4C" w:rsidP="00427574">
      <w:pPr>
        <w:pStyle w:val="eTRMHeading3"/>
      </w:pPr>
      <w:bookmarkStart w:id="64" w:name="_Toc53490198"/>
      <w:bookmarkStart w:id="65" w:name="_Toc486490863"/>
      <w:bookmarkStart w:id="66" w:name="_Toc486580934"/>
      <w:r w:rsidRPr="0001609E">
        <w:t>Measure Case Labor Cost ($/unit)</w:t>
      </w:r>
      <w:bookmarkEnd w:id="64"/>
    </w:p>
    <w:p w14:paraId="107F0F94" w14:textId="0AC7EFF1" w:rsidR="00786155" w:rsidRDefault="00CC1E75" w:rsidP="00C8270E">
      <w:r>
        <w:t>The same sources used for the base case material cost were used to define measure case labor cost.</w:t>
      </w:r>
      <w:r w:rsidR="003D15F4">
        <w:t xml:space="preserve"> The labor cost remains the same for all the efficiency tiers of ductless heat pumps. </w:t>
      </w:r>
    </w:p>
    <w:p w14:paraId="050D9183" w14:textId="7ABF5C13" w:rsidR="007D230B" w:rsidRPr="0001609E" w:rsidRDefault="004B06E3" w:rsidP="00427574">
      <w:pPr>
        <w:pStyle w:val="eTRMHeading3"/>
      </w:pPr>
      <w:bookmarkStart w:id="67" w:name="_Toc53490199"/>
      <w:r w:rsidRPr="0001609E">
        <w:t>Net-to-Gross</w:t>
      </w:r>
      <w:bookmarkEnd w:id="65"/>
      <w:bookmarkEnd w:id="66"/>
      <w:r w:rsidR="008D4652" w:rsidRPr="0001609E">
        <w:t xml:space="preserve"> (NTG)</w:t>
      </w:r>
      <w:bookmarkEnd w:id="67"/>
    </w:p>
    <w:p w14:paraId="6B22CD0C" w14:textId="53D473F3" w:rsidR="00F07890" w:rsidRDefault="00F07890" w:rsidP="00F07890">
      <w:r w:rsidRPr="00860FEC">
        <w:t xml:space="preserve">The net-to-gross (NTG) ratio represents the portion of gross impacts that are determined to be directly attributed to a specific program intervention. </w:t>
      </w:r>
      <w:r w:rsidR="00D91F53">
        <w:t xml:space="preserve">The NTG value for upstream and downstream delivery varies and are based on </w:t>
      </w:r>
      <w:r w:rsidR="002129BA">
        <w:t xml:space="preserve">CPUC, 2018. </w:t>
      </w:r>
      <w:r w:rsidR="00D91F53">
        <w:t xml:space="preserve">Resolution E-4952 </w:t>
      </w:r>
    </w:p>
    <w:p w14:paraId="31214809" w14:textId="77777777" w:rsidR="00F07890" w:rsidRPr="0059426D" w:rsidRDefault="00F07890" w:rsidP="00184860">
      <w:pPr>
        <w:pStyle w:val="Caption"/>
      </w:pPr>
      <w:r>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0"/>
        <w:gridCol w:w="5940"/>
      </w:tblGrid>
      <w:tr w:rsidR="00F07890" w:rsidRPr="0059426D" w14:paraId="7436CC6F" w14:textId="77777777" w:rsidTr="00E23CB5">
        <w:trPr>
          <w:cantSplit/>
          <w:trHeight w:val="20"/>
        </w:trPr>
        <w:tc>
          <w:tcPr>
            <w:tcW w:w="2155" w:type="dxa"/>
            <w:shd w:val="clear" w:color="000000" w:fill="F2F2F2" w:themeFill="background1" w:themeFillShade="F2"/>
            <w:vAlign w:val="bottom"/>
          </w:tcPr>
          <w:p w14:paraId="64D552B7" w14:textId="77777777" w:rsidR="00F07890" w:rsidRPr="0059426D"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66D32153" w14:textId="77777777" w:rsidR="00F07890" w:rsidRPr="0059426D"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940" w:type="dxa"/>
            <w:shd w:val="clear" w:color="000000" w:fill="F2F2F2" w:themeFill="background1" w:themeFillShade="F2"/>
          </w:tcPr>
          <w:p w14:paraId="4CB26E1A" w14:textId="77777777" w:rsidR="00F07890"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07890" w:rsidRPr="0059426D" w14:paraId="17FBED14" w14:textId="77777777" w:rsidTr="00E23CB5">
        <w:trPr>
          <w:cantSplit/>
          <w:trHeight w:val="20"/>
        </w:trPr>
        <w:tc>
          <w:tcPr>
            <w:tcW w:w="2155" w:type="dxa"/>
            <w:vAlign w:val="center"/>
          </w:tcPr>
          <w:p w14:paraId="754DBB3A" w14:textId="43492601" w:rsidR="00F07890" w:rsidRPr="00177EB6" w:rsidRDefault="00F07890" w:rsidP="00E23CB5">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w:t>
            </w:r>
            <w:r>
              <w:rPr>
                <w:szCs w:val="20"/>
              </w:rPr>
              <w:t>residential</w:t>
            </w:r>
            <w:r w:rsidR="00F52F92">
              <w:rPr>
                <w:szCs w:val="20"/>
              </w:rPr>
              <w:t>, upstream delivery</w:t>
            </w:r>
          </w:p>
        </w:tc>
        <w:tc>
          <w:tcPr>
            <w:tcW w:w="1530" w:type="dxa"/>
            <w:shd w:val="clear" w:color="auto" w:fill="auto"/>
            <w:noWrap/>
            <w:vAlign w:val="center"/>
          </w:tcPr>
          <w:p w14:paraId="4214987B" w14:textId="472F5F28" w:rsidR="00F07890" w:rsidRPr="0059426D" w:rsidRDefault="00F52F92" w:rsidP="00E23CB5">
            <w:pPr>
              <w:keepNext/>
              <w:keepLines/>
              <w:spacing w:before="0" w:after="0" w:line="200" w:lineRule="atLeast"/>
              <w:jc w:val="center"/>
              <w:rPr>
                <w:color w:val="000000"/>
                <w:sz w:val="20"/>
                <w:szCs w:val="20"/>
              </w:rPr>
            </w:pPr>
            <w:r>
              <w:rPr>
                <w:color w:val="000000"/>
                <w:sz w:val="20"/>
                <w:szCs w:val="20"/>
              </w:rPr>
              <w:t>0.65</w:t>
            </w:r>
          </w:p>
        </w:tc>
        <w:tc>
          <w:tcPr>
            <w:tcW w:w="5940" w:type="dxa"/>
            <w:vAlign w:val="center"/>
          </w:tcPr>
          <w:p w14:paraId="5F526562" w14:textId="1CF8C3AE" w:rsidR="00F07890" w:rsidRDefault="0014614C" w:rsidP="00E23CB5">
            <w:pPr>
              <w:spacing w:before="0" w:after="0"/>
              <w:rPr>
                <w:sz w:val="18"/>
              </w:rPr>
            </w:pPr>
            <w:r>
              <w:rPr>
                <w:sz w:val="18"/>
              </w:rPr>
              <w:t xml:space="preserve">Adopted by: CPUC, 2018. </w:t>
            </w:r>
            <w:r w:rsidRPr="0014614C">
              <w:rPr>
                <w:i/>
                <w:iCs/>
                <w:sz w:val="18"/>
              </w:rPr>
              <w:t>Resolution E-4952</w:t>
            </w:r>
            <w:r>
              <w:rPr>
                <w:i/>
                <w:iCs/>
                <w:sz w:val="18"/>
              </w:rPr>
              <w:t>:</w:t>
            </w:r>
            <w:r w:rsidRPr="0014614C">
              <w:rPr>
                <w:i/>
                <w:iCs/>
                <w:sz w:val="18"/>
              </w:rPr>
              <w:t xml:space="preserve"> DEER2020 and Revised DEER2019</w:t>
            </w:r>
            <w:r>
              <w:rPr>
                <w:sz w:val="18"/>
              </w:rPr>
              <w:t>. Page A-36, Table 7.</w:t>
            </w:r>
          </w:p>
          <w:p w14:paraId="1C3215C5" w14:textId="77777777" w:rsidR="0014614C" w:rsidRDefault="0014614C" w:rsidP="00E23CB5">
            <w:pPr>
              <w:spacing w:before="0" w:after="0"/>
              <w:rPr>
                <w:sz w:val="18"/>
              </w:rPr>
            </w:pPr>
          </w:p>
          <w:p w14:paraId="2B2A7CA1" w14:textId="2244D60B" w:rsidR="0014614C" w:rsidRPr="0014614C" w:rsidRDefault="0014614C" w:rsidP="00E23CB5">
            <w:pPr>
              <w:spacing w:before="0" w:after="0"/>
              <w:rPr>
                <w:sz w:val="18"/>
              </w:rPr>
            </w:pPr>
            <w:r>
              <w:rPr>
                <w:sz w:val="18"/>
              </w:rPr>
              <w:t xml:space="preserve">Based on: Impact Evaluation of 2015 Upstream HVAC Programs (HVAC1), prepared for California Public Utilities </w:t>
            </w:r>
            <w:r w:rsidR="00D77893">
              <w:rPr>
                <w:sz w:val="18"/>
              </w:rPr>
              <w:t>Commission</w:t>
            </w:r>
            <w:r>
              <w:rPr>
                <w:sz w:val="18"/>
              </w:rPr>
              <w:t xml:space="preserve"> by DNVGL, CALMAC ID CPU0116.03, April 4, 2017.</w:t>
            </w:r>
          </w:p>
        </w:tc>
      </w:tr>
      <w:tr w:rsidR="00F52F92" w:rsidRPr="0059426D" w14:paraId="53E0D3D0" w14:textId="77777777" w:rsidTr="00E23CB5">
        <w:trPr>
          <w:cantSplit/>
          <w:trHeight w:val="20"/>
        </w:trPr>
        <w:tc>
          <w:tcPr>
            <w:tcW w:w="2155" w:type="dxa"/>
            <w:vAlign w:val="center"/>
          </w:tcPr>
          <w:p w14:paraId="319C5856" w14:textId="493679D9" w:rsidR="00F52F92" w:rsidRPr="00177EB6" w:rsidRDefault="00F52F92" w:rsidP="00E23CB5">
            <w:pPr>
              <w:keepNext/>
              <w:keepLines/>
              <w:spacing w:before="0" w:after="0" w:line="200" w:lineRule="atLeast"/>
              <w:rPr>
                <w:rFonts w:cs="Arial"/>
                <w:color w:val="000000"/>
                <w:sz w:val="20"/>
                <w:szCs w:val="20"/>
              </w:rPr>
            </w:pPr>
            <w:r>
              <w:rPr>
                <w:rFonts w:cs="Arial"/>
                <w:color w:val="000000"/>
                <w:sz w:val="20"/>
                <w:szCs w:val="20"/>
              </w:rPr>
              <w:t>NTG - residential, downstream delivery</w:t>
            </w:r>
          </w:p>
        </w:tc>
        <w:tc>
          <w:tcPr>
            <w:tcW w:w="1530" w:type="dxa"/>
            <w:shd w:val="clear" w:color="auto" w:fill="auto"/>
            <w:noWrap/>
            <w:vAlign w:val="center"/>
          </w:tcPr>
          <w:p w14:paraId="55F5B0A9" w14:textId="5CEC2F8B" w:rsidR="00F52F92" w:rsidRPr="0059426D" w:rsidRDefault="00F52F92" w:rsidP="00E23CB5">
            <w:pPr>
              <w:keepNext/>
              <w:keepLines/>
              <w:spacing w:before="0" w:after="0" w:line="200" w:lineRule="atLeast"/>
              <w:jc w:val="center"/>
              <w:rPr>
                <w:color w:val="000000"/>
                <w:sz w:val="20"/>
                <w:szCs w:val="20"/>
              </w:rPr>
            </w:pPr>
            <w:r>
              <w:rPr>
                <w:color w:val="000000"/>
                <w:sz w:val="20"/>
                <w:szCs w:val="20"/>
              </w:rPr>
              <w:t>0.6</w:t>
            </w:r>
            <w:r w:rsidR="00504E8A">
              <w:rPr>
                <w:color w:val="000000"/>
                <w:sz w:val="20"/>
                <w:szCs w:val="20"/>
              </w:rPr>
              <w:t>0</w:t>
            </w:r>
          </w:p>
        </w:tc>
        <w:tc>
          <w:tcPr>
            <w:tcW w:w="5940" w:type="dxa"/>
            <w:vAlign w:val="center"/>
          </w:tcPr>
          <w:p w14:paraId="5B3767AC" w14:textId="212898E6" w:rsidR="00416ACD" w:rsidRDefault="00416ACD" w:rsidP="00E23CB5">
            <w:pPr>
              <w:spacing w:before="0" w:after="0"/>
              <w:rPr>
                <w:sz w:val="18"/>
              </w:rPr>
            </w:pPr>
            <w:r>
              <w:rPr>
                <w:sz w:val="18"/>
              </w:rPr>
              <w:t xml:space="preserve">Adopted by: CPUC, 2018. </w:t>
            </w:r>
            <w:r w:rsidRPr="0014614C">
              <w:rPr>
                <w:i/>
                <w:iCs/>
                <w:sz w:val="18"/>
              </w:rPr>
              <w:t>Resolution E-4952</w:t>
            </w:r>
            <w:r>
              <w:rPr>
                <w:i/>
                <w:iCs/>
                <w:sz w:val="18"/>
              </w:rPr>
              <w:t>:</w:t>
            </w:r>
            <w:r w:rsidRPr="0014614C">
              <w:rPr>
                <w:i/>
                <w:iCs/>
                <w:sz w:val="18"/>
              </w:rPr>
              <w:t xml:space="preserve"> DEER2020 and Revised DEER2019</w:t>
            </w:r>
            <w:r>
              <w:rPr>
                <w:sz w:val="18"/>
              </w:rPr>
              <w:t>. Page A-50, attachment "SupportTable-NTG2020.xlsx.".</w:t>
            </w:r>
          </w:p>
          <w:p w14:paraId="4D871FEE" w14:textId="5F6164E1" w:rsidR="00416ACD" w:rsidRPr="00575E9A" w:rsidRDefault="00416ACD" w:rsidP="00E23CB5">
            <w:pPr>
              <w:spacing w:before="0" w:after="0"/>
              <w:rPr>
                <w:sz w:val="18"/>
              </w:rPr>
            </w:pPr>
          </w:p>
        </w:tc>
      </w:tr>
    </w:tbl>
    <w:p w14:paraId="6ECC6493" w14:textId="77777777" w:rsidR="007D230B" w:rsidRPr="0001609E" w:rsidRDefault="007D230B" w:rsidP="004142EF"/>
    <w:p w14:paraId="323B5B02" w14:textId="4C4B13DC" w:rsidR="007D230B" w:rsidRPr="0001609E" w:rsidRDefault="00D02C36" w:rsidP="00427574">
      <w:pPr>
        <w:pStyle w:val="eTRMHeading3"/>
      </w:pPr>
      <w:bookmarkStart w:id="68" w:name="_Toc486490864"/>
      <w:bookmarkStart w:id="69" w:name="_Toc486580935"/>
      <w:bookmarkStart w:id="70" w:name="_Toc53490200"/>
      <w:r w:rsidRPr="0001609E">
        <w:t>Gross Savings Installation Adjustment (</w:t>
      </w:r>
      <w:r w:rsidR="007D230B" w:rsidRPr="0001609E">
        <w:t>GSIA</w:t>
      </w:r>
      <w:bookmarkEnd w:id="68"/>
      <w:bookmarkEnd w:id="69"/>
      <w:r w:rsidRPr="0001609E">
        <w:t>)</w:t>
      </w:r>
      <w:bookmarkEnd w:id="70"/>
    </w:p>
    <w:p w14:paraId="2A1F1C17" w14:textId="6BC8019C" w:rsidR="007D230B" w:rsidRPr="0001609E" w:rsidRDefault="00AA3E2A" w:rsidP="004142EF">
      <w:r w:rsidRPr="0001609E">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FA124C">
        <w:t>This GSIA rate is the current “default” rate specified for measures for which an alternative GSIA has not been estimated and approved.</w:t>
      </w:r>
    </w:p>
    <w:p w14:paraId="022915CE" w14:textId="4D8D7AD0" w:rsidR="00DE1A0F" w:rsidRPr="0001609E" w:rsidRDefault="002F78E9" w:rsidP="00184860">
      <w:pPr>
        <w:pStyle w:val="Caption"/>
      </w:pPr>
      <w:r w:rsidRPr="0001609E">
        <w:lastRenderedPageBreak/>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5"/>
        <w:gridCol w:w="1441"/>
        <w:gridCol w:w="5669"/>
      </w:tblGrid>
      <w:tr w:rsidR="00AA3E2A" w:rsidRPr="0001609E" w14:paraId="60BDA2BB" w14:textId="744FC0FC" w:rsidTr="00A107E7">
        <w:trPr>
          <w:cantSplit/>
          <w:trHeight w:val="20"/>
        </w:trPr>
        <w:tc>
          <w:tcPr>
            <w:tcW w:w="1236" w:type="pct"/>
            <w:shd w:val="clear" w:color="000000" w:fill="F2F2F2" w:themeFill="background1" w:themeFillShade="F2"/>
            <w:vAlign w:val="bottom"/>
          </w:tcPr>
          <w:p w14:paraId="7D363CC0" w14:textId="26519964" w:rsidR="00AA3E2A" w:rsidRPr="0001609E" w:rsidRDefault="00177EB6" w:rsidP="00BA3D7D">
            <w:pPr>
              <w:spacing w:before="0" w:after="0" w:line="200" w:lineRule="atLeast"/>
              <w:jc w:val="center"/>
              <w:rPr>
                <w:rFonts w:cs="Arial"/>
                <w:b/>
                <w:color w:val="000000"/>
                <w:sz w:val="20"/>
                <w:szCs w:val="20"/>
              </w:rPr>
            </w:pPr>
            <w:r w:rsidRPr="0001609E">
              <w:rPr>
                <w:rFonts w:cs="Arial"/>
                <w:b/>
                <w:color w:val="000000"/>
                <w:sz w:val="20"/>
                <w:szCs w:val="20"/>
              </w:rPr>
              <w:t>Parameter</w:t>
            </w:r>
          </w:p>
        </w:tc>
        <w:tc>
          <w:tcPr>
            <w:tcW w:w="763" w:type="pct"/>
            <w:shd w:val="clear" w:color="000000" w:fill="F2F2F2" w:themeFill="background1" w:themeFillShade="F2"/>
            <w:vAlign w:val="center"/>
          </w:tcPr>
          <w:p w14:paraId="2A1AC9D4" w14:textId="3263DC2B" w:rsidR="00AA3E2A" w:rsidRPr="0001609E" w:rsidRDefault="00AA3E2A" w:rsidP="006D6644">
            <w:pPr>
              <w:spacing w:before="0" w:after="0" w:line="200" w:lineRule="atLeast"/>
              <w:jc w:val="center"/>
              <w:rPr>
                <w:rFonts w:cs="Arial"/>
                <w:b/>
                <w:color w:val="000000"/>
                <w:sz w:val="20"/>
                <w:szCs w:val="20"/>
              </w:rPr>
            </w:pPr>
            <w:r w:rsidRPr="0001609E">
              <w:rPr>
                <w:rFonts w:cs="Arial"/>
                <w:b/>
                <w:sz w:val="20"/>
                <w:szCs w:val="20"/>
              </w:rPr>
              <w:t xml:space="preserve">GSIA </w:t>
            </w:r>
          </w:p>
        </w:tc>
        <w:tc>
          <w:tcPr>
            <w:tcW w:w="3001" w:type="pct"/>
            <w:shd w:val="clear" w:color="000000" w:fill="F2F2F2" w:themeFill="background1" w:themeFillShade="F2"/>
          </w:tcPr>
          <w:p w14:paraId="32AB7FEE" w14:textId="77936D4E" w:rsidR="00AA3E2A" w:rsidRPr="0001609E" w:rsidRDefault="00AA3E2A" w:rsidP="006D6644">
            <w:pPr>
              <w:spacing w:before="0" w:after="0" w:line="200" w:lineRule="atLeast"/>
              <w:jc w:val="center"/>
              <w:rPr>
                <w:rFonts w:cs="Arial"/>
                <w:b/>
                <w:sz w:val="20"/>
                <w:szCs w:val="20"/>
              </w:rPr>
            </w:pPr>
            <w:r w:rsidRPr="0001609E">
              <w:rPr>
                <w:rFonts w:cs="Arial"/>
                <w:b/>
                <w:sz w:val="20"/>
                <w:szCs w:val="20"/>
              </w:rPr>
              <w:t>Source</w:t>
            </w:r>
          </w:p>
        </w:tc>
      </w:tr>
      <w:tr w:rsidR="00D6352D" w:rsidRPr="0001609E" w14:paraId="2209CD52" w14:textId="78579504" w:rsidTr="006F118F">
        <w:trPr>
          <w:cantSplit/>
          <w:trHeight w:val="20"/>
        </w:trPr>
        <w:tc>
          <w:tcPr>
            <w:tcW w:w="1236" w:type="pct"/>
            <w:vAlign w:val="center"/>
          </w:tcPr>
          <w:p w14:paraId="6618BC2B" w14:textId="76C9739F" w:rsidR="00D6352D" w:rsidRPr="0001609E" w:rsidRDefault="00D6352D" w:rsidP="005820CC">
            <w:pPr>
              <w:spacing w:before="0" w:after="0" w:line="200" w:lineRule="atLeast"/>
              <w:rPr>
                <w:rFonts w:cstheme="minorHAnsi"/>
                <w:sz w:val="20"/>
                <w:szCs w:val="20"/>
              </w:rPr>
            </w:pPr>
            <w:r w:rsidRPr="0001609E">
              <w:rPr>
                <w:rFonts w:cstheme="minorHAnsi"/>
                <w:sz w:val="20"/>
                <w:szCs w:val="20"/>
              </w:rPr>
              <w:t xml:space="preserve">GSIA </w:t>
            </w:r>
          </w:p>
        </w:tc>
        <w:tc>
          <w:tcPr>
            <w:tcW w:w="763" w:type="pct"/>
            <w:vAlign w:val="center"/>
          </w:tcPr>
          <w:p w14:paraId="6D1D8F27" w14:textId="13477C3E" w:rsidR="00D6352D" w:rsidRPr="00A107E7" w:rsidRDefault="00D6352D" w:rsidP="00D6352D">
            <w:pPr>
              <w:spacing w:before="0" w:after="0" w:line="200" w:lineRule="atLeast"/>
              <w:jc w:val="center"/>
              <w:rPr>
                <w:sz w:val="20"/>
                <w:szCs w:val="20"/>
              </w:rPr>
            </w:pPr>
            <w:r w:rsidRPr="00A107E7">
              <w:rPr>
                <w:sz w:val="20"/>
                <w:szCs w:val="20"/>
              </w:rPr>
              <w:t>1.0</w:t>
            </w:r>
          </w:p>
        </w:tc>
        <w:tc>
          <w:tcPr>
            <w:tcW w:w="3001" w:type="pct"/>
            <w:vAlign w:val="center"/>
          </w:tcPr>
          <w:p w14:paraId="52FCA633" w14:textId="230E318D" w:rsidR="00D6352D" w:rsidRPr="00C7412C" w:rsidRDefault="00D6352D" w:rsidP="00D6352D">
            <w:pPr>
              <w:spacing w:before="0" w:after="0" w:line="200" w:lineRule="atLeast"/>
              <w:rPr>
                <w:sz w:val="20"/>
                <w:szCs w:val="20"/>
              </w:rPr>
            </w:pPr>
            <w:r w:rsidRPr="00C7412C">
              <w:rPr>
                <w:rFonts w:eastAsia="Times New Roman" w:cs="Times New Roman"/>
                <w:sz w:val="18"/>
                <w:szCs w:val="18"/>
              </w:rPr>
              <w:t xml:space="preserve">California Public Utilities Commission (CPUC), Energy Division. 2013. </w:t>
            </w:r>
            <w:r w:rsidRPr="00C7412C">
              <w:rPr>
                <w:rFonts w:eastAsia="Times New Roman" w:cs="Times New Roman"/>
                <w:i/>
                <w:sz w:val="18"/>
                <w:szCs w:val="18"/>
              </w:rPr>
              <w:t>Energy Efficiency Policy Manual Version 5</w:t>
            </w:r>
            <w:r w:rsidRPr="00C7412C">
              <w:rPr>
                <w:rFonts w:eastAsia="Times New Roman" w:cs="Times New Roman"/>
                <w:sz w:val="18"/>
                <w:szCs w:val="18"/>
              </w:rPr>
              <w:t>. Page 31.</w:t>
            </w:r>
          </w:p>
        </w:tc>
      </w:tr>
    </w:tbl>
    <w:p w14:paraId="08395124" w14:textId="77777777" w:rsidR="00DE1A0F" w:rsidRPr="0001609E" w:rsidRDefault="00DE1A0F" w:rsidP="00DE1A0F">
      <w:pPr>
        <w:rPr>
          <w:rFonts w:cs="Arial"/>
          <w:sz w:val="20"/>
          <w:szCs w:val="20"/>
        </w:rPr>
      </w:pPr>
    </w:p>
    <w:p w14:paraId="7D8551BB" w14:textId="760F7D39" w:rsidR="009C31A4" w:rsidRPr="0001609E" w:rsidRDefault="009C31A4" w:rsidP="00427574">
      <w:pPr>
        <w:pStyle w:val="eTRMHeading3"/>
      </w:pPr>
      <w:bookmarkStart w:id="71" w:name="_Toc53490201"/>
      <w:r w:rsidRPr="0001609E">
        <w:t>DEER Differences Analysis</w:t>
      </w:r>
      <w:bookmarkEnd w:id="71"/>
    </w:p>
    <w:p w14:paraId="575E579E" w14:textId="39C7256E" w:rsidR="002C67DF" w:rsidRDefault="003F21D2" w:rsidP="004142EF">
      <w:r w:rsidRPr="0001609E">
        <w:t xml:space="preserve">This section provides a summary of </w:t>
      </w:r>
      <w:r w:rsidR="00842D80">
        <w:rPr>
          <w:rFonts w:cstheme="minorHAnsi"/>
          <w:szCs w:val="22"/>
        </w:rPr>
        <w:t xml:space="preserve">Database for Energy Efficient Resources (DEER) </w:t>
      </w:r>
      <w:r w:rsidRPr="0001609E">
        <w:t>-based inputs and methods, and the rationale for inputs and methods that are not DEER-based.</w:t>
      </w:r>
    </w:p>
    <w:p w14:paraId="756C62FB" w14:textId="615AAC71" w:rsidR="00EA057C" w:rsidRPr="0001609E" w:rsidRDefault="00EA057C" w:rsidP="00184860">
      <w:pPr>
        <w:pStyle w:val="Caption"/>
      </w:pPr>
      <w:r w:rsidRPr="0001609E">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01609E" w14:paraId="59D017C8" w14:textId="77777777" w:rsidTr="00C7412C">
        <w:trPr>
          <w:trHeight w:val="20"/>
          <w:tblHeader/>
        </w:trPr>
        <w:tc>
          <w:tcPr>
            <w:tcW w:w="1730" w:type="pct"/>
            <w:shd w:val="clear" w:color="auto" w:fill="F2F2F2" w:themeFill="background1" w:themeFillShade="F2"/>
          </w:tcPr>
          <w:p w14:paraId="5A1E2CE5" w14:textId="77777777" w:rsidR="00EA057C" w:rsidRPr="0001609E" w:rsidRDefault="00EA057C" w:rsidP="00C7412C">
            <w:pPr>
              <w:keepNext/>
              <w:keepLines/>
              <w:tabs>
                <w:tab w:val="right" w:pos="2957"/>
              </w:tabs>
              <w:spacing w:before="20" w:after="20"/>
              <w:rPr>
                <w:rFonts w:cs="Arial"/>
                <w:b/>
                <w:sz w:val="20"/>
                <w:szCs w:val="20"/>
              </w:rPr>
            </w:pPr>
            <w:r w:rsidRPr="0001609E">
              <w:rPr>
                <w:rFonts w:cs="Arial"/>
                <w:b/>
                <w:sz w:val="20"/>
                <w:szCs w:val="20"/>
              </w:rPr>
              <w:t>DEER Item</w:t>
            </w:r>
          </w:p>
        </w:tc>
        <w:tc>
          <w:tcPr>
            <w:tcW w:w="3270" w:type="pct"/>
            <w:shd w:val="clear" w:color="auto" w:fill="F2F2F2" w:themeFill="background1" w:themeFillShade="F2"/>
          </w:tcPr>
          <w:p w14:paraId="52AD34D1" w14:textId="0CFF441B" w:rsidR="00EA057C" w:rsidRPr="0001609E" w:rsidRDefault="00EA057C" w:rsidP="00C7412C">
            <w:pPr>
              <w:keepNext/>
              <w:keepLines/>
              <w:spacing w:before="20" w:after="20"/>
              <w:rPr>
                <w:rFonts w:cs="Arial"/>
                <w:b/>
                <w:sz w:val="20"/>
                <w:szCs w:val="20"/>
              </w:rPr>
            </w:pPr>
            <w:r w:rsidRPr="0001609E">
              <w:rPr>
                <w:rFonts w:cs="Arial"/>
                <w:b/>
                <w:sz w:val="20"/>
                <w:szCs w:val="20"/>
              </w:rPr>
              <w:t>Comment / Used for Workpaper</w:t>
            </w:r>
          </w:p>
        </w:tc>
      </w:tr>
      <w:tr w:rsidR="003077CB" w:rsidRPr="0001609E" w14:paraId="33003020" w14:textId="77777777" w:rsidTr="00EA057C">
        <w:trPr>
          <w:trHeight w:val="20"/>
        </w:trPr>
        <w:tc>
          <w:tcPr>
            <w:tcW w:w="1730" w:type="pct"/>
          </w:tcPr>
          <w:p w14:paraId="1F2D360A" w14:textId="77777777" w:rsidR="003077CB" w:rsidRPr="0001609E" w:rsidRDefault="003077CB" w:rsidP="00C7412C">
            <w:pPr>
              <w:spacing w:before="20" w:after="20"/>
              <w:rPr>
                <w:rFonts w:cs="Arial"/>
                <w:sz w:val="20"/>
                <w:szCs w:val="20"/>
              </w:rPr>
            </w:pPr>
            <w:r w:rsidRPr="0001609E">
              <w:rPr>
                <w:rFonts w:cs="Arial"/>
                <w:sz w:val="20"/>
                <w:szCs w:val="20"/>
              </w:rPr>
              <w:t>Modified DEER methodology</w:t>
            </w:r>
          </w:p>
        </w:tc>
        <w:tc>
          <w:tcPr>
            <w:tcW w:w="3270" w:type="pct"/>
          </w:tcPr>
          <w:p w14:paraId="247EE411" w14:textId="366807BF" w:rsidR="003077CB" w:rsidRPr="005331FC" w:rsidRDefault="00834891" w:rsidP="00C7412C">
            <w:pPr>
              <w:spacing w:before="20" w:after="20"/>
              <w:rPr>
                <w:rFonts w:cs="Arial"/>
                <w:b/>
                <w:sz w:val="20"/>
                <w:szCs w:val="20"/>
              </w:rPr>
            </w:pPr>
            <w:r>
              <w:rPr>
                <w:rFonts w:cs="Arial"/>
                <w:sz w:val="20"/>
                <w:szCs w:val="20"/>
              </w:rPr>
              <w:t>Yes</w:t>
            </w:r>
          </w:p>
        </w:tc>
      </w:tr>
      <w:tr w:rsidR="003077CB" w:rsidRPr="0001609E" w14:paraId="507422EA" w14:textId="77777777" w:rsidTr="00EA057C">
        <w:trPr>
          <w:trHeight w:val="20"/>
        </w:trPr>
        <w:tc>
          <w:tcPr>
            <w:tcW w:w="1730" w:type="pct"/>
          </w:tcPr>
          <w:p w14:paraId="29430E33" w14:textId="77777777" w:rsidR="003077CB" w:rsidRPr="0001609E" w:rsidRDefault="003077CB" w:rsidP="00C7412C">
            <w:pPr>
              <w:spacing w:before="20" w:after="20"/>
              <w:rPr>
                <w:rFonts w:cs="Arial"/>
                <w:sz w:val="20"/>
                <w:szCs w:val="20"/>
              </w:rPr>
            </w:pPr>
            <w:r w:rsidRPr="0001609E">
              <w:rPr>
                <w:rFonts w:cs="Arial"/>
                <w:sz w:val="20"/>
                <w:szCs w:val="20"/>
              </w:rPr>
              <w:t>Scaled DEER measure</w:t>
            </w:r>
          </w:p>
        </w:tc>
        <w:tc>
          <w:tcPr>
            <w:tcW w:w="3270" w:type="pct"/>
          </w:tcPr>
          <w:p w14:paraId="0C847473" w14:textId="432404A2" w:rsidR="003077CB" w:rsidRPr="005331FC" w:rsidRDefault="003077CB" w:rsidP="00C7412C">
            <w:pPr>
              <w:spacing w:before="20" w:after="20"/>
              <w:rPr>
                <w:rFonts w:cs="Arial"/>
                <w:sz w:val="20"/>
                <w:szCs w:val="20"/>
              </w:rPr>
            </w:pPr>
            <w:r w:rsidRPr="005331FC">
              <w:rPr>
                <w:rFonts w:cs="Arial"/>
                <w:sz w:val="20"/>
                <w:szCs w:val="20"/>
              </w:rPr>
              <w:t>No</w:t>
            </w:r>
          </w:p>
        </w:tc>
      </w:tr>
      <w:tr w:rsidR="003077CB" w:rsidRPr="0001609E" w14:paraId="335CDE40" w14:textId="77777777" w:rsidTr="00EA057C">
        <w:trPr>
          <w:trHeight w:val="20"/>
        </w:trPr>
        <w:tc>
          <w:tcPr>
            <w:tcW w:w="1730" w:type="pct"/>
          </w:tcPr>
          <w:p w14:paraId="126C3B42" w14:textId="77777777" w:rsidR="003077CB" w:rsidRPr="0001609E" w:rsidRDefault="003077CB" w:rsidP="00C7412C">
            <w:pPr>
              <w:spacing w:before="20" w:after="20"/>
              <w:rPr>
                <w:rFonts w:cs="Arial"/>
                <w:sz w:val="20"/>
                <w:szCs w:val="20"/>
              </w:rPr>
            </w:pPr>
            <w:r w:rsidRPr="0001609E">
              <w:rPr>
                <w:rFonts w:cs="Arial"/>
                <w:sz w:val="20"/>
                <w:szCs w:val="20"/>
              </w:rPr>
              <w:t>DEER Base Case</w:t>
            </w:r>
          </w:p>
        </w:tc>
        <w:tc>
          <w:tcPr>
            <w:tcW w:w="3270" w:type="pct"/>
          </w:tcPr>
          <w:p w14:paraId="5D2A1B0E" w14:textId="38CCE2B7" w:rsidR="003077CB" w:rsidRPr="005331FC" w:rsidRDefault="00DC65C5" w:rsidP="00C7412C">
            <w:pPr>
              <w:spacing w:before="20" w:after="20"/>
              <w:rPr>
                <w:rFonts w:cs="Arial"/>
                <w:sz w:val="20"/>
                <w:szCs w:val="20"/>
              </w:rPr>
            </w:pPr>
            <w:r>
              <w:rPr>
                <w:rFonts w:cs="Arial"/>
                <w:sz w:val="20"/>
                <w:szCs w:val="20"/>
              </w:rPr>
              <w:t>No</w:t>
            </w:r>
          </w:p>
        </w:tc>
      </w:tr>
      <w:tr w:rsidR="003077CB" w:rsidRPr="0001609E" w14:paraId="1F8399E1" w14:textId="77777777" w:rsidTr="00EA057C">
        <w:trPr>
          <w:trHeight w:val="20"/>
        </w:trPr>
        <w:tc>
          <w:tcPr>
            <w:tcW w:w="1730" w:type="pct"/>
          </w:tcPr>
          <w:p w14:paraId="0CC701E3" w14:textId="77777777" w:rsidR="003077CB" w:rsidRPr="0001609E" w:rsidRDefault="003077CB" w:rsidP="00C7412C">
            <w:pPr>
              <w:spacing w:before="20" w:after="20"/>
              <w:rPr>
                <w:rFonts w:cs="Arial"/>
                <w:sz w:val="20"/>
                <w:szCs w:val="20"/>
              </w:rPr>
            </w:pPr>
            <w:r w:rsidRPr="0001609E">
              <w:rPr>
                <w:rFonts w:cs="Arial"/>
                <w:sz w:val="20"/>
                <w:szCs w:val="20"/>
              </w:rPr>
              <w:t>DEER Measure Case</w:t>
            </w:r>
          </w:p>
        </w:tc>
        <w:tc>
          <w:tcPr>
            <w:tcW w:w="3270" w:type="pct"/>
          </w:tcPr>
          <w:p w14:paraId="49A023A0" w14:textId="50BE5514" w:rsidR="003077CB" w:rsidRPr="005331FC" w:rsidRDefault="00C32262" w:rsidP="00C7412C">
            <w:pPr>
              <w:spacing w:before="20" w:after="20"/>
              <w:rPr>
                <w:rFonts w:cs="Arial"/>
                <w:sz w:val="20"/>
                <w:szCs w:val="20"/>
              </w:rPr>
            </w:pPr>
            <w:r>
              <w:rPr>
                <w:rFonts w:cs="Arial"/>
                <w:sz w:val="20"/>
                <w:szCs w:val="20"/>
              </w:rPr>
              <w:t>N</w:t>
            </w:r>
            <w:r w:rsidRPr="00AE7B52">
              <w:rPr>
                <w:rFonts w:cs="Arial"/>
                <w:sz w:val="20"/>
                <w:szCs w:val="20"/>
              </w:rPr>
              <w:t>o</w:t>
            </w:r>
          </w:p>
        </w:tc>
      </w:tr>
      <w:tr w:rsidR="003077CB" w:rsidRPr="0001609E" w14:paraId="663742C6" w14:textId="77777777" w:rsidTr="00EA057C">
        <w:trPr>
          <w:trHeight w:val="20"/>
        </w:trPr>
        <w:tc>
          <w:tcPr>
            <w:tcW w:w="1730" w:type="pct"/>
          </w:tcPr>
          <w:p w14:paraId="16B2FDAB" w14:textId="77777777" w:rsidR="003077CB" w:rsidRPr="0001609E" w:rsidRDefault="003077CB" w:rsidP="00C7412C">
            <w:pPr>
              <w:spacing w:before="20" w:after="20"/>
              <w:rPr>
                <w:rFonts w:cs="Arial"/>
                <w:sz w:val="20"/>
                <w:szCs w:val="20"/>
              </w:rPr>
            </w:pPr>
            <w:r w:rsidRPr="0001609E">
              <w:rPr>
                <w:rFonts w:cs="Arial"/>
                <w:sz w:val="20"/>
                <w:szCs w:val="20"/>
              </w:rPr>
              <w:t>DEER Building Types</w:t>
            </w:r>
          </w:p>
        </w:tc>
        <w:tc>
          <w:tcPr>
            <w:tcW w:w="3270" w:type="pct"/>
          </w:tcPr>
          <w:p w14:paraId="6BBA540C" w14:textId="44BF78E0"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424F1325" w14:textId="77777777" w:rsidTr="00EA057C">
        <w:trPr>
          <w:trHeight w:val="20"/>
        </w:trPr>
        <w:tc>
          <w:tcPr>
            <w:tcW w:w="1730" w:type="pct"/>
          </w:tcPr>
          <w:p w14:paraId="71098DDA" w14:textId="77777777" w:rsidR="003077CB" w:rsidRPr="0001609E" w:rsidRDefault="003077CB" w:rsidP="00C7412C">
            <w:pPr>
              <w:spacing w:before="20" w:after="20"/>
              <w:rPr>
                <w:rFonts w:cs="Arial"/>
                <w:sz w:val="20"/>
                <w:szCs w:val="20"/>
              </w:rPr>
            </w:pPr>
            <w:r w:rsidRPr="0001609E">
              <w:rPr>
                <w:rFonts w:cs="Arial"/>
                <w:sz w:val="20"/>
                <w:szCs w:val="20"/>
              </w:rPr>
              <w:t>DEER Operating Hours</w:t>
            </w:r>
          </w:p>
        </w:tc>
        <w:tc>
          <w:tcPr>
            <w:tcW w:w="3270" w:type="pct"/>
          </w:tcPr>
          <w:p w14:paraId="1693E1EE" w14:textId="008CF4C2"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0B93AD47" w14:textId="77777777" w:rsidTr="00EA057C">
        <w:trPr>
          <w:trHeight w:val="20"/>
        </w:trPr>
        <w:tc>
          <w:tcPr>
            <w:tcW w:w="1730" w:type="pct"/>
          </w:tcPr>
          <w:p w14:paraId="6E9E484F" w14:textId="77777777" w:rsidR="003077CB" w:rsidRPr="0001609E" w:rsidRDefault="003077CB" w:rsidP="00C7412C">
            <w:pPr>
              <w:spacing w:before="20" w:after="20"/>
              <w:rPr>
                <w:rFonts w:cs="Arial"/>
                <w:sz w:val="20"/>
                <w:szCs w:val="20"/>
              </w:rPr>
            </w:pPr>
            <w:r w:rsidRPr="0001609E">
              <w:rPr>
                <w:rFonts w:cs="Arial"/>
                <w:sz w:val="20"/>
                <w:szCs w:val="20"/>
              </w:rPr>
              <w:t xml:space="preserve">DEER </w:t>
            </w:r>
            <w:proofErr w:type="spellStart"/>
            <w:r w:rsidRPr="0001609E">
              <w:rPr>
                <w:rFonts w:cs="Arial"/>
                <w:sz w:val="20"/>
                <w:szCs w:val="20"/>
              </w:rPr>
              <w:t>eQUEST</w:t>
            </w:r>
            <w:proofErr w:type="spellEnd"/>
            <w:r w:rsidRPr="0001609E">
              <w:rPr>
                <w:rFonts w:cs="Arial"/>
                <w:sz w:val="20"/>
                <w:szCs w:val="20"/>
              </w:rPr>
              <w:t xml:space="preserve"> Prototypes</w:t>
            </w:r>
          </w:p>
        </w:tc>
        <w:tc>
          <w:tcPr>
            <w:tcW w:w="3270" w:type="pct"/>
          </w:tcPr>
          <w:p w14:paraId="4948DEAF" w14:textId="3A965F9D" w:rsidR="003077CB" w:rsidRPr="005331FC" w:rsidDel="00505CE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2CFDE9D3" w14:textId="77777777" w:rsidTr="00EA057C">
        <w:trPr>
          <w:trHeight w:val="180"/>
        </w:trPr>
        <w:tc>
          <w:tcPr>
            <w:tcW w:w="1730" w:type="pct"/>
          </w:tcPr>
          <w:p w14:paraId="3B6B3E22" w14:textId="77777777" w:rsidR="003077CB" w:rsidRPr="0001609E" w:rsidRDefault="003077CB" w:rsidP="00C7412C">
            <w:pPr>
              <w:spacing w:before="20" w:after="20"/>
              <w:rPr>
                <w:rFonts w:cs="Arial"/>
                <w:sz w:val="20"/>
                <w:szCs w:val="20"/>
              </w:rPr>
            </w:pPr>
            <w:r w:rsidRPr="0001609E">
              <w:rPr>
                <w:rFonts w:cs="Arial"/>
                <w:sz w:val="20"/>
                <w:szCs w:val="20"/>
              </w:rPr>
              <w:t>DEER Version</w:t>
            </w:r>
          </w:p>
        </w:tc>
        <w:tc>
          <w:tcPr>
            <w:tcW w:w="3270" w:type="pct"/>
          </w:tcPr>
          <w:p w14:paraId="1C3B60D1" w14:textId="5C6E6B77" w:rsidR="003077CB" w:rsidRPr="005331FC" w:rsidRDefault="003077CB" w:rsidP="00C7412C">
            <w:pPr>
              <w:spacing w:before="20" w:after="20"/>
              <w:rPr>
                <w:rFonts w:cs="Arial"/>
                <w:sz w:val="20"/>
                <w:szCs w:val="20"/>
              </w:rPr>
            </w:pPr>
            <w:r w:rsidRPr="005331FC">
              <w:rPr>
                <w:rFonts w:cstheme="minorHAnsi"/>
                <w:sz w:val="20"/>
                <w:szCs w:val="20"/>
              </w:rPr>
              <w:t>20</w:t>
            </w:r>
            <w:r w:rsidR="001F636D">
              <w:rPr>
                <w:rFonts w:cstheme="minorHAnsi"/>
                <w:sz w:val="20"/>
                <w:szCs w:val="20"/>
              </w:rPr>
              <w:t>20</w:t>
            </w:r>
          </w:p>
        </w:tc>
      </w:tr>
      <w:tr w:rsidR="003077CB" w:rsidRPr="0001609E" w14:paraId="3B7464D7" w14:textId="77777777" w:rsidTr="00EA057C">
        <w:trPr>
          <w:trHeight w:val="20"/>
        </w:trPr>
        <w:tc>
          <w:tcPr>
            <w:tcW w:w="1730" w:type="pct"/>
          </w:tcPr>
          <w:p w14:paraId="24000A76" w14:textId="77777777" w:rsidR="003077CB" w:rsidRPr="0001609E" w:rsidRDefault="003077CB" w:rsidP="00C7412C">
            <w:pPr>
              <w:spacing w:before="20" w:after="20"/>
              <w:rPr>
                <w:rFonts w:cs="Arial"/>
                <w:sz w:val="20"/>
                <w:szCs w:val="20"/>
              </w:rPr>
            </w:pPr>
            <w:r w:rsidRPr="0001609E">
              <w:rPr>
                <w:rFonts w:cs="Arial"/>
                <w:sz w:val="20"/>
                <w:szCs w:val="20"/>
              </w:rPr>
              <w:t>Reason for Deviation from DEER</w:t>
            </w:r>
          </w:p>
        </w:tc>
        <w:tc>
          <w:tcPr>
            <w:tcW w:w="3270" w:type="pct"/>
          </w:tcPr>
          <w:p w14:paraId="125AAB90" w14:textId="7140504F" w:rsidR="003077CB" w:rsidRPr="005331FC" w:rsidRDefault="00DC65C5" w:rsidP="00C7412C">
            <w:pPr>
              <w:spacing w:before="20" w:after="20"/>
              <w:rPr>
                <w:rFonts w:cs="Arial"/>
                <w:sz w:val="20"/>
                <w:szCs w:val="20"/>
              </w:rPr>
            </w:pPr>
            <w:r>
              <w:rPr>
                <w:rFonts w:cstheme="minorHAnsi"/>
                <w:sz w:val="20"/>
                <w:szCs w:val="20"/>
              </w:rPr>
              <w:t>The measures are not available on DEER</w:t>
            </w:r>
          </w:p>
        </w:tc>
      </w:tr>
      <w:tr w:rsidR="003077CB" w:rsidRPr="0001609E" w14:paraId="4A7EE859" w14:textId="77777777" w:rsidTr="00EA057C">
        <w:trPr>
          <w:trHeight w:val="20"/>
        </w:trPr>
        <w:tc>
          <w:tcPr>
            <w:tcW w:w="1730" w:type="pct"/>
          </w:tcPr>
          <w:p w14:paraId="7B4D686A" w14:textId="77777777" w:rsidR="003077CB" w:rsidRPr="0001609E" w:rsidRDefault="003077CB" w:rsidP="00C7412C">
            <w:pPr>
              <w:spacing w:before="20" w:after="20"/>
              <w:rPr>
                <w:rFonts w:cs="Arial"/>
                <w:sz w:val="20"/>
                <w:szCs w:val="20"/>
              </w:rPr>
            </w:pPr>
            <w:r w:rsidRPr="0001609E">
              <w:rPr>
                <w:rFonts w:cs="Arial"/>
                <w:sz w:val="20"/>
                <w:szCs w:val="20"/>
              </w:rPr>
              <w:t>DEER Measure IDs Used</w:t>
            </w:r>
          </w:p>
        </w:tc>
        <w:tc>
          <w:tcPr>
            <w:tcW w:w="3270" w:type="pct"/>
          </w:tcPr>
          <w:p w14:paraId="63ABA251" w14:textId="0C692267" w:rsidR="003077CB" w:rsidRPr="005331FC" w:rsidRDefault="00FE77E3" w:rsidP="00C7412C">
            <w:pPr>
              <w:spacing w:before="20" w:after="20"/>
              <w:rPr>
                <w:rFonts w:cs="Arial"/>
                <w:sz w:val="20"/>
                <w:szCs w:val="20"/>
              </w:rPr>
            </w:pPr>
            <w:r>
              <w:rPr>
                <w:rFonts w:cs="Arial"/>
                <w:sz w:val="20"/>
                <w:szCs w:val="20"/>
              </w:rPr>
              <w:t>No. Statewide measure ID were used</w:t>
            </w:r>
          </w:p>
        </w:tc>
      </w:tr>
      <w:tr w:rsidR="00EA057C" w:rsidRPr="0001609E" w14:paraId="5A83EC74" w14:textId="77777777" w:rsidTr="00EA057C">
        <w:trPr>
          <w:trHeight w:val="20"/>
        </w:trPr>
        <w:tc>
          <w:tcPr>
            <w:tcW w:w="1730" w:type="pct"/>
          </w:tcPr>
          <w:p w14:paraId="2C82A9E0" w14:textId="121308D7" w:rsidR="00EA057C" w:rsidRPr="0001609E" w:rsidRDefault="00EA057C" w:rsidP="00C7412C">
            <w:pPr>
              <w:spacing w:before="20" w:after="20"/>
              <w:rPr>
                <w:rFonts w:cs="Arial"/>
                <w:sz w:val="20"/>
                <w:szCs w:val="20"/>
              </w:rPr>
            </w:pPr>
            <w:r w:rsidRPr="0001609E">
              <w:rPr>
                <w:rFonts w:cs="Arial"/>
                <w:sz w:val="20"/>
                <w:szCs w:val="20"/>
              </w:rPr>
              <w:t>NTG</w:t>
            </w:r>
          </w:p>
        </w:tc>
        <w:tc>
          <w:tcPr>
            <w:tcW w:w="3270" w:type="pct"/>
          </w:tcPr>
          <w:p w14:paraId="2BBBB10C" w14:textId="71045A4F" w:rsidR="00EA057C" w:rsidRPr="005331FC" w:rsidRDefault="00834891" w:rsidP="00C7412C">
            <w:pPr>
              <w:spacing w:before="20" w:after="20"/>
              <w:rPr>
                <w:rFonts w:cs="Arial"/>
                <w:sz w:val="20"/>
                <w:szCs w:val="20"/>
              </w:rPr>
            </w:pPr>
            <w:r>
              <w:rPr>
                <w:rFonts w:cs="Arial"/>
                <w:sz w:val="20"/>
                <w:szCs w:val="20"/>
              </w:rPr>
              <w:t xml:space="preserve">Source: DEER2020. The NTG of 0.65 is associated with NTG ID: </w:t>
            </w:r>
            <w:r w:rsidRPr="00834891">
              <w:rPr>
                <w:rFonts w:cs="Arial"/>
                <w:i/>
                <w:iCs/>
                <w:sz w:val="20"/>
                <w:szCs w:val="20"/>
              </w:rPr>
              <w:t>Res-</w:t>
            </w:r>
            <w:proofErr w:type="spellStart"/>
            <w:r w:rsidRPr="00834891">
              <w:rPr>
                <w:rFonts w:cs="Arial"/>
                <w:i/>
                <w:iCs/>
                <w:sz w:val="20"/>
                <w:szCs w:val="20"/>
              </w:rPr>
              <w:t>sAll</w:t>
            </w:r>
            <w:proofErr w:type="spellEnd"/>
            <w:r w:rsidRPr="00834891">
              <w:rPr>
                <w:rFonts w:cs="Arial"/>
                <w:i/>
                <w:iCs/>
                <w:sz w:val="20"/>
                <w:szCs w:val="20"/>
              </w:rPr>
              <w:t>-</w:t>
            </w:r>
            <w:proofErr w:type="spellStart"/>
            <w:r w:rsidRPr="00834891">
              <w:rPr>
                <w:rFonts w:cs="Arial"/>
                <w:i/>
                <w:iCs/>
                <w:sz w:val="20"/>
                <w:szCs w:val="20"/>
              </w:rPr>
              <w:t>mHVAC</w:t>
            </w:r>
            <w:proofErr w:type="spellEnd"/>
            <w:r w:rsidRPr="00834891">
              <w:rPr>
                <w:rFonts w:cs="Arial"/>
                <w:i/>
                <w:iCs/>
                <w:sz w:val="20"/>
                <w:szCs w:val="20"/>
              </w:rPr>
              <w:t>-DX-up</w:t>
            </w:r>
            <w:r>
              <w:rPr>
                <w:rFonts w:cs="Arial"/>
                <w:sz w:val="20"/>
                <w:szCs w:val="20"/>
              </w:rPr>
              <w:t xml:space="preserve">. The NTG of 0.60 is associated with NTG ID: </w:t>
            </w:r>
            <w:r w:rsidRPr="00834891">
              <w:rPr>
                <w:rFonts w:cs="Arial"/>
                <w:i/>
                <w:iCs/>
                <w:sz w:val="20"/>
                <w:szCs w:val="20"/>
              </w:rPr>
              <w:t>Res-</w:t>
            </w:r>
            <w:proofErr w:type="spellStart"/>
            <w:r w:rsidRPr="00834891">
              <w:rPr>
                <w:rFonts w:cs="Arial"/>
                <w:i/>
                <w:iCs/>
                <w:sz w:val="20"/>
                <w:szCs w:val="20"/>
              </w:rPr>
              <w:t>sAll</w:t>
            </w:r>
            <w:proofErr w:type="spellEnd"/>
            <w:r w:rsidRPr="00834891">
              <w:rPr>
                <w:rFonts w:cs="Arial"/>
                <w:i/>
                <w:iCs/>
                <w:sz w:val="20"/>
                <w:szCs w:val="20"/>
              </w:rPr>
              <w:t>-</w:t>
            </w:r>
            <w:proofErr w:type="spellStart"/>
            <w:r w:rsidRPr="00834891">
              <w:rPr>
                <w:rFonts w:cs="Arial"/>
                <w:i/>
                <w:iCs/>
                <w:sz w:val="20"/>
                <w:szCs w:val="20"/>
              </w:rPr>
              <w:t>mHVAC</w:t>
            </w:r>
            <w:proofErr w:type="spellEnd"/>
            <w:r w:rsidRPr="00834891">
              <w:rPr>
                <w:rFonts w:cs="Arial"/>
                <w:i/>
                <w:iCs/>
                <w:sz w:val="20"/>
                <w:szCs w:val="20"/>
              </w:rPr>
              <w:t>-Pkg-dn</w:t>
            </w:r>
            <w:r>
              <w:rPr>
                <w:rFonts w:cs="Arial"/>
                <w:sz w:val="20"/>
                <w:szCs w:val="20"/>
              </w:rPr>
              <w:t>.</w:t>
            </w:r>
          </w:p>
        </w:tc>
      </w:tr>
      <w:tr w:rsidR="00EA057C" w:rsidRPr="0001609E" w14:paraId="131D1F9D" w14:textId="77777777" w:rsidTr="00EA057C">
        <w:trPr>
          <w:trHeight w:val="20"/>
        </w:trPr>
        <w:tc>
          <w:tcPr>
            <w:tcW w:w="1730" w:type="pct"/>
          </w:tcPr>
          <w:p w14:paraId="45FFA983" w14:textId="5F527A83" w:rsidR="00EA057C" w:rsidRPr="0001609E" w:rsidRDefault="00EA057C" w:rsidP="00C7412C">
            <w:pPr>
              <w:spacing w:before="20" w:after="20"/>
              <w:rPr>
                <w:rFonts w:cs="Arial"/>
                <w:sz w:val="20"/>
                <w:szCs w:val="20"/>
              </w:rPr>
            </w:pPr>
            <w:r w:rsidRPr="0001609E">
              <w:rPr>
                <w:rFonts w:cs="Arial"/>
                <w:sz w:val="20"/>
                <w:szCs w:val="20"/>
              </w:rPr>
              <w:t>GSIA</w:t>
            </w:r>
          </w:p>
        </w:tc>
        <w:tc>
          <w:tcPr>
            <w:tcW w:w="3270" w:type="pct"/>
          </w:tcPr>
          <w:p w14:paraId="7C16D603" w14:textId="280C7252"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9F2744">
              <w:rPr>
                <w:rFonts w:cs="Arial"/>
                <w:sz w:val="20"/>
                <w:szCs w:val="20"/>
              </w:rPr>
              <w:t>2011</w:t>
            </w:r>
            <w:r w:rsidRPr="005331FC">
              <w:rPr>
                <w:rFonts w:cs="Arial"/>
                <w:sz w:val="20"/>
                <w:szCs w:val="20"/>
              </w:rPr>
              <w:t xml:space="preserve">. The GSIA of </w:t>
            </w:r>
            <w:r w:rsidR="006C1EAE" w:rsidRPr="005331FC">
              <w:rPr>
                <w:rFonts w:cs="Arial"/>
                <w:sz w:val="20"/>
                <w:szCs w:val="20"/>
              </w:rPr>
              <w:t>1.0</w:t>
            </w:r>
            <w:r w:rsidRPr="005331FC">
              <w:rPr>
                <w:rFonts w:cs="Arial"/>
                <w:sz w:val="20"/>
                <w:szCs w:val="20"/>
              </w:rPr>
              <w:t xml:space="preserve"> is associated with GSIA ID: </w:t>
            </w:r>
            <w:r w:rsidR="006C1EAE" w:rsidRPr="005331FC">
              <w:rPr>
                <w:rFonts w:cs="Arial"/>
                <w:i/>
                <w:sz w:val="20"/>
                <w:szCs w:val="20"/>
              </w:rPr>
              <w:t>Def-GSIA</w:t>
            </w:r>
          </w:p>
        </w:tc>
      </w:tr>
      <w:tr w:rsidR="00EA057C" w:rsidRPr="0001609E" w14:paraId="4D0F7E1B" w14:textId="77777777" w:rsidTr="00EA057C">
        <w:trPr>
          <w:trHeight w:val="20"/>
        </w:trPr>
        <w:tc>
          <w:tcPr>
            <w:tcW w:w="1730" w:type="pct"/>
          </w:tcPr>
          <w:p w14:paraId="103BA947" w14:textId="6665B2EA" w:rsidR="00EA057C" w:rsidRPr="0001609E" w:rsidRDefault="00EA057C" w:rsidP="00C7412C">
            <w:pPr>
              <w:spacing w:before="20" w:after="20"/>
              <w:rPr>
                <w:rFonts w:cs="Arial"/>
                <w:sz w:val="20"/>
                <w:szCs w:val="20"/>
              </w:rPr>
            </w:pPr>
            <w:r w:rsidRPr="0001609E">
              <w:rPr>
                <w:rFonts w:cs="Arial"/>
                <w:sz w:val="20"/>
                <w:szCs w:val="20"/>
              </w:rPr>
              <w:t>EUL/RUL</w:t>
            </w:r>
          </w:p>
        </w:tc>
        <w:tc>
          <w:tcPr>
            <w:tcW w:w="3270" w:type="pct"/>
          </w:tcPr>
          <w:p w14:paraId="5BD9C961" w14:textId="5C09EA34"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8500EA">
              <w:rPr>
                <w:rFonts w:cs="Arial"/>
                <w:sz w:val="20"/>
                <w:szCs w:val="20"/>
              </w:rPr>
              <w:t>2014</w:t>
            </w:r>
            <w:r w:rsidRPr="005331FC">
              <w:rPr>
                <w:rFonts w:cs="Arial"/>
                <w:sz w:val="20"/>
                <w:szCs w:val="20"/>
              </w:rPr>
              <w:t xml:space="preserve">. The value of </w:t>
            </w:r>
            <w:r w:rsidR="00701FFC" w:rsidRPr="005331FC">
              <w:rPr>
                <w:rFonts w:cs="Arial"/>
                <w:sz w:val="20"/>
                <w:szCs w:val="20"/>
              </w:rPr>
              <w:t>15</w:t>
            </w:r>
            <w:r w:rsidRPr="005331FC">
              <w:rPr>
                <w:rFonts w:cs="Arial"/>
                <w:sz w:val="20"/>
                <w:szCs w:val="20"/>
              </w:rPr>
              <w:t xml:space="preserve"> years is associated with </w:t>
            </w:r>
            <w:r w:rsidR="00B213A4" w:rsidRPr="00B213A4">
              <w:rPr>
                <w:rStyle w:val="NFTableBody"/>
                <w:i/>
              </w:rPr>
              <w:t xml:space="preserve">EUL_ID: </w:t>
            </w:r>
            <w:r w:rsidR="00334044" w:rsidRPr="005F6D2D">
              <w:rPr>
                <w:rStyle w:val="NFTableBody"/>
                <w:i/>
                <w:iCs/>
              </w:rPr>
              <w:t>HV-</w:t>
            </w:r>
            <w:proofErr w:type="spellStart"/>
            <w:r w:rsidR="00334044" w:rsidRPr="005F6D2D">
              <w:rPr>
                <w:rStyle w:val="NFTableBody"/>
                <w:i/>
                <w:iCs/>
              </w:rPr>
              <w:t>ResHP</w:t>
            </w:r>
            <w:proofErr w:type="spellEnd"/>
            <w:r w:rsidR="00DC65C5">
              <w:rPr>
                <w:rStyle w:val="NFTableBody"/>
                <w:i/>
                <w:iCs/>
              </w:rPr>
              <w:t xml:space="preserve">. </w:t>
            </w:r>
          </w:p>
        </w:tc>
      </w:tr>
    </w:tbl>
    <w:p w14:paraId="3D440479" w14:textId="77777777" w:rsidR="00EA057C" w:rsidRPr="0001609E" w:rsidRDefault="00EA057C" w:rsidP="004142EF">
      <w:bookmarkStart w:id="72" w:name="_Hlk516051142"/>
    </w:p>
    <w:p w14:paraId="59542C0D" w14:textId="77777777" w:rsidR="007D230B" w:rsidRPr="0001609E" w:rsidRDefault="007D230B" w:rsidP="00427574">
      <w:pPr>
        <w:pStyle w:val="eTRMHeading3"/>
      </w:pPr>
      <w:bookmarkStart w:id="73" w:name="_Toc486490866"/>
      <w:bookmarkStart w:id="74" w:name="_Toc486580937"/>
      <w:bookmarkStart w:id="75" w:name="_Toc53490202"/>
      <w:bookmarkStart w:id="76" w:name="_Hlk516047558"/>
      <w:r w:rsidRPr="0001609E">
        <w:t>Revision History</w:t>
      </w:r>
      <w:bookmarkEnd w:id="73"/>
      <w:bookmarkEnd w:id="74"/>
      <w:bookmarkEnd w:id="75"/>
    </w:p>
    <w:p w14:paraId="3661732B" w14:textId="6E964483" w:rsidR="00CA1CB3" w:rsidRPr="0001609E" w:rsidRDefault="00742F88" w:rsidP="00184860">
      <w:pPr>
        <w:pStyle w:val="Caption"/>
      </w:pPr>
      <w:bookmarkStart w:id="77" w:name="_Hlk515959178"/>
      <w:r w:rsidRPr="0001609E">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801"/>
        <w:gridCol w:w="4944"/>
      </w:tblGrid>
      <w:tr w:rsidR="00CA1CB3" w:rsidRPr="0001609E" w14:paraId="1904D58C" w14:textId="6E96D877" w:rsidTr="005F6D2D">
        <w:trPr>
          <w:trHeight w:val="20"/>
          <w:tblHeader/>
        </w:trPr>
        <w:tc>
          <w:tcPr>
            <w:tcW w:w="503" w:type="pct"/>
            <w:shd w:val="clear" w:color="auto" w:fill="F2F2F2" w:themeFill="background1" w:themeFillShade="F2"/>
            <w:vAlign w:val="bottom"/>
          </w:tcPr>
          <w:p w14:paraId="5365A71C" w14:textId="5EB86E00" w:rsidR="00CA1CB3" w:rsidRPr="0001609E" w:rsidRDefault="00CA1CB3" w:rsidP="00B41D9F">
            <w:pPr>
              <w:keepNext/>
              <w:keepLines/>
              <w:tabs>
                <w:tab w:val="right" w:pos="2957"/>
              </w:tabs>
              <w:spacing w:before="20" w:after="20"/>
              <w:rPr>
                <w:rFonts w:cs="Arial"/>
                <w:b/>
                <w:sz w:val="20"/>
                <w:szCs w:val="20"/>
              </w:rPr>
            </w:pPr>
            <w:r w:rsidRPr="0001609E">
              <w:rPr>
                <w:rFonts w:cs="Arial"/>
                <w:b/>
                <w:sz w:val="20"/>
                <w:szCs w:val="20"/>
              </w:rPr>
              <w:t>Revision Number</w:t>
            </w:r>
          </w:p>
        </w:tc>
        <w:tc>
          <w:tcPr>
            <w:tcW w:w="890" w:type="pct"/>
            <w:shd w:val="clear" w:color="auto" w:fill="F2F2F2" w:themeFill="background1" w:themeFillShade="F2"/>
            <w:vAlign w:val="bottom"/>
          </w:tcPr>
          <w:p w14:paraId="7DC8BCED" w14:textId="01B61281" w:rsidR="00CA1CB3" w:rsidRPr="0001609E" w:rsidRDefault="00670A2B" w:rsidP="00B41D9F">
            <w:pPr>
              <w:keepNext/>
              <w:keepLines/>
              <w:spacing w:before="20" w:after="20"/>
              <w:rPr>
                <w:rFonts w:cs="Arial"/>
                <w:b/>
                <w:sz w:val="20"/>
                <w:szCs w:val="20"/>
              </w:rPr>
            </w:pPr>
            <w:r>
              <w:rPr>
                <w:rFonts w:cs="Arial"/>
                <w:b/>
                <w:sz w:val="20"/>
                <w:szCs w:val="20"/>
              </w:rPr>
              <w:t xml:space="preserve">Revision Complete </w:t>
            </w:r>
            <w:r w:rsidR="00CA1CB3" w:rsidRPr="0001609E">
              <w:rPr>
                <w:rFonts w:cs="Arial"/>
                <w:b/>
                <w:sz w:val="20"/>
                <w:szCs w:val="20"/>
              </w:rPr>
              <w:t>Date</w:t>
            </w:r>
          </w:p>
        </w:tc>
        <w:tc>
          <w:tcPr>
            <w:tcW w:w="963" w:type="pct"/>
            <w:shd w:val="clear" w:color="auto" w:fill="F2F2F2" w:themeFill="background1" w:themeFillShade="F2"/>
            <w:vAlign w:val="bottom"/>
          </w:tcPr>
          <w:p w14:paraId="10DC2402" w14:textId="63223EB6" w:rsidR="00CA1CB3" w:rsidRPr="0001609E" w:rsidRDefault="00CA1CB3" w:rsidP="00B41D9F">
            <w:pPr>
              <w:keepNext/>
              <w:keepLines/>
              <w:spacing w:before="20" w:after="20"/>
              <w:rPr>
                <w:rFonts w:cs="Arial"/>
                <w:b/>
                <w:sz w:val="20"/>
                <w:szCs w:val="20"/>
              </w:rPr>
            </w:pPr>
            <w:r w:rsidRPr="0001609E">
              <w:rPr>
                <w:rFonts w:cs="Arial"/>
                <w:b/>
                <w:sz w:val="20"/>
                <w:szCs w:val="20"/>
              </w:rPr>
              <w:t>Primary Author, Title, Organization</w:t>
            </w:r>
          </w:p>
        </w:tc>
        <w:tc>
          <w:tcPr>
            <w:tcW w:w="2644" w:type="pct"/>
            <w:shd w:val="clear" w:color="auto" w:fill="F2F2F2" w:themeFill="background1" w:themeFillShade="F2"/>
            <w:vAlign w:val="bottom"/>
          </w:tcPr>
          <w:p w14:paraId="27C17E65" w14:textId="222C519C" w:rsidR="00CA1CB3" w:rsidRPr="0001609E" w:rsidRDefault="00CA1CB3" w:rsidP="00B41D9F">
            <w:pPr>
              <w:keepNext/>
              <w:keepLines/>
              <w:spacing w:before="20" w:after="20"/>
              <w:rPr>
                <w:rFonts w:cs="Arial"/>
                <w:b/>
                <w:sz w:val="20"/>
                <w:szCs w:val="20"/>
              </w:rPr>
            </w:pPr>
            <w:r w:rsidRPr="0001609E">
              <w:rPr>
                <w:rFonts w:cs="Arial"/>
                <w:b/>
                <w:sz w:val="20"/>
                <w:szCs w:val="20"/>
              </w:rPr>
              <w:t>Revision Summary and Rationale for Revision</w:t>
            </w:r>
          </w:p>
          <w:p w14:paraId="2BFB4352" w14:textId="49C04F88" w:rsidR="00CA1CB3" w:rsidRPr="0001609E" w:rsidRDefault="00CA1CB3" w:rsidP="00B41D9F">
            <w:pPr>
              <w:keepNext/>
              <w:keepLines/>
              <w:spacing w:before="20" w:after="20"/>
              <w:rPr>
                <w:rFonts w:cs="Arial"/>
                <w:b/>
                <w:sz w:val="20"/>
                <w:szCs w:val="20"/>
              </w:rPr>
            </w:pPr>
            <w:r w:rsidRPr="0001609E">
              <w:rPr>
                <w:rFonts w:cs="Arial"/>
                <w:b/>
                <w:sz w:val="20"/>
                <w:szCs w:val="20"/>
              </w:rPr>
              <w:t>Effective Date and Approved By</w:t>
            </w:r>
          </w:p>
        </w:tc>
      </w:tr>
      <w:tr w:rsidR="00BE69BF" w:rsidRPr="00CA1CB3" w14:paraId="182937ED" w14:textId="77777777" w:rsidTr="00670A2B">
        <w:trPr>
          <w:trHeight w:val="20"/>
        </w:trPr>
        <w:tc>
          <w:tcPr>
            <w:tcW w:w="503" w:type="pct"/>
          </w:tcPr>
          <w:p w14:paraId="018EC02F" w14:textId="12A584A1" w:rsidR="00BE69BF" w:rsidRPr="0001609E" w:rsidRDefault="00BE69BF" w:rsidP="00C7412C">
            <w:pPr>
              <w:spacing w:before="20" w:after="20"/>
              <w:rPr>
                <w:rFonts w:cs="Arial"/>
                <w:sz w:val="20"/>
                <w:szCs w:val="20"/>
              </w:rPr>
            </w:pPr>
            <w:r>
              <w:rPr>
                <w:rFonts w:cs="Arial"/>
                <w:sz w:val="20"/>
                <w:szCs w:val="20"/>
              </w:rPr>
              <w:t>01</w:t>
            </w:r>
          </w:p>
        </w:tc>
        <w:tc>
          <w:tcPr>
            <w:tcW w:w="890" w:type="pct"/>
          </w:tcPr>
          <w:p w14:paraId="5C6F727C" w14:textId="44EF7124" w:rsidR="00BE69BF" w:rsidRDefault="00FB0121" w:rsidP="00C7412C">
            <w:pPr>
              <w:spacing w:before="20" w:after="20"/>
              <w:rPr>
                <w:rFonts w:cs="Arial"/>
                <w:sz w:val="20"/>
                <w:szCs w:val="20"/>
              </w:rPr>
            </w:pPr>
            <w:r>
              <w:rPr>
                <w:rFonts w:cs="Arial"/>
                <w:sz w:val="20"/>
                <w:szCs w:val="20"/>
              </w:rPr>
              <w:t>2020-</w:t>
            </w:r>
            <w:r w:rsidR="00D6226B">
              <w:rPr>
                <w:rFonts w:cs="Arial"/>
                <w:sz w:val="20"/>
                <w:szCs w:val="20"/>
              </w:rPr>
              <w:t>07-02</w:t>
            </w:r>
          </w:p>
        </w:tc>
        <w:tc>
          <w:tcPr>
            <w:tcW w:w="963" w:type="pct"/>
          </w:tcPr>
          <w:p w14:paraId="3A87EDB8" w14:textId="58A35084" w:rsidR="00BE69BF" w:rsidRDefault="00512972" w:rsidP="00C7412C">
            <w:pPr>
              <w:spacing w:before="20" w:after="20"/>
              <w:rPr>
                <w:rFonts w:cs="Arial"/>
                <w:sz w:val="20"/>
                <w:szCs w:val="20"/>
              </w:rPr>
            </w:pPr>
            <w:r>
              <w:rPr>
                <w:rFonts w:cs="Arial"/>
                <w:sz w:val="20"/>
                <w:szCs w:val="20"/>
              </w:rPr>
              <w:t xml:space="preserve">Nicholas </w:t>
            </w:r>
            <w:proofErr w:type="spellStart"/>
            <w:r>
              <w:rPr>
                <w:rFonts w:cs="Arial"/>
                <w:sz w:val="20"/>
                <w:szCs w:val="20"/>
              </w:rPr>
              <w:t>Fette</w:t>
            </w:r>
            <w:proofErr w:type="spellEnd"/>
            <w:r>
              <w:rPr>
                <w:rFonts w:cs="Arial"/>
                <w:sz w:val="20"/>
                <w:szCs w:val="20"/>
              </w:rPr>
              <w:t xml:space="preserve"> / </w:t>
            </w:r>
            <w:r w:rsidR="00B213A4">
              <w:rPr>
                <w:rFonts w:cs="Arial"/>
                <w:sz w:val="20"/>
                <w:szCs w:val="20"/>
              </w:rPr>
              <w:t xml:space="preserve">Akhilesh Reddy </w:t>
            </w:r>
            <w:proofErr w:type="spellStart"/>
            <w:r w:rsidR="00B213A4">
              <w:rPr>
                <w:rFonts w:cs="Arial"/>
                <w:sz w:val="20"/>
                <w:szCs w:val="20"/>
              </w:rPr>
              <w:t>Endurthy</w:t>
            </w:r>
            <w:proofErr w:type="spellEnd"/>
            <w:r w:rsidR="00BE69BF">
              <w:rPr>
                <w:rFonts w:cs="Arial"/>
                <w:sz w:val="20"/>
                <w:szCs w:val="20"/>
              </w:rPr>
              <w:t xml:space="preserve"> Solaris-Technical, LLC. </w:t>
            </w:r>
          </w:p>
        </w:tc>
        <w:tc>
          <w:tcPr>
            <w:tcW w:w="2644" w:type="pct"/>
          </w:tcPr>
          <w:p w14:paraId="0BB775A7" w14:textId="52230291" w:rsidR="00BE69BF" w:rsidRPr="0001609E" w:rsidRDefault="00B213A4" w:rsidP="00C7412C">
            <w:pPr>
              <w:spacing w:before="20" w:after="20"/>
              <w:rPr>
                <w:rFonts w:cs="Arial"/>
                <w:sz w:val="20"/>
                <w:szCs w:val="20"/>
              </w:rPr>
            </w:pPr>
            <w:r>
              <w:rPr>
                <w:rFonts w:cs="Arial"/>
                <w:sz w:val="20"/>
                <w:szCs w:val="20"/>
              </w:rPr>
              <w:t xml:space="preserve">New Workpaper </w:t>
            </w:r>
            <w:r w:rsidR="00B0758A">
              <w:rPr>
                <w:rFonts w:cs="Arial"/>
                <w:sz w:val="20"/>
                <w:szCs w:val="20"/>
              </w:rPr>
              <w:t>based on DEER2020 prototypes</w:t>
            </w:r>
          </w:p>
        </w:tc>
      </w:tr>
      <w:tr w:rsidR="008C1A9D" w:rsidRPr="00CA1CB3" w14:paraId="1C6309F3" w14:textId="77777777" w:rsidTr="00670A2B">
        <w:trPr>
          <w:trHeight w:val="20"/>
        </w:trPr>
        <w:tc>
          <w:tcPr>
            <w:tcW w:w="503" w:type="pct"/>
          </w:tcPr>
          <w:p w14:paraId="539A0787" w14:textId="66C4601E" w:rsidR="008C1A9D" w:rsidRDefault="008C1A9D" w:rsidP="00C7412C">
            <w:pPr>
              <w:spacing w:before="20" w:after="20"/>
              <w:rPr>
                <w:rFonts w:cs="Arial"/>
                <w:sz w:val="20"/>
                <w:szCs w:val="20"/>
              </w:rPr>
            </w:pPr>
            <w:r>
              <w:rPr>
                <w:rFonts w:cs="Arial"/>
                <w:sz w:val="20"/>
                <w:szCs w:val="20"/>
              </w:rPr>
              <w:t>02</w:t>
            </w:r>
          </w:p>
        </w:tc>
        <w:tc>
          <w:tcPr>
            <w:tcW w:w="890" w:type="pct"/>
          </w:tcPr>
          <w:p w14:paraId="571FB71C" w14:textId="1AD18F74" w:rsidR="008C1A9D" w:rsidRDefault="00321CE4" w:rsidP="00C7412C">
            <w:pPr>
              <w:spacing w:before="20" w:after="20"/>
              <w:rPr>
                <w:rFonts w:cs="Arial"/>
                <w:sz w:val="20"/>
                <w:szCs w:val="20"/>
              </w:rPr>
            </w:pPr>
            <w:r>
              <w:rPr>
                <w:rFonts w:cs="Arial"/>
                <w:sz w:val="20"/>
                <w:szCs w:val="20"/>
              </w:rPr>
              <w:t>2021-02-19</w:t>
            </w:r>
          </w:p>
        </w:tc>
        <w:tc>
          <w:tcPr>
            <w:tcW w:w="963" w:type="pct"/>
          </w:tcPr>
          <w:p w14:paraId="76C08AAE" w14:textId="1801C382" w:rsidR="008C1A9D" w:rsidRDefault="000D0DBA" w:rsidP="00C7412C">
            <w:pPr>
              <w:spacing w:before="20" w:after="20"/>
              <w:rPr>
                <w:rFonts w:cs="Arial"/>
                <w:sz w:val="20"/>
                <w:szCs w:val="20"/>
              </w:rPr>
            </w:pPr>
            <w:r>
              <w:rPr>
                <w:rFonts w:cs="Arial"/>
                <w:sz w:val="20"/>
                <w:szCs w:val="20"/>
              </w:rPr>
              <w:t xml:space="preserve">Nicholas </w:t>
            </w:r>
            <w:proofErr w:type="spellStart"/>
            <w:r>
              <w:rPr>
                <w:rFonts w:cs="Arial"/>
                <w:sz w:val="20"/>
                <w:szCs w:val="20"/>
              </w:rPr>
              <w:t>Fette</w:t>
            </w:r>
            <w:proofErr w:type="spellEnd"/>
            <w:r>
              <w:rPr>
                <w:rFonts w:cs="Arial"/>
                <w:sz w:val="20"/>
                <w:szCs w:val="20"/>
              </w:rPr>
              <w:t xml:space="preserve"> / Akhilesh Reddy </w:t>
            </w:r>
            <w:proofErr w:type="spellStart"/>
            <w:r>
              <w:rPr>
                <w:rFonts w:cs="Arial"/>
                <w:sz w:val="20"/>
                <w:szCs w:val="20"/>
              </w:rPr>
              <w:t>Endurthy</w:t>
            </w:r>
            <w:proofErr w:type="spellEnd"/>
            <w:r>
              <w:rPr>
                <w:rFonts w:cs="Arial"/>
                <w:sz w:val="20"/>
                <w:szCs w:val="20"/>
              </w:rPr>
              <w:t xml:space="preserve"> Solaris-Technical, LLC.</w:t>
            </w:r>
          </w:p>
        </w:tc>
        <w:tc>
          <w:tcPr>
            <w:tcW w:w="2644" w:type="pct"/>
          </w:tcPr>
          <w:p w14:paraId="46CDD19F" w14:textId="77777777" w:rsidR="000D0DBA" w:rsidRDefault="000D0DBA" w:rsidP="00C7412C">
            <w:pPr>
              <w:spacing w:before="20" w:after="20"/>
              <w:rPr>
                <w:rFonts w:cs="Arial"/>
                <w:sz w:val="20"/>
                <w:szCs w:val="20"/>
              </w:rPr>
            </w:pPr>
            <w:r>
              <w:rPr>
                <w:rFonts w:cs="Arial"/>
                <w:sz w:val="20"/>
                <w:szCs w:val="20"/>
              </w:rPr>
              <w:t>Added new measures SEER 19 to 22.</w:t>
            </w:r>
          </w:p>
          <w:p w14:paraId="79233470" w14:textId="77777777" w:rsidR="008C1A9D" w:rsidRDefault="000D0DBA" w:rsidP="00C7412C">
            <w:pPr>
              <w:spacing w:before="20" w:after="20"/>
              <w:rPr>
                <w:rFonts w:cs="Arial"/>
                <w:sz w:val="20"/>
                <w:szCs w:val="20"/>
              </w:rPr>
            </w:pPr>
            <w:r>
              <w:rPr>
                <w:rFonts w:cs="Arial"/>
                <w:sz w:val="20"/>
                <w:szCs w:val="20"/>
              </w:rPr>
              <w:t xml:space="preserve">Updated savings for existing SEER15 to 22 measures. </w:t>
            </w:r>
          </w:p>
          <w:p w14:paraId="1AC1A9F4" w14:textId="77777777" w:rsidR="000D0DBA" w:rsidRDefault="000D0DBA" w:rsidP="00C7412C">
            <w:pPr>
              <w:spacing w:before="20" w:after="20"/>
              <w:rPr>
                <w:rFonts w:cs="Arial"/>
                <w:sz w:val="20"/>
                <w:szCs w:val="20"/>
              </w:rPr>
            </w:pPr>
            <w:r>
              <w:rPr>
                <w:rFonts w:cs="Arial"/>
                <w:sz w:val="20"/>
                <w:szCs w:val="20"/>
              </w:rPr>
              <w:t>Updated material costs using 2020 program data.</w:t>
            </w:r>
          </w:p>
          <w:p w14:paraId="5395296D" w14:textId="4E567202" w:rsidR="006403D5" w:rsidRDefault="006403D5" w:rsidP="00C7412C">
            <w:pPr>
              <w:spacing w:before="20" w:after="20"/>
              <w:rPr>
                <w:rFonts w:cs="Arial"/>
                <w:sz w:val="20"/>
                <w:szCs w:val="20"/>
              </w:rPr>
            </w:pPr>
            <w:r>
              <w:rPr>
                <w:rFonts w:cs="Arial"/>
                <w:sz w:val="20"/>
                <w:szCs w:val="20"/>
              </w:rPr>
              <w:t>Update weather files and peak period determination.</w:t>
            </w:r>
          </w:p>
        </w:tc>
      </w:tr>
      <w:bookmarkEnd w:id="72"/>
      <w:bookmarkEnd w:id="76"/>
      <w:bookmarkEnd w:id="77"/>
    </w:tbl>
    <w:p w14:paraId="5C9CAB2A" w14:textId="77777777" w:rsidR="00085726" w:rsidRDefault="00085726" w:rsidP="00387072"/>
    <w:sectPr w:rsidR="00085726"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9A0FC" w14:textId="77777777" w:rsidR="00062157" w:rsidRDefault="00062157" w:rsidP="00A2690C">
      <w:r>
        <w:separator/>
      </w:r>
    </w:p>
    <w:p w14:paraId="61B1D643" w14:textId="77777777" w:rsidR="00062157" w:rsidRDefault="00062157"/>
  </w:endnote>
  <w:endnote w:type="continuationSeparator" w:id="0">
    <w:p w14:paraId="0262AA4F" w14:textId="77777777" w:rsidR="00062157" w:rsidRDefault="00062157" w:rsidP="00A2690C">
      <w:r>
        <w:continuationSeparator/>
      </w:r>
    </w:p>
    <w:p w14:paraId="1E2C49EE" w14:textId="77777777" w:rsidR="00062157" w:rsidRDefault="00062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800000AF" w:usb1="5000E0FB" w:usb2="00000000" w:usb3="00000000" w:csb0="0000019B" w:csb1="00000000"/>
  </w:font>
  <w:font w:name="Avenir Next">
    <w:altName w:val="Trebuchet MS"/>
    <w:charset w:val="00"/>
    <w:family w:val="swiss"/>
    <w:pitch w:val="variable"/>
    <w:sig w:usb0="00000001" w:usb1="5000204A" w:usb2="00000000" w:usb3="00000000" w:csb0="000000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8408C9" w:rsidRDefault="008408C9"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8408C9" w:rsidRPr="00B837C1" w:rsidRDefault="008408C9"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8408C9" w:rsidRDefault="008408C9"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8408C9" w:rsidRPr="00B837C1" w:rsidRDefault="008408C9"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8408C9" w:rsidRDefault="008408C9"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8408C9" w:rsidRPr="005F505E" w:rsidRDefault="008408C9"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C789E" w14:textId="77777777" w:rsidR="00062157" w:rsidRDefault="00062157" w:rsidP="00A2690C">
      <w:r>
        <w:separator/>
      </w:r>
    </w:p>
    <w:p w14:paraId="2F3C1785" w14:textId="77777777" w:rsidR="00062157" w:rsidRDefault="00062157"/>
  </w:footnote>
  <w:footnote w:type="continuationSeparator" w:id="0">
    <w:p w14:paraId="70478207" w14:textId="77777777" w:rsidR="00062157" w:rsidRDefault="00062157" w:rsidP="00A2690C">
      <w:r>
        <w:continuationSeparator/>
      </w:r>
    </w:p>
    <w:p w14:paraId="02543AE9" w14:textId="77777777" w:rsidR="00062157" w:rsidRDefault="00062157"/>
  </w:footnote>
  <w:footnote w:id="1">
    <w:p w14:paraId="655EE279" w14:textId="77777777" w:rsidR="008408C9" w:rsidRDefault="008408C9" w:rsidP="00581236">
      <w:pPr>
        <w:pStyle w:val="FootnoteText"/>
      </w:pPr>
      <w:r>
        <w:rPr>
          <w:rStyle w:val="FootnoteReference"/>
        </w:rPr>
        <w:footnoteRef/>
      </w:r>
      <w:r>
        <w:t xml:space="preserve"> </w:t>
      </w:r>
      <w:hyperlink r:id="rId1" w:anchor="261509-tab-2" w:history="1">
        <w:r>
          <w:rPr>
            <w:rStyle w:val="Hyperlink"/>
          </w:rPr>
          <w:t>https://www.energy.gov/energysaver/heat-pump-systems/ductless-mini-split-heat-pumps#261509-tab-2</w:t>
        </w:r>
      </w:hyperlink>
    </w:p>
  </w:footnote>
  <w:footnote w:id="2">
    <w:p w14:paraId="1F1F4350" w14:textId="0E293176" w:rsidR="008408C9" w:rsidRDefault="008408C9">
      <w:pPr>
        <w:pStyle w:val="FootnoteText"/>
      </w:pPr>
      <w:r>
        <w:rPr>
          <w:rStyle w:val="FootnoteReference"/>
        </w:rPr>
        <w:footnoteRef/>
      </w:r>
      <w:r>
        <w:t xml:space="preserve"> </w:t>
      </w:r>
      <w:hyperlink r:id="rId2" w:history="1">
        <w:r>
          <w:rPr>
            <w:rStyle w:val="Hyperlink"/>
          </w:rPr>
          <w:t>ENERGYSTAR</w:t>
        </w:r>
      </w:hyperlink>
      <w:r>
        <w:rPr>
          <w:rStyle w:val="Hyperlink"/>
        </w:rPr>
        <w:t xml:space="preserve"> FAQ.pdf - </w:t>
      </w:r>
      <w:r w:rsidRPr="0068025A">
        <w:rPr>
          <w:rStyle w:val="Hyperlink"/>
        </w:rPr>
        <w:t>Are there ENERGY STAR certified ductless split-system air conditioners (mini splits)</w:t>
      </w:r>
      <w:r>
        <w:rPr>
          <w:rStyle w:val="Hyperlink"/>
        </w:rPr>
        <w:t xml:space="preserve">? </w:t>
      </w:r>
    </w:p>
  </w:footnote>
  <w:footnote w:id="3">
    <w:p w14:paraId="634222F9" w14:textId="099FBE2D" w:rsidR="008408C9" w:rsidRDefault="008408C9">
      <w:pPr>
        <w:pStyle w:val="FootnoteText"/>
      </w:pPr>
      <w:r>
        <w:rPr>
          <w:rStyle w:val="FootnoteReference"/>
        </w:rPr>
        <w:footnoteRef/>
      </w:r>
      <w:r>
        <w:t xml:space="preserve"> </w:t>
      </w:r>
      <w:hyperlink r:id="rId3" w:history="1">
        <w:r>
          <w:rPr>
            <w:rStyle w:val="Hyperlink"/>
          </w:rPr>
          <w:t>https://library.cee1.org/content/cee-residential-high-efficiency-central-air-conditioners-and-air-source-heat-pumps-specifica</w:t>
        </w:r>
      </w:hyperlink>
    </w:p>
  </w:footnote>
  <w:footnote w:id="4">
    <w:p w14:paraId="0BDC1996" w14:textId="7B26F081" w:rsidR="008408C9" w:rsidRDefault="008408C9">
      <w:pPr>
        <w:pStyle w:val="FootnoteText"/>
      </w:pPr>
      <w:r>
        <w:rPr>
          <w:rStyle w:val="FootnoteReference"/>
        </w:rPr>
        <w:footnoteRef/>
      </w:r>
      <w:r>
        <w:t xml:space="preserve"> Anastasia Herk, 2017, Mini-Split Heat Pump Evaluation and Zero Energy Ready Home Support. </w:t>
      </w:r>
      <w:hyperlink r:id="rId4" w:history="1">
        <w:r w:rsidRPr="00016978">
          <w:rPr>
            <w:rStyle w:val="Hyperlink"/>
          </w:rPr>
          <w:t>https://www.nrel.gov/docs/fy17osti/64855.pdf</w:t>
        </w:r>
      </w:hyperlink>
    </w:p>
  </w:footnote>
  <w:footnote w:id="5">
    <w:p w14:paraId="65B8E441" w14:textId="441C9A79" w:rsidR="008408C9" w:rsidRDefault="008408C9">
      <w:pPr>
        <w:pStyle w:val="FootnoteText"/>
      </w:pPr>
      <w:r>
        <w:rPr>
          <w:rStyle w:val="FootnoteReference"/>
        </w:rPr>
        <w:footnoteRef/>
      </w:r>
      <w:r>
        <w:t xml:space="preserve"> SWHC044-01 – Ductless HVAC, Residential – Fuel Substitution</w:t>
      </w:r>
    </w:p>
  </w:footnote>
  <w:footnote w:id="6">
    <w:p w14:paraId="2038D0F0" w14:textId="599EDDBA" w:rsidR="008408C9" w:rsidRDefault="008408C9" w:rsidP="00714521">
      <w:pPr>
        <w:pStyle w:val="FootnoteText"/>
      </w:pPr>
      <w:r>
        <w:rPr>
          <w:rStyle w:val="FootnoteReference"/>
        </w:rPr>
        <w:footnoteRef/>
      </w:r>
      <w:r>
        <w:t xml:space="preserve"> California Energy Commission (CEC). 2019. </w:t>
      </w:r>
      <w:r>
        <w:rPr>
          <w:rStyle w:val="Emphasis"/>
        </w:rPr>
        <w:t>California Code of Regulations Title 20 Public Utilities and Energy.</w:t>
      </w:r>
      <w:r>
        <w:t> CEC-140-2019-002. January.</w:t>
      </w:r>
    </w:p>
  </w:footnote>
  <w:footnote w:id="7">
    <w:p w14:paraId="0F7102F4" w14:textId="2798E78E" w:rsidR="008408C9" w:rsidRDefault="008408C9" w:rsidP="009B0518">
      <w:pPr>
        <w:pStyle w:val="FootnoteText"/>
      </w:pPr>
      <w:r>
        <w:rPr>
          <w:rStyle w:val="FootnoteReference"/>
        </w:rPr>
        <w:footnoteRef/>
      </w:r>
      <w:r>
        <w:t xml:space="preserve"> California Energy Commission (CEC). 2019. </w:t>
      </w:r>
      <w:r>
        <w:rPr>
          <w:rStyle w:val="Emphasis"/>
        </w:rPr>
        <w:t>California Code of Regulations Title 20 Public Utilities and Energy.</w:t>
      </w:r>
      <w:r>
        <w:t xml:space="preserve"> CEC-140-2019-002. January. </w:t>
      </w:r>
      <w:r>
        <w:rPr>
          <w:rStyle w:val="eTRMFootnoteTextChar"/>
        </w:rPr>
        <w:t>Table C-3</w:t>
      </w:r>
    </w:p>
  </w:footnote>
  <w:footnote w:id="8">
    <w:p w14:paraId="2CAB27D6" w14:textId="773CBEA5" w:rsidR="008408C9" w:rsidRDefault="008408C9" w:rsidP="002C4E44">
      <w:pPr>
        <w:pStyle w:val="FootnoteText"/>
      </w:pPr>
      <w:r>
        <w:rPr>
          <w:rStyle w:val="FootnoteReference"/>
        </w:rPr>
        <w:footnoteRef/>
      </w:r>
      <w:r>
        <w:t xml:space="preserve"> California Energy Commission (CEC). 2019. </w:t>
      </w:r>
      <w:r>
        <w:rPr>
          <w:rStyle w:val="Emphasis"/>
        </w:rPr>
        <w:t>California Code of Regulations Title 20 Public Utilities and Energy.</w:t>
      </w:r>
      <w:r>
        <w:t xml:space="preserve"> CEC-140-2019-002. January. </w:t>
      </w:r>
      <w:r>
        <w:rPr>
          <w:rStyle w:val="eTRMFootnoteTextChar"/>
        </w:rPr>
        <w:t>Table B-2</w:t>
      </w:r>
    </w:p>
  </w:footnote>
  <w:footnote w:id="9">
    <w:p w14:paraId="0F87A0DD" w14:textId="0F6D7BFA" w:rsidR="008408C9" w:rsidRDefault="008408C9">
      <w:pPr>
        <w:pStyle w:val="FootnoteText"/>
      </w:pPr>
      <w:r>
        <w:rPr>
          <w:rStyle w:val="FootnoteReference"/>
        </w:rPr>
        <w:footnoteRef/>
      </w:r>
      <w:r>
        <w:t xml:space="preserve"> </w:t>
      </w:r>
      <w:r w:rsidRPr="004E6318">
        <w:rPr>
          <w:rStyle w:val="eTRMFootnoteTextChar"/>
        </w:rPr>
        <w:t>10 C.F.R. section</w:t>
      </w:r>
      <w:r>
        <w:rPr>
          <w:rStyle w:val="eTRMFootnoteTextChar"/>
        </w:rPr>
        <w:t xml:space="preserve"> </w:t>
      </w:r>
      <w:r w:rsidRPr="004E6318">
        <w:rPr>
          <w:rStyle w:val="eTRMFootnoteTextChar"/>
        </w:rPr>
        <w:t>430.32(</w:t>
      </w:r>
      <w:r>
        <w:rPr>
          <w:rStyle w:val="eTRMFootnoteTextChar"/>
        </w:rPr>
        <w:t>b</w:t>
      </w:r>
      <w:r w:rsidRPr="004E6318">
        <w:rPr>
          <w:rStyle w:val="eTRMFootnoteTextChar"/>
        </w:rPr>
        <w:t xml:space="preserve">) </w:t>
      </w:r>
      <w:r>
        <w:rPr>
          <w:rStyle w:val="eTRMFootnoteTextChar"/>
        </w:rPr>
        <w:t xml:space="preserve">and </w:t>
      </w:r>
      <w:r w:rsidRPr="004E6318">
        <w:rPr>
          <w:rStyle w:val="eTRMFootnoteTextChar"/>
        </w:rPr>
        <w:t>430.32(c)</w:t>
      </w:r>
    </w:p>
  </w:footnote>
  <w:footnote w:id="10">
    <w:p w14:paraId="5D3D886B" w14:textId="00F9486F" w:rsidR="008408C9" w:rsidRDefault="008408C9" w:rsidP="00427574">
      <w:pPr>
        <w:pStyle w:val="FootnoteText"/>
      </w:pPr>
      <w:r>
        <w:rPr>
          <w:rStyle w:val="FootnoteReference"/>
        </w:rPr>
        <w:footnoteRef/>
      </w:r>
      <w:r>
        <w:t xml:space="preserve"> California Energy Commission (CEC). 2019. </w:t>
      </w:r>
      <w:r w:rsidRPr="00D30DEE">
        <w:rPr>
          <w:i/>
        </w:rPr>
        <w:t>20</w:t>
      </w:r>
      <w:r>
        <w:rPr>
          <w:i/>
        </w:rPr>
        <w:t>19</w:t>
      </w:r>
      <w:r w:rsidRPr="00D30DEE">
        <w:rPr>
          <w:i/>
        </w:rPr>
        <w:t xml:space="preserve"> Building Energy Efficiency Standards for Residential and Nonresidential Buildings.</w:t>
      </w:r>
      <w:r>
        <w:t xml:space="preserve"> </w:t>
      </w:r>
      <w:r w:rsidRPr="00055467">
        <w:t>CEC-400-20</w:t>
      </w:r>
      <w:r>
        <w:t>18</w:t>
      </w:r>
      <w:r w:rsidRPr="00055467">
        <w:t>-0</w:t>
      </w:r>
      <w:r>
        <w:t xml:space="preserve">20-CMF. Section 150.1(c)6. Page 280. </w:t>
      </w:r>
    </w:p>
  </w:footnote>
  <w:footnote w:id="11">
    <w:p w14:paraId="6C9DBEE4" w14:textId="6F2EB64C" w:rsidR="008408C9" w:rsidRDefault="008408C9">
      <w:pPr>
        <w:pStyle w:val="FootnoteText"/>
      </w:pPr>
      <w:r>
        <w:rPr>
          <w:rStyle w:val="FootnoteReference"/>
        </w:rPr>
        <w:footnoteRef/>
      </w:r>
      <w:r>
        <w:t xml:space="preserve"> California Energy Commission (CEC). 2010. </w:t>
      </w:r>
      <w:r>
        <w:rPr>
          <w:rStyle w:val="Emphasis"/>
        </w:rPr>
        <w:t>California Code of Regulations Title 20 Public Utilities and Energy.</w:t>
      </w:r>
      <w:r>
        <w:t> CEC-400-2010-012. December. </w:t>
      </w:r>
    </w:p>
  </w:footnote>
  <w:footnote w:id="12">
    <w:p w14:paraId="068143D1" w14:textId="77777777" w:rsidR="008408C9" w:rsidRDefault="008408C9" w:rsidP="004E0659">
      <w:pPr>
        <w:pStyle w:val="FootnoteText"/>
      </w:pPr>
      <w:r>
        <w:rPr>
          <w:rStyle w:val="FootnoteReference"/>
        </w:rPr>
        <w:footnoteRef/>
      </w:r>
      <w:r>
        <w:t xml:space="preserve"> California Energy Commission (CEC). 2010. </w:t>
      </w:r>
      <w:r>
        <w:rPr>
          <w:rStyle w:val="Emphasis"/>
        </w:rPr>
        <w:t>California Code of Regulations Title 20 Public Utilities and Energy.</w:t>
      </w:r>
      <w:r>
        <w:t xml:space="preserve"> CEC-400-2010-012. December. </w:t>
      </w:r>
      <w:r>
        <w:rPr>
          <w:rStyle w:val="eTRMFootnoteTextChar"/>
        </w:rPr>
        <w:t>Table C-2</w:t>
      </w:r>
    </w:p>
  </w:footnote>
  <w:footnote w:id="13">
    <w:p w14:paraId="372DD1D0" w14:textId="332D362B" w:rsidR="008408C9" w:rsidRDefault="008408C9" w:rsidP="00E4231B">
      <w:pPr>
        <w:pStyle w:val="FootnoteText"/>
      </w:pPr>
      <w:r>
        <w:rPr>
          <w:rStyle w:val="FootnoteReference"/>
        </w:rPr>
        <w:footnoteRef/>
      </w:r>
      <w:r>
        <w:t xml:space="preserve"> California Energy Commission (CEC). 2010. </w:t>
      </w:r>
      <w:r>
        <w:rPr>
          <w:rStyle w:val="Emphasis"/>
        </w:rPr>
        <w:t>California Code of Regulations Title 20 Public Utilities and Energy.</w:t>
      </w:r>
      <w:r>
        <w:t xml:space="preserve"> CEC-400-2010-012. December. </w:t>
      </w:r>
      <w:r>
        <w:rPr>
          <w:rStyle w:val="eTRMFootnoteTextChar"/>
        </w:rPr>
        <w:t>Table B-2</w:t>
      </w:r>
    </w:p>
  </w:footnote>
  <w:footnote w:id="14">
    <w:p w14:paraId="316D66EC" w14:textId="2B0CF4B0" w:rsidR="008408C9" w:rsidRDefault="008408C9" w:rsidP="00100B41">
      <w:pPr>
        <w:pStyle w:val="FootnoteText"/>
      </w:pPr>
      <w:r>
        <w:rPr>
          <w:rStyle w:val="FootnoteReference"/>
        </w:rPr>
        <w:footnoteRef/>
      </w:r>
      <w:r>
        <w:t xml:space="preserve"> California Energy Commission (CEC). 2005. </w:t>
      </w:r>
      <w:r w:rsidRPr="00D30DEE">
        <w:rPr>
          <w:i/>
        </w:rPr>
        <w:t>20</w:t>
      </w:r>
      <w:r>
        <w:rPr>
          <w:i/>
        </w:rPr>
        <w:t>05</w:t>
      </w:r>
      <w:r w:rsidRPr="00D30DEE">
        <w:rPr>
          <w:i/>
        </w:rPr>
        <w:t xml:space="preserve"> Building Energy Efficiency Standards for Residential and Nonresidential Buildings</w:t>
      </w:r>
      <w:r w:rsidRPr="00400788">
        <w:rPr>
          <w:i/>
        </w:rPr>
        <w:t>.</w:t>
      </w:r>
      <w:r w:rsidRPr="00400788">
        <w:t xml:space="preserve"> CEC-400-2006-015. Section</w:t>
      </w:r>
      <w:r>
        <w:t xml:space="preserve"> 150.1(c)6. Page 280. </w:t>
      </w:r>
    </w:p>
  </w:footnote>
  <w:footnote w:id="15">
    <w:p w14:paraId="558831C0" w14:textId="74791520" w:rsidR="008408C9" w:rsidRDefault="008408C9" w:rsidP="00CF19BB">
      <w:pPr>
        <w:pStyle w:val="FootnoteText"/>
      </w:pPr>
      <w:r>
        <w:rPr>
          <w:rStyle w:val="FootnoteReference"/>
        </w:rPr>
        <w:footnoteRef/>
      </w:r>
      <w:r>
        <w:t xml:space="preserve"> </w:t>
      </w:r>
      <w:r w:rsidRPr="00FF52B1">
        <w:t>SWHC050-0</w:t>
      </w:r>
      <w:r>
        <w:t>2</w:t>
      </w:r>
      <w:r w:rsidRPr="00FF52B1">
        <w:t>-Ductless Heat Pump, Residential - POE Survey</w:t>
      </w:r>
      <w:r w:rsidRPr="00B504CD">
        <w:t>.docx</w:t>
      </w:r>
    </w:p>
  </w:footnote>
  <w:footnote w:id="16">
    <w:p w14:paraId="1D0A9D23" w14:textId="3B7FBBA9" w:rsidR="008408C9" w:rsidRDefault="008408C9">
      <w:pPr>
        <w:pStyle w:val="FootnoteText"/>
      </w:pPr>
      <w:r>
        <w:rPr>
          <w:rStyle w:val="FootnoteReference"/>
        </w:rPr>
        <w:footnoteRef/>
      </w:r>
      <w:r>
        <w:t xml:space="preserve"> “</w:t>
      </w:r>
      <w:r w:rsidRPr="001E4F88">
        <w:t>SWHC050-02 Performance curves methodology v2</w:t>
      </w:r>
      <w:r>
        <w:t>”</w:t>
      </w:r>
    </w:p>
  </w:footnote>
  <w:footnote w:id="17">
    <w:p w14:paraId="00EA4B90" w14:textId="7FDF4BF7" w:rsidR="008408C9" w:rsidRDefault="008408C9">
      <w:pPr>
        <w:pStyle w:val="FootnoteText"/>
      </w:pPr>
      <w:r>
        <w:rPr>
          <w:rStyle w:val="FootnoteReference"/>
        </w:rPr>
        <w:footnoteRef/>
      </w:r>
      <w:r>
        <w:t xml:space="preserve"> “SWHC050-02-Manufacturer survey package.zip”</w:t>
      </w:r>
    </w:p>
  </w:footnote>
  <w:footnote w:id="18">
    <w:p w14:paraId="3600F3BB" w14:textId="398805A8" w:rsidR="008408C9" w:rsidRDefault="008408C9" w:rsidP="00D4611B">
      <w:pPr>
        <w:pStyle w:val="FootnoteText"/>
      </w:pPr>
      <w:r>
        <w:rPr>
          <w:rStyle w:val="FootnoteReference"/>
        </w:rPr>
        <w:footnoteRef/>
      </w:r>
      <w:r>
        <w:t xml:space="preserve"> “</w:t>
      </w:r>
      <w:proofErr w:type="spellStart"/>
      <w:r w:rsidRPr="006E44A6">
        <w:t>ahri</w:t>
      </w:r>
      <w:proofErr w:type="spellEnd"/>
      <w:r w:rsidRPr="006E44A6">
        <w:t xml:space="preserve"> data res </w:t>
      </w:r>
      <w:proofErr w:type="spellStart"/>
      <w:r w:rsidRPr="006E44A6">
        <w:t>minisplit</w:t>
      </w:r>
      <w:proofErr w:type="spellEnd"/>
      <w:r w:rsidRPr="006E44A6">
        <w:t xml:space="preserve"> HP 2020-12-01</w:t>
      </w:r>
      <w:r>
        <w:t>b</w:t>
      </w:r>
      <w:r w:rsidRPr="006E44A6">
        <w:t>.xlsx</w:t>
      </w:r>
      <w:r>
        <w:t>”</w:t>
      </w:r>
    </w:p>
  </w:footnote>
  <w:footnote w:id="19">
    <w:p w14:paraId="775CBE39" w14:textId="324DCDD5" w:rsidR="008408C9" w:rsidRDefault="008408C9" w:rsidP="00D4611B">
      <w:pPr>
        <w:pStyle w:val="FootnoteText"/>
      </w:pPr>
      <w:r>
        <w:rPr>
          <w:rStyle w:val="FootnoteReference"/>
        </w:rPr>
        <w:footnoteRef/>
      </w:r>
      <w:r>
        <w:t xml:space="preserve"> “</w:t>
      </w:r>
      <w:proofErr w:type="spellStart"/>
      <w:r w:rsidRPr="006E44A6">
        <w:t>ahri</w:t>
      </w:r>
      <w:proofErr w:type="spellEnd"/>
      <w:r w:rsidRPr="006E44A6">
        <w:t xml:space="preserve"> data res </w:t>
      </w:r>
      <w:proofErr w:type="spellStart"/>
      <w:r w:rsidRPr="006E44A6">
        <w:t>minisplit</w:t>
      </w:r>
      <w:proofErr w:type="spellEnd"/>
      <w:r w:rsidRPr="006E44A6">
        <w:t xml:space="preserve"> HP 2020-12-01</w:t>
      </w:r>
      <w:r>
        <w:t>b</w:t>
      </w:r>
      <w:r w:rsidRPr="006E44A6">
        <w:t>.xlsx</w:t>
      </w:r>
      <w:r>
        <w:t>”</w:t>
      </w:r>
    </w:p>
  </w:footnote>
  <w:footnote w:id="20">
    <w:p w14:paraId="3BFA9136" w14:textId="77777777" w:rsidR="008408C9" w:rsidRDefault="008408C9" w:rsidP="00D4611B">
      <w:pPr>
        <w:pStyle w:val="FootnoteText"/>
      </w:pPr>
      <w:r>
        <w:rPr>
          <w:rStyle w:val="FootnoteReference"/>
        </w:rPr>
        <w:footnoteRef/>
      </w:r>
      <w:r>
        <w:t xml:space="preserve"> “</w:t>
      </w:r>
      <w:r w:rsidRPr="002F36A4">
        <w:t>Models and HSPF vs Heating-EIR.xlsx</w:t>
      </w:r>
      <w:r>
        <w:t>”</w:t>
      </w:r>
    </w:p>
  </w:footnote>
  <w:footnote w:id="21">
    <w:p w14:paraId="16A18BE0" w14:textId="77777777" w:rsidR="008408C9" w:rsidRDefault="008408C9" w:rsidP="00D4611B">
      <w:pPr>
        <w:pStyle w:val="FootnoteText"/>
      </w:pPr>
      <w:r>
        <w:rPr>
          <w:rStyle w:val="FootnoteReference"/>
        </w:rPr>
        <w:footnoteRef/>
      </w:r>
      <w:r>
        <w:t xml:space="preserve"> “</w:t>
      </w:r>
      <w:r w:rsidRPr="002F36A4">
        <w:t>SWHC050-02 MASControl3 Files</w:t>
      </w:r>
      <w:r>
        <w:t>.zip”</w:t>
      </w:r>
    </w:p>
  </w:footnote>
  <w:footnote w:id="22">
    <w:p w14:paraId="434D0115" w14:textId="71197BD3" w:rsidR="008408C9" w:rsidRDefault="008408C9">
      <w:pPr>
        <w:pStyle w:val="FootnoteText"/>
      </w:pPr>
      <w:r w:rsidRPr="00D75978">
        <w:rPr>
          <w:rStyle w:val="FootnoteReference"/>
        </w:rPr>
        <w:footnoteRef/>
      </w:r>
      <w:r w:rsidRPr="00D75978">
        <w:t xml:space="preserve"> </w:t>
      </w:r>
      <w:r>
        <w:t>“</w:t>
      </w:r>
      <w:r w:rsidRPr="00D75978">
        <w:t>Res Ductless Heat Pump - Performance Curves Methods 2020-11-05.zip</w:t>
      </w:r>
      <w:r>
        <w:t>”</w:t>
      </w:r>
    </w:p>
  </w:footnote>
  <w:footnote w:id="23">
    <w:p w14:paraId="2A8C2009" w14:textId="77777777" w:rsidR="008408C9" w:rsidRDefault="008408C9" w:rsidP="00151EF0">
      <w:pPr>
        <w:pStyle w:val="FootnoteText"/>
      </w:pPr>
      <w:r>
        <w:rPr>
          <w:rStyle w:val="FootnoteReference"/>
        </w:rPr>
        <w:footnoteRef/>
      </w:r>
      <w:r>
        <w:t xml:space="preserve"> California Energy Commission. 2010. “2009 California Residential Appliance Saturation Study”.</w:t>
      </w:r>
    </w:p>
  </w:footnote>
  <w:footnote w:id="24">
    <w:p w14:paraId="3D3FF571" w14:textId="77777777" w:rsidR="008408C9" w:rsidRDefault="008408C9" w:rsidP="00E50A98">
      <w:pPr>
        <w:pStyle w:val="FootnoteText"/>
      </w:pPr>
      <w:r>
        <w:rPr>
          <w:rStyle w:val="FootnoteReference"/>
        </w:rPr>
        <w:footnoteRef/>
      </w:r>
      <w:r>
        <w:t xml:space="preserve"> Air-Conditioning, Heating, &amp; Refrigeration Institute (AHRI). 2017. “2017 Standard for </w:t>
      </w:r>
      <w:r w:rsidRPr="005C5B83">
        <w:t>Performance Rating of Unitary Air-conditioning &amp; Air-source Heat Pump Equipment</w:t>
      </w:r>
      <w:r>
        <w:t>”</w:t>
      </w:r>
    </w:p>
  </w:footnote>
  <w:footnote w:id="25">
    <w:p w14:paraId="59B7B8CE" w14:textId="77777777" w:rsidR="008408C9" w:rsidRDefault="008408C9" w:rsidP="00E50A98">
      <w:pPr>
        <w:pStyle w:val="FootnoteText"/>
      </w:pPr>
      <w:r>
        <w:rPr>
          <w:rStyle w:val="FootnoteReference"/>
        </w:rPr>
        <w:footnoteRef/>
      </w:r>
      <w:r>
        <w:t xml:space="preserve"> US Department of Energy (DOE) 10 CFR </w:t>
      </w:r>
      <w:r w:rsidRPr="00226A90">
        <w:rPr>
          <w:szCs w:val="20"/>
        </w:rPr>
        <w:t>§</w:t>
      </w:r>
      <w:r>
        <w:rPr>
          <w:szCs w:val="20"/>
        </w:rPr>
        <w:t xml:space="preserve"> 429.16.</w:t>
      </w:r>
    </w:p>
  </w:footnote>
  <w:footnote w:id="26">
    <w:p w14:paraId="3AE0D02F" w14:textId="440A30AE" w:rsidR="008408C9" w:rsidRDefault="008408C9" w:rsidP="00CF64F5">
      <w:r>
        <w:rPr>
          <w:rStyle w:val="FootnoteReference"/>
        </w:rPr>
        <w:footnoteRef/>
      </w:r>
      <w:r>
        <w:t xml:space="preserve"> </w:t>
      </w:r>
      <w:r w:rsidRPr="002D6549">
        <w:rPr>
          <w:sz w:val="18"/>
        </w:rPr>
        <w:t xml:space="preserve">The calculations use DEER2020 tiers for HSPF rating which are slightly different (&lt;2.5% difference in HSPF rating) than the HSPF tiers used in the measure description. This </w:t>
      </w:r>
      <w:r>
        <w:rPr>
          <w:sz w:val="18"/>
        </w:rPr>
        <w:t>difference will have</w:t>
      </w:r>
      <w:r w:rsidRPr="002D6549">
        <w:rPr>
          <w:sz w:val="18"/>
        </w:rPr>
        <w:t xml:space="preserve"> negligible impact on the savings present here.</w:t>
      </w:r>
      <w:r>
        <w:t xml:space="preserve"> </w:t>
      </w:r>
    </w:p>
  </w:footnote>
  <w:footnote w:id="27">
    <w:p w14:paraId="4F4B3261" w14:textId="18D2EB89" w:rsidR="008408C9" w:rsidRDefault="008408C9">
      <w:pPr>
        <w:pStyle w:val="FootnoteText"/>
      </w:pPr>
      <w:r>
        <w:rPr>
          <w:rStyle w:val="FootnoteReference"/>
        </w:rPr>
        <w:footnoteRef/>
      </w:r>
      <w:r>
        <w:t xml:space="preserve"> </w:t>
      </w:r>
      <w:r w:rsidRPr="00910778">
        <w:t xml:space="preserve">California Public Utilities Commission. </w:t>
      </w:r>
      <w:r>
        <w:t xml:space="preserve">2019. MASControl3 “DEER_Tools_2019_09_30.zip”, </w:t>
      </w:r>
      <w:proofErr w:type="spellStart"/>
      <w:r>
        <w:t>SupportTables</w:t>
      </w:r>
      <w:proofErr w:type="spellEnd"/>
      <w:r>
        <w:t xml:space="preserve"> folder, “</w:t>
      </w:r>
      <w:proofErr w:type="spellStart"/>
      <w:r w:rsidRPr="00131565">
        <w:t>reststatwt.sql</w:t>
      </w:r>
      <w:proofErr w:type="spellEnd"/>
      <w:r>
        <w:t>” file</w:t>
      </w:r>
    </w:p>
  </w:footnote>
  <w:footnote w:id="28">
    <w:p w14:paraId="142C8885" w14:textId="77777777" w:rsidR="008408C9" w:rsidRDefault="008408C9" w:rsidP="00924D3E">
      <w:pPr>
        <w:pStyle w:val="FootnoteText"/>
      </w:pPr>
      <w:r>
        <w:rPr>
          <w:rStyle w:val="FootnoteReference"/>
        </w:rPr>
        <w:footnoteRef/>
      </w:r>
      <w:r>
        <w:t xml:space="preserve"> Southern California Edison (SCE). 2020. “SWHC050</w:t>
      </w:r>
      <w:r w:rsidRPr="009423C2">
        <w:t>-01 MASControl3 Files</w:t>
      </w:r>
      <w:r>
        <w:t>.zip”</w:t>
      </w:r>
    </w:p>
  </w:footnote>
  <w:footnote w:id="29">
    <w:p w14:paraId="7098CE67" w14:textId="77777777" w:rsidR="008408C9" w:rsidRDefault="008408C9" w:rsidP="00924D3E">
      <w:pPr>
        <w:pStyle w:val="FootnoteText"/>
      </w:pPr>
      <w:r>
        <w:rPr>
          <w:rStyle w:val="FootnoteReference"/>
        </w:rPr>
        <w:footnoteRef/>
      </w:r>
      <w:r>
        <w:t xml:space="preserve"> Southern California Edison (SCE). 2020. “</w:t>
      </w:r>
      <w:r w:rsidRPr="00BB00DF">
        <w:t>SWHC0</w:t>
      </w:r>
      <w:r>
        <w:t>50</w:t>
      </w:r>
      <w:r w:rsidRPr="00BB00DF">
        <w:t xml:space="preserve">-01 </w:t>
      </w:r>
      <w:r>
        <w:t xml:space="preserve">Energy </w:t>
      </w:r>
      <w:r w:rsidRPr="00BB00DF">
        <w:t>Calculations</w:t>
      </w:r>
      <w:r>
        <w:t>.xlsx.”</w:t>
      </w:r>
    </w:p>
  </w:footnote>
  <w:footnote w:id="30">
    <w:p w14:paraId="4EBE3AE2" w14:textId="6198982E" w:rsidR="008408C9" w:rsidRDefault="008408C9">
      <w:pPr>
        <w:pStyle w:val="FootnoteText"/>
      </w:pPr>
      <w:r>
        <w:rPr>
          <w:rStyle w:val="FootnoteReference"/>
        </w:rPr>
        <w:footnoteRef/>
      </w:r>
      <w:r>
        <w:t xml:space="preserve"> “2022 Peak Determination - Solaris.xlsm”</w:t>
      </w:r>
    </w:p>
  </w:footnote>
  <w:footnote w:id="31">
    <w:p w14:paraId="1F24C703" w14:textId="77777777" w:rsidR="008408C9" w:rsidRDefault="008408C9" w:rsidP="00402095">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32">
    <w:p w14:paraId="60F38858" w14:textId="77777777" w:rsidR="008408C9" w:rsidRDefault="008408C9" w:rsidP="00402095">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33">
    <w:p w14:paraId="7353D7AA" w14:textId="46C542DB" w:rsidR="008408C9" w:rsidRDefault="008408C9" w:rsidP="00331302">
      <w:pPr>
        <w:pStyle w:val="FootnoteText"/>
      </w:pPr>
      <w:r>
        <w:rPr>
          <w:rStyle w:val="FootnoteReference"/>
        </w:rPr>
        <w:footnoteRef/>
      </w:r>
      <w:r>
        <w:t xml:space="preserve"> "</w:t>
      </w:r>
      <w:r w:rsidRPr="00CC1E75">
        <w:t>SWHC0</w:t>
      </w:r>
      <w:r>
        <w:t>50</w:t>
      </w:r>
      <w:r w:rsidRPr="00CC1E75">
        <w:t>-0</w:t>
      </w:r>
      <w:r>
        <w:t>2</w:t>
      </w:r>
      <w:r w:rsidRPr="00CC1E75">
        <w:t xml:space="preserve"> Cost analysis.xlsx</w:t>
      </w:r>
      <w:r>
        <w:t>." Southern California Edison, 2020.</w:t>
      </w:r>
    </w:p>
  </w:footnote>
  <w:footnote w:id="34">
    <w:p w14:paraId="1D70CE62" w14:textId="77777777" w:rsidR="008408C9" w:rsidRDefault="008408C9" w:rsidP="00C76CEB">
      <w:pPr>
        <w:pStyle w:val="FootnoteText"/>
      </w:pPr>
      <w:r>
        <w:rPr>
          <w:rStyle w:val="FootnoteReference"/>
        </w:rPr>
        <w:footnoteRef/>
      </w:r>
      <w:r>
        <w:t xml:space="preserve"> 2019 </w:t>
      </w:r>
      <w:proofErr w:type="spellStart"/>
      <w:r>
        <w:t>RSMeans</w:t>
      </w:r>
      <w:proofErr w:type="spellEnd"/>
      <w:r>
        <w:t xml:space="preserve"> Electrical Cost Data</w:t>
      </w:r>
    </w:p>
  </w:footnote>
  <w:footnote w:id="35">
    <w:p w14:paraId="42E26087" w14:textId="3079C534" w:rsidR="008408C9" w:rsidRDefault="008408C9" w:rsidP="00536FD2">
      <w:pPr>
        <w:pStyle w:val="FootnoteText"/>
      </w:pPr>
      <w:r>
        <w:rPr>
          <w:rStyle w:val="FootnoteReference"/>
        </w:rPr>
        <w:footnoteRef/>
      </w:r>
      <w:r>
        <w:t xml:space="preserve"> "</w:t>
      </w:r>
      <w:r w:rsidRPr="00CC1E75">
        <w:t>SWHC0</w:t>
      </w:r>
      <w:r>
        <w:t>50</w:t>
      </w:r>
      <w:r w:rsidRPr="00CC1E75">
        <w:t>-0</w:t>
      </w:r>
      <w:r>
        <w:t>2</w:t>
      </w:r>
      <w:r w:rsidRPr="00CC1E75">
        <w:t xml:space="preserve"> Cost analysis.xlsx</w:t>
      </w:r>
      <w:r>
        <w:t>." Southern California Edison, 2020.</w:t>
      </w:r>
    </w:p>
  </w:footnote>
  <w:footnote w:id="36">
    <w:p w14:paraId="4F39A7F6" w14:textId="77777777" w:rsidR="008408C9" w:rsidRDefault="008408C9" w:rsidP="00536FD2">
      <w:pPr>
        <w:pStyle w:val="FootnoteText"/>
      </w:pPr>
      <w:r>
        <w:rPr>
          <w:rStyle w:val="FootnoteReference"/>
        </w:rPr>
        <w:footnoteRef/>
      </w:r>
      <w:r>
        <w:t xml:space="preserve"> 2019 </w:t>
      </w:r>
      <w:proofErr w:type="spellStart"/>
      <w:r>
        <w:t>RSMeans</w:t>
      </w:r>
      <w:proofErr w:type="spellEnd"/>
      <w:r>
        <w:t xml:space="preserve"> Electrical Cost Data</w:t>
      </w:r>
    </w:p>
  </w:footnote>
  <w:footnote w:id="37">
    <w:p w14:paraId="71ED6C8B" w14:textId="77777777" w:rsidR="008408C9" w:rsidRDefault="008408C9" w:rsidP="00536FD2">
      <w:pPr>
        <w:pStyle w:val="FootnoteText"/>
      </w:pPr>
      <w:r>
        <w:rPr>
          <w:rStyle w:val="FootnoteReference"/>
        </w:rPr>
        <w:footnoteRef/>
      </w:r>
      <w:r>
        <w:t xml:space="preserve"> </w:t>
      </w:r>
      <w:proofErr w:type="spellStart"/>
      <w:r w:rsidRPr="00873146">
        <w:t>RSMeans</w:t>
      </w:r>
      <w:proofErr w:type="spellEnd"/>
      <w:r w:rsidRPr="00873146">
        <w:t xml:space="preserve"> </w:t>
      </w:r>
      <w:r>
        <w:t xml:space="preserve">Residential Labor Rates, </w:t>
      </w:r>
      <w:proofErr w:type="gramStart"/>
      <w:r w:rsidRPr="00873146">
        <w:t>https://www.rsmeansonline.com/References/LABORRATE/2-Year%202019%20Labor%20Rates/Residential%20Labor%20Rates.PDF</w:t>
      </w:r>
      <w:r>
        <w:t xml:space="preserve"> ,</w:t>
      </w:r>
      <w:proofErr w:type="gramEnd"/>
      <w:r>
        <w:t xml:space="preserve"> </w:t>
      </w:r>
      <w:r w:rsidRPr="00873146">
        <w:t>“</w:t>
      </w:r>
      <w:r>
        <w:t>Residential Labor Rates.</w:t>
      </w:r>
      <w:r w:rsidRPr="00873146">
        <w: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8408C9" w:rsidRPr="000220A0" w:rsidRDefault="008408C9"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1B9C1F3" w:rsidR="008408C9" w:rsidRDefault="008408C9">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8408C9" w:rsidRDefault="008408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8408C9" w:rsidRDefault="008408C9" w:rsidP="00BD221D">
    <w:pPr>
      <w:jc w:val="center"/>
    </w:pPr>
  </w:p>
  <w:p w14:paraId="342310D5" w14:textId="5BACBCD8" w:rsidR="008408C9" w:rsidRDefault="008408C9"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012C" w14:textId="23058F23" w:rsidR="008408C9" w:rsidRDefault="008408C9" w:rsidP="00986C3B">
    <w:pPr>
      <w:pStyle w:val="Header"/>
    </w:pPr>
    <w:r>
      <w:rPr>
        <w:rFonts w:ascii="Calibri Light" w:hAnsi="Calibri Light"/>
      </w:rPr>
      <w:t xml:space="preserv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HVAC – Ductless Heat Pump, Residential</w:t>
    </w:r>
  </w:p>
  <w:p w14:paraId="2AC97B25" w14:textId="77777777" w:rsidR="008408C9" w:rsidRDefault="008408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8408C9" w:rsidRDefault="008408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2037E"/>
    <w:multiLevelType w:val="hybridMultilevel"/>
    <w:tmpl w:val="4DE24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72468"/>
    <w:multiLevelType w:val="hybridMultilevel"/>
    <w:tmpl w:val="57389A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51FCC"/>
    <w:multiLevelType w:val="hybridMultilevel"/>
    <w:tmpl w:val="90020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E16D9"/>
    <w:multiLevelType w:val="hybridMultilevel"/>
    <w:tmpl w:val="20FCE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761523"/>
    <w:multiLevelType w:val="hybridMultilevel"/>
    <w:tmpl w:val="4C1EAE9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E2A30"/>
    <w:multiLevelType w:val="hybridMultilevel"/>
    <w:tmpl w:val="38D6C9E8"/>
    <w:lvl w:ilvl="0" w:tplc="44480520">
      <w:start w:val="1"/>
      <w:numFmt w:val="bullet"/>
      <w:pStyle w:val="eTRMBulletedTex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59621F"/>
    <w:multiLevelType w:val="hybridMultilevel"/>
    <w:tmpl w:val="E2E6291A"/>
    <w:lvl w:ilvl="0" w:tplc="099CE168">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835D70"/>
    <w:multiLevelType w:val="hybridMultilevel"/>
    <w:tmpl w:val="CE08C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1E0AED"/>
    <w:multiLevelType w:val="hybridMultilevel"/>
    <w:tmpl w:val="B2E2F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4A376DC"/>
    <w:multiLevelType w:val="hybridMultilevel"/>
    <w:tmpl w:val="3BD4AA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2C7761"/>
    <w:multiLevelType w:val="hybridMultilevel"/>
    <w:tmpl w:val="A942B3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BA4FEA"/>
    <w:multiLevelType w:val="multilevel"/>
    <w:tmpl w:val="32626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CE6D97"/>
    <w:multiLevelType w:val="hybridMultilevel"/>
    <w:tmpl w:val="72965670"/>
    <w:lvl w:ilvl="0" w:tplc="C4962108">
      <w:start w:val="1"/>
      <w:numFmt w:val="upperLetter"/>
      <w:lvlText w:val="%1."/>
      <w:lvlJc w:val="left"/>
      <w:pPr>
        <w:ind w:left="1080" w:hanging="72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B8583C"/>
    <w:multiLevelType w:val="hybridMultilevel"/>
    <w:tmpl w:val="F8CC6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E822C5"/>
    <w:multiLevelType w:val="hybridMultilevel"/>
    <w:tmpl w:val="054C8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602E4C"/>
    <w:multiLevelType w:val="hybridMultilevel"/>
    <w:tmpl w:val="A60A3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F54D5B"/>
    <w:multiLevelType w:val="hybridMultilevel"/>
    <w:tmpl w:val="06D44AA0"/>
    <w:lvl w:ilvl="0" w:tplc="DFC672C2">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EC0785"/>
    <w:multiLevelType w:val="hybridMultilevel"/>
    <w:tmpl w:val="39DE4B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134667"/>
    <w:multiLevelType w:val="hybridMultilevel"/>
    <w:tmpl w:val="2910C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8B2102"/>
    <w:multiLevelType w:val="hybridMultilevel"/>
    <w:tmpl w:val="27AC4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FD301F"/>
    <w:multiLevelType w:val="hybridMultilevel"/>
    <w:tmpl w:val="DADA9934"/>
    <w:lvl w:ilvl="0" w:tplc="F490EA3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5AE0848"/>
    <w:multiLevelType w:val="multilevel"/>
    <w:tmpl w:val="B01CA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AA0568B"/>
    <w:multiLevelType w:val="hybridMultilevel"/>
    <w:tmpl w:val="9F70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F1C91"/>
    <w:multiLevelType w:val="hybridMultilevel"/>
    <w:tmpl w:val="5B44A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0D7141"/>
    <w:multiLevelType w:val="hybridMultilevel"/>
    <w:tmpl w:val="375C4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2917E68"/>
    <w:multiLevelType w:val="hybridMultilevel"/>
    <w:tmpl w:val="CE38F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426F4"/>
    <w:multiLevelType w:val="hybridMultilevel"/>
    <w:tmpl w:val="1AFC8F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5AF02A4"/>
    <w:multiLevelType w:val="hybridMultilevel"/>
    <w:tmpl w:val="401E4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1734D2"/>
    <w:multiLevelType w:val="hybridMultilevel"/>
    <w:tmpl w:val="32429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FD4A9A"/>
    <w:multiLevelType w:val="hybridMultilevel"/>
    <w:tmpl w:val="5D68D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23392E"/>
    <w:multiLevelType w:val="hybridMultilevel"/>
    <w:tmpl w:val="9962F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546722"/>
    <w:multiLevelType w:val="hybridMultilevel"/>
    <w:tmpl w:val="0EA4F808"/>
    <w:lvl w:ilvl="0" w:tplc="A1A244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4CE2C32"/>
    <w:multiLevelType w:val="hybridMultilevel"/>
    <w:tmpl w:val="6F78BF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8" w15:restartNumberingAfterBreak="0">
    <w:nsid w:val="5D2A5EFA"/>
    <w:multiLevelType w:val="hybridMultilevel"/>
    <w:tmpl w:val="ED821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4051E0"/>
    <w:multiLevelType w:val="multilevel"/>
    <w:tmpl w:val="70EA4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8EA18C2"/>
    <w:multiLevelType w:val="hybridMultilevel"/>
    <w:tmpl w:val="1AFC8F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2B7317"/>
    <w:multiLevelType w:val="hybridMultilevel"/>
    <w:tmpl w:val="10700184"/>
    <w:lvl w:ilvl="0" w:tplc="492A5DCE">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191C45"/>
    <w:multiLevelType w:val="hybridMultilevel"/>
    <w:tmpl w:val="6F0206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5" w15:restartNumberingAfterBreak="0">
    <w:nsid w:val="72B9626A"/>
    <w:multiLevelType w:val="hybridMultilevel"/>
    <w:tmpl w:val="7AA44842"/>
    <w:lvl w:ilvl="0" w:tplc="0E3A30E8">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7" w15:restartNumberingAfterBreak="0">
    <w:nsid w:val="7CED5DDF"/>
    <w:multiLevelType w:val="hybridMultilevel"/>
    <w:tmpl w:val="F712086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D435948"/>
    <w:multiLevelType w:val="hybridMultilevel"/>
    <w:tmpl w:val="0A8C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46"/>
  </w:num>
  <w:num w:numId="3">
    <w:abstractNumId w:val="3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42"/>
  </w:num>
  <w:num w:numId="5">
    <w:abstractNumId w:val="18"/>
  </w:num>
  <w:num w:numId="6">
    <w:abstractNumId w:val="5"/>
  </w:num>
  <w:num w:numId="7">
    <w:abstractNumId w:val="9"/>
  </w:num>
  <w:num w:numId="8">
    <w:abstractNumId w:val="22"/>
  </w:num>
  <w:num w:numId="9">
    <w:abstractNumId w:val="45"/>
  </w:num>
  <w:num w:numId="10">
    <w:abstractNumId w:val="6"/>
  </w:num>
  <w:num w:numId="11">
    <w:abstractNumId w:val="2"/>
  </w:num>
  <w:num w:numId="12">
    <w:abstractNumId w:val="15"/>
  </w:num>
  <w:num w:numId="13">
    <w:abstractNumId w:val="31"/>
  </w:num>
  <w:num w:numId="14">
    <w:abstractNumId w:val="14"/>
  </w:num>
  <w:num w:numId="15">
    <w:abstractNumId w:val="39"/>
  </w:num>
  <w:num w:numId="16">
    <w:abstractNumId w:val="3"/>
  </w:num>
  <w:num w:numId="17">
    <w:abstractNumId w:val="0"/>
  </w:num>
  <w:num w:numId="18">
    <w:abstractNumId w:val="1"/>
  </w:num>
  <w:num w:numId="19">
    <w:abstractNumId w:val="11"/>
  </w:num>
  <w:num w:numId="20">
    <w:abstractNumId w:val="33"/>
  </w:num>
  <w:num w:numId="21">
    <w:abstractNumId w:val="4"/>
  </w:num>
  <w:num w:numId="22">
    <w:abstractNumId w:val="28"/>
  </w:num>
  <w:num w:numId="23">
    <w:abstractNumId w:val="41"/>
  </w:num>
  <w:num w:numId="24">
    <w:abstractNumId w:val="26"/>
  </w:num>
  <w:num w:numId="25">
    <w:abstractNumId w:val="13"/>
  </w:num>
  <w:num w:numId="26">
    <w:abstractNumId w:val="47"/>
  </w:num>
  <w:num w:numId="27">
    <w:abstractNumId w:val="40"/>
  </w:num>
  <w:num w:numId="28">
    <w:abstractNumId w:val="29"/>
  </w:num>
  <w:num w:numId="29">
    <w:abstractNumId w:val="27"/>
  </w:num>
  <w:num w:numId="30">
    <w:abstractNumId w:val="35"/>
  </w:num>
  <w:num w:numId="31">
    <w:abstractNumId w:val="19"/>
  </w:num>
  <w:num w:numId="32">
    <w:abstractNumId w:val="16"/>
  </w:num>
  <w:num w:numId="33">
    <w:abstractNumId w:val="20"/>
  </w:num>
  <w:num w:numId="34">
    <w:abstractNumId w:val="8"/>
  </w:num>
  <w:num w:numId="35">
    <w:abstractNumId w:val="43"/>
  </w:num>
  <w:num w:numId="36">
    <w:abstractNumId w:val="25"/>
  </w:num>
  <w:num w:numId="37">
    <w:abstractNumId w:val="48"/>
  </w:num>
  <w:num w:numId="38">
    <w:abstractNumId w:val="10"/>
  </w:num>
  <w:num w:numId="39">
    <w:abstractNumId w:val="17"/>
  </w:num>
  <w:num w:numId="40">
    <w:abstractNumId w:val="24"/>
  </w:num>
  <w:num w:numId="41">
    <w:abstractNumId w:val="12"/>
  </w:num>
  <w:num w:numId="42">
    <w:abstractNumId w:val="32"/>
  </w:num>
  <w:num w:numId="43">
    <w:abstractNumId w:val="21"/>
  </w:num>
  <w:num w:numId="44">
    <w:abstractNumId w:val="38"/>
  </w:num>
  <w:num w:numId="45">
    <w:abstractNumId w:val="36"/>
  </w:num>
  <w:num w:numId="46">
    <w:abstractNumId w:val="34"/>
  </w:num>
  <w:num w:numId="4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15F6"/>
    <w:rsid w:val="00001BC7"/>
    <w:rsid w:val="000029FF"/>
    <w:rsid w:val="000032E5"/>
    <w:rsid w:val="00003E4F"/>
    <w:rsid w:val="00004CA3"/>
    <w:rsid w:val="00004F50"/>
    <w:rsid w:val="00005B06"/>
    <w:rsid w:val="00005E07"/>
    <w:rsid w:val="000063B0"/>
    <w:rsid w:val="00006B78"/>
    <w:rsid w:val="0000730A"/>
    <w:rsid w:val="000074A7"/>
    <w:rsid w:val="00007793"/>
    <w:rsid w:val="00007D5D"/>
    <w:rsid w:val="00010D15"/>
    <w:rsid w:val="000110D9"/>
    <w:rsid w:val="000111AF"/>
    <w:rsid w:val="00011E85"/>
    <w:rsid w:val="000127ED"/>
    <w:rsid w:val="00012CD0"/>
    <w:rsid w:val="000139CB"/>
    <w:rsid w:val="00015465"/>
    <w:rsid w:val="00015820"/>
    <w:rsid w:val="0001609E"/>
    <w:rsid w:val="00016928"/>
    <w:rsid w:val="00016ECC"/>
    <w:rsid w:val="00020F98"/>
    <w:rsid w:val="000211EC"/>
    <w:rsid w:val="000220A0"/>
    <w:rsid w:val="000226DD"/>
    <w:rsid w:val="0002290D"/>
    <w:rsid w:val="000229F1"/>
    <w:rsid w:val="00022D8E"/>
    <w:rsid w:val="000232D5"/>
    <w:rsid w:val="0002389A"/>
    <w:rsid w:val="00024028"/>
    <w:rsid w:val="00026172"/>
    <w:rsid w:val="000269EC"/>
    <w:rsid w:val="00026D58"/>
    <w:rsid w:val="00027D4C"/>
    <w:rsid w:val="000302DF"/>
    <w:rsid w:val="00031184"/>
    <w:rsid w:val="000314BF"/>
    <w:rsid w:val="000318E4"/>
    <w:rsid w:val="00031BF2"/>
    <w:rsid w:val="00032D88"/>
    <w:rsid w:val="00032DB6"/>
    <w:rsid w:val="000343D2"/>
    <w:rsid w:val="00034883"/>
    <w:rsid w:val="000349DE"/>
    <w:rsid w:val="00035382"/>
    <w:rsid w:val="0003548A"/>
    <w:rsid w:val="00035B98"/>
    <w:rsid w:val="000365BD"/>
    <w:rsid w:val="00036C3F"/>
    <w:rsid w:val="00037A06"/>
    <w:rsid w:val="00040DA8"/>
    <w:rsid w:val="00042F81"/>
    <w:rsid w:val="00043197"/>
    <w:rsid w:val="00043342"/>
    <w:rsid w:val="00043809"/>
    <w:rsid w:val="000439F2"/>
    <w:rsid w:val="00046BB0"/>
    <w:rsid w:val="000511F0"/>
    <w:rsid w:val="00051DBB"/>
    <w:rsid w:val="00052143"/>
    <w:rsid w:val="00052562"/>
    <w:rsid w:val="000528FF"/>
    <w:rsid w:val="00052C95"/>
    <w:rsid w:val="000530E4"/>
    <w:rsid w:val="00053212"/>
    <w:rsid w:val="00053AFB"/>
    <w:rsid w:val="0005587A"/>
    <w:rsid w:val="00055C39"/>
    <w:rsid w:val="000576F4"/>
    <w:rsid w:val="00057843"/>
    <w:rsid w:val="000579B3"/>
    <w:rsid w:val="00061D34"/>
    <w:rsid w:val="00062157"/>
    <w:rsid w:val="000621A8"/>
    <w:rsid w:val="000624F8"/>
    <w:rsid w:val="00063A08"/>
    <w:rsid w:val="00064244"/>
    <w:rsid w:val="00065491"/>
    <w:rsid w:val="00065520"/>
    <w:rsid w:val="000657DA"/>
    <w:rsid w:val="00065E54"/>
    <w:rsid w:val="00066719"/>
    <w:rsid w:val="000672E5"/>
    <w:rsid w:val="0006746D"/>
    <w:rsid w:val="00070520"/>
    <w:rsid w:val="0007087B"/>
    <w:rsid w:val="00070A64"/>
    <w:rsid w:val="00070BB6"/>
    <w:rsid w:val="00071681"/>
    <w:rsid w:val="00071D0E"/>
    <w:rsid w:val="00072012"/>
    <w:rsid w:val="0007294A"/>
    <w:rsid w:val="00073763"/>
    <w:rsid w:val="00074060"/>
    <w:rsid w:val="00074E3E"/>
    <w:rsid w:val="000751AB"/>
    <w:rsid w:val="000767E9"/>
    <w:rsid w:val="0007796B"/>
    <w:rsid w:val="00077A28"/>
    <w:rsid w:val="0008108C"/>
    <w:rsid w:val="000831A9"/>
    <w:rsid w:val="000835A1"/>
    <w:rsid w:val="000841AA"/>
    <w:rsid w:val="00084873"/>
    <w:rsid w:val="00085726"/>
    <w:rsid w:val="00085854"/>
    <w:rsid w:val="00087FD4"/>
    <w:rsid w:val="000903A3"/>
    <w:rsid w:val="00090892"/>
    <w:rsid w:val="00090BBF"/>
    <w:rsid w:val="000910B7"/>
    <w:rsid w:val="00091581"/>
    <w:rsid w:val="00094135"/>
    <w:rsid w:val="00094517"/>
    <w:rsid w:val="00095D8E"/>
    <w:rsid w:val="00096485"/>
    <w:rsid w:val="00096C5B"/>
    <w:rsid w:val="00097088"/>
    <w:rsid w:val="000978C8"/>
    <w:rsid w:val="000A270E"/>
    <w:rsid w:val="000A4D3A"/>
    <w:rsid w:val="000A5B74"/>
    <w:rsid w:val="000A6182"/>
    <w:rsid w:val="000A62EF"/>
    <w:rsid w:val="000A66B7"/>
    <w:rsid w:val="000A6751"/>
    <w:rsid w:val="000A7058"/>
    <w:rsid w:val="000A79A0"/>
    <w:rsid w:val="000B05B9"/>
    <w:rsid w:val="000B139B"/>
    <w:rsid w:val="000B140F"/>
    <w:rsid w:val="000B1818"/>
    <w:rsid w:val="000B32D5"/>
    <w:rsid w:val="000B3E49"/>
    <w:rsid w:val="000B3E9B"/>
    <w:rsid w:val="000B4145"/>
    <w:rsid w:val="000B488F"/>
    <w:rsid w:val="000B5345"/>
    <w:rsid w:val="000B5A79"/>
    <w:rsid w:val="000B5E38"/>
    <w:rsid w:val="000B6004"/>
    <w:rsid w:val="000B618E"/>
    <w:rsid w:val="000B6365"/>
    <w:rsid w:val="000B660C"/>
    <w:rsid w:val="000B6690"/>
    <w:rsid w:val="000C0454"/>
    <w:rsid w:val="000C0B2A"/>
    <w:rsid w:val="000C2465"/>
    <w:rsid w:val="000C25F1"/>
    <w:rsid w:val="000C2D30"/>
    <w:rsid w:val="000C2E58"/>
    <w:rsid w:val="000C31B2"/>
    <w:rsid w:val="000C36B4"/>
    <w:rsid w:val="000C42DD"/>
    <w:rsid w:val="000C4844"/>
    <w:rsid w:val="000C5280"/>
    <w:rsid w:val="000C541D"/>
    <w:rsid w:val="000C60E3"/>
    <w:rsid w:val="000C6C34"/>
    <w:rsid w:val="000C72C1"/>
    <w:rsid w:val="000C7913"/>
    <w:rsid w:val="000C7974"/>
    <w:rsid w:val="000C7A99"/>
    <w:rsid w:val="000C7B77"/>
    <w:rsid w:val="000C7DE9"/>
    <w:rsid w:val="000D007A"/>
    <w:rsid w:val="000D07F4"/>
    <w:rsid w:val="000D0DBA"/>
    <w:rsid w:val="000D14CD"/>
    <w:rsid w:val="000D3324"/>
    <w:rsid w:val="000D3725"/>
    <w:rsid w:val="000D3AB4"/>
    <w:rsid w:val="000D40B4"/>
    <w:rsid w:val="000D4F26"/>
    <w:rsid w:val="000D634E"/>
    <w:rsid w:val="000D6F67"/>
    <w:rsid w:val="000D79F2"/>
    <w:rsid w:val="000E044A"/>
    <w:rsid w:val="000E07E5"/>
    <w:rsid w:val="000E1221"/>
    <w:rsid w:val="000E3286"/>
    <w:rsid w:val="000E3318"/>
    <w:rsid w:val="000F13AE"/>
    <w:rsid w:val="000F1833"/>
    <w:rsid w:val="000F1D9D"/>
    <w:rsid w:val="000F2473"/>
    <w:rsid w:val="000F3870"/>
    <w:rsid w:val="000F484D"/>
    <w:rsid w:val="000F4CA7"/>
    <w:rsid w:val="000F509B"/>
    <w:rsid w:val="000F5D0F"/>
    <w:rsid w:val="000F5FC7"/>
    <w:rsid w:val="000F6122"/>
    <w:rsid w:val="000F7574"/>
    <w:rsid w:val="000F7875"/>
    <w:rsid w:val="00100251"/>
    <w:rsid w:val="00100B41"/>
    <w:rsid w:val="00100B92"/>
    <w:rsid w:val="00100C77"/>
    <w:rsid w:val="00101D27"/>
    <w:rsid w:val="00103399"/>
    <w:rsid w:val="0010471F"/>
    <w:rsid w:val="00104933"/>
    <w:rsid w:val="00105650"/>
    <w:rsid w:val="0010657B"/>
    <w:rsid w:val="00107CE5"/>
    <w:rsid w:val="00110480"/>
    <w:rsid w:val="00110820"/>
    <w:rsid w:val="00110EAE"/>
    <w:rsid w:val="001117E7"/>
    <w:rsid w:val="001118AC"/>
    <w:rsid w:val="00111A53"/>
    <w:rsid w:val="001132D2"/>
    <w:rsid w:val="00114533"/>
    <w:rsid w:val="0011498C"/>
    <w:rsid w:val="00114CD8"/>
    <w:rsid w:val="0011543F"/>
    <w:rsid w:val="001157E0"/>
    <w:rsid w:val="001159D3"/>
    <w:rsid w:val="0011619E"/>
    <w:rsid w:val="001163B7"/>
    <w:rsid w:val="001179E4"/>
    <w:rsid w:val="00120592"/>
    <w:rsid w:val="001217DF"/>
    <w:rsid w:val="0012187D"/>
    <w:rsid w:val="00122E23"/>
    <w:rsid w:val="00122EEE"/>
    <w:rsid w:val="00123288"/>
    <w:rsid w:val="001232FF"/>
    <w:rsid w:val="00124127"/>
    <w:rsid w:val="00124BFE"/>
    <w:rsid w:val="001252F9"/>
    <w:rsid w:val="001255BE"/>
    <w:rsid w:val="00125B19"/>
    <w:rsid w:val="00126809"/>
    <w:rsid w:val="00126B25"/>
    <w:rsid w:val="001302B8"/>
    <w:rsid w:val="001306B8"/>
    <w:rsid w:val="00130E7C"/>
    <w:rsid w:val="001319C7"/>
    <w:rsid w:val="00131C5A"/>
    <w:rsid w:val="001335E6"/>
    <w:rsid w:val="00134352"/>
    <w:rsid w:val="00137023"/>
    <w:rsid w:val="00137C26"/>
    <w:rsid w:val="00137E7F"/>
    <w:rsid w:val="001419D1"/>
    <w:rsid w:val="00142B69"/>
    <w:rsid w:val="00142D3C"/>
    <w:rsid w:val="00143700"/>
    <w:rsid w:val="00143958"/>
    <w:rsid w:val="0014430F"/>
    <w:rsid w:val="001451AB"/>
    <w:rsid w:val="001458F0"/>
    <w:rsid w:val="00145D49"/>
    <w:rsid w:val="00145DA2"/>
    <w:rsid w:val="00145DA7"/>
    <w:rsid w:val="0014614C"/>
    <w:rsid w:val="00146C08"/>
    <w:rsid w:val="001474D9"/>
    <w:rsid w:val="001501B3"/>
    <w:rsid w:val="00151166"/>
    <w:rsid w:val="00151B9F"/>
    <w:rsid w:val="00151EF0"/>
    <w:rsid w:val="0015349D"/>
    <w:rsid w:val="00153BB7"/>
    <w:rsid w:val="00153CD2"/>
    <w:rsid w:val="00154391"/>
    <w:rsid w:val="00154B60"/>
    <w:rsid w:val="00154B63"/>
    <w:rsid w:val="00154DC1"/>
    <w:rsid w:val="00155B2A"/>
    <w:rsid w:val="00155D03"/>
    <w:rsid w:val="001564FC"/>
    <w:rsid w:val="001571AF"/>
    <w:rsid w:val="00157985"/>
    <w:rsid w:val="00161DF1"/>
    <w:rsid w:val="00162012"/>
    <w:rsid w:val="00162A6F"/>
    <w:rsid w:val="001646DA"/>
    <w:rsid w:val="001648F6"/>
    <w:rsid w:val="00166375"/>
    <w:rsid w:val="0016690D"/>
    <w:rsid w:val="00166B4B"/>
    <w:rsid w:val="00166D5B"/>
    <w:rsid w:val="0016718E"/>
    <w:rsid w:val="0016786B"/>
    <w:rsid w:val="00167DDE"/>
    <w:rsid w:val="00170654"/>
    <w:rsid w:val="00170CA4"/>
    <w:rsid w:val="00171005"/>
    <w:rsid w:val="001718B9"/>
    <w:rsid w:val="00171951"/>
    <w:rsid w:val="00171BB8"/>
    <w:rsid w:val="00172E85"/>
    <w:rsid w:val="00172F61"/>
    <w:rsid w:val="00173965"/>
    <w:rsid w:val="00173CED"/>
    <w:rsid w:val="00174707"/>
    <w:rsid w:val="00176319"/>
    <w:rsid w:val="00176343"/>
    <w:rsid w:val="00176505"/>
    <w:rsid w:val="00176929"/>
    <w:rsid w:val="00176A2C"/>
    <w:rsid w:val="00177EB6"/>
    <w:rsid w:val="00177FA4"/>
    <w:rsid w:val="001807EE"/>
    <w:rsid w:val="00180894"/>
    <w:rsid w:val="00180DAD"/>
    <w:rsid w:val="00180E8F"/>
    <w:rsid w:val="00181672"/>
    <w:rsid w:val="0018174A"/>
    <w:rsid w:val="00181E01"/>
    <w:rsid w:val="0018240A"/>
    <w:rsid w:val="001827A0"/>
    <w:rsid w:val="00183AE1"/>
    <w:rsid w:val="00183E77"/>
    <w:rsid w:val="00184860"/>
    <w:rsid w:val="00185169"/>
    <w:rsid w:val="001858C8"/>
    <w:rsid w:val="00191770"/>
    <w:rsid w:val="00191F10"/>
    <w:rsid w:val="001944A0"/>
    <w:rsid w:val="001944B4"/>
    <w:rsid w:val="00195427"/>
    <w:rsid w:val="00195A76"/>
    <w:rsid w:val="00195B03"/>
    <w:rsid w:val="00196649"/>
    <w:rsid w:val="001A00A6"/>
    <w:rsid w:val="001A085B"/>
    <w:rsid w:val="001A11C7"/>
    <w:rsid w:val="001A163C"/>
    <w:rsid w:val="001A2469"/>
    <w:rsid w:val="001A2E63"/>
    <w:rsid w:val="001A3500"/>
    <w:rsid w:val="001A3A28"/>
    <w:rsid w:val="001A4BE1"/>
    <w:rsid w:val="001A54D9"/>
    <w:rsid w:val="001A5D93"/>
    <w:rsid w:val="001A6217"/>
    <w:rsid w:val="001A755E"/>
    <w:rsid w:val="001A7A21"/>
    <w:rsid w:val="001A7A30"/>
    <w:rsid w:val="001B0D29"/>
    <w:rsid w:val="001B113B"/>
    <w:rsid w:val="001B15A3"/>
    <w:rsid w:val="001B1BD3"/>
    <w:rsid w:val="001B1D23"/>
    <w:rsid w:val="001B3586"/>
    <w:rsid w:val="001B35BC"/>
    <w:rsid w:val="001B426F"/>
    <w:rsid w:val="001B45D9"/>
    <w:rsid w:val="001B45DA"/>
    <w:rsid w:val="001B5FB8"/>
    <w:rsid w:val="001B62EF"/>
    <w:rsid w:val="001B755B"/>
    <w:rsid w:val="001B76F0"/>
    <w:rsid w:val="001C1645"/>
    <w:rsid w:val="001C1DDC"/>
    <w:rsid w:val="001C2202"/>
    <w:rsid w:val="001C2A6D"/>
    <w:rsid w:val="001C2ACE"/>
    <w:rsid w:val="001C2EC5"/>
    <w:rsid w:val="001C2F19"/>
    <w:rsid w:val="001C38B3"/>
    <w:rsid w:val="001C3C2A"/>
    <w:rsid w:val="001C4890"/>
    <w:rsid w:val="001C6A28"/>
    <w:rsid w:val="001C6C9B"/>
    <w:rsid w:val="001C7134"/>
    <w:rsid w:val="001D0BEB"/>
    <w:rsid w:val="001D0CA2"/>
    <w:rsid w:val="001D0FA9"/>
    <w:rsid w:val="001D1813"/>
    <w:rsid w:val="001D3DCF"/>
    <w:rsid w:val="001D3E8E"/>
    <w:rsid w:val="001D429A"/>
    <w:rsid w:val="001D44FB"/>
    <w:rsid w:val="001D5907"/>
    <w:rsid w:val="001D5DB7"/>
    <w:rsid w:val="001D656F"/>
    <w:rsid w:val="001D65A6"/>
    <w:rsid w:val="001D68DA"/>
    <w:rsid w:val="001D6A79"/>
    <w:rsid w:val="001D7A3E"/>
    <w:rsid w:val="001D7A57"/>
    <w:rsid w:val="001E0138"/>
    <w:rsid w:val="001E111A"/>
    <w:rsid w:val="001E19A3"/>
    <w:rsid w:val="001E1E69"/>
    <w:rsid w:val="001E22BC"/>
    <w:rsid w:val="001E258F"/>
    <w:rsid w:val="001E2DF5"/>
    <w:rsid w:val="001E4C3F"/>
    <w:rsid w:val="001E4F88"/>
    <w:rsid w:val="001E5511"/>
    <w:rsid w:val="001E6273"/>
    <w:rsid w:val="001E6B5F"/>
    <w:rsid w:val="001F00E9"/>
    <w:rsid w:val="001F2258"/>
    <w:rsid w:val="001F38F2"/>
    <w:rsid w:val="001F5144"/>
    <w:rsid w:val="001F636D"/>
    <w:rsid w:val="001F6B16"/>
    <w:rsid w:val="001F6E89"/>
    <w:rsid w:val="001F735E"/>
    <w:rsid w:val="001F7E3B"/>
    <w:rsid w:val="002005A8"/>
    <w:rsid w:val="002006B6"/>
    <w:rsid w:val="00200E75"/>
    <w:rsid w:val="00200F82"/>
    <w:rsid w:val="0020182C"/>
    <w:rsid w:val="002040FD"/>
    <w:rsid w:val="0020481B"/>
    <w:rsid w:val="00204B76"/>
    <w:rsid w:val="00204CD8"/>
    <w:rsid w:val="00205BAF"/>
    <w:rsid w:val="00205F7B"/>
    <w:rsid w:val="00206070"/>
    <w:rsid w:val="00207F85"/>
    <w:rsid w:val="002101EE"/>
    <w:rsid w:val="0021178E"/>
    <w:rsid w:val="0021186E"/>
    <w:rsid w:val="00211A56"/>
    <w:rsid w:val="0021226A"/>
    <w:rsid w:val="0021230E"/>
    <w:rsid w:val="00212465"/>
    <w:rsid w:val="002129BA"/>
    <w:rsid w:val="00212E00"/>
    <w:rsid w:val="00214687"/>
    <w:rsid w:val="00214F02"/>
    <w:rsid w:val="00215532"/>
    <w:rsid w:val="00216737"/>
    <w:rsid w:val="0021746B"/>
    <w:rsid w:val="0022003D"/>
    <w:rsid w:val="002203F7"/>
    <w:rsid w:val="00220B9D"/>
    <w:rsid w:val="0022111A"/>
    <w:rsid w:val="0022212B"/>
    <w:rsid w:val="00222172"/>
    <w:rsid w:val="00222B42"/>
    <w:rsid w:val="002236AE"/>
    <w:rsid w:val="00223F29"/>
    <w:rsid w:val="00224A16"/>
    <w:rsid w:val="00224E3B"/>
    <w:rsid w:val="00225142"/>
    <w:rsid w:val="0022577E"/>
    <w:rsid w:val="00226372"/>
    <w:rsid w:val="0022657C"/>
    <w:rsid w:val="00226694"/>
    <w:rsid w:val="00226D08"/>
    <w:rsid w:val="00227930"/>
    <w:rsid w:val="00227BDD"/>
    <w:rsid w:val="002318A4"/>
    <w:rsid w:val="00232827"/>
    <w:rsid w:val="002335FF"/>
    <w:rsid w:val="00233D87"/>
    <w:rsid w:val="0023666C"/>
    <w:rsid w:val="00236692"/>
    <w:rsid w:val="00236780"/>
    <w:rsid w:val="00236E0A"/>
    <w:rsid w:val="00237964"/>
    <w:rsid w:val="00237CFB"/>
    <w:rsid w:val="0024072F"/>
    <w:rsid w:val="00241A83"/>
    <w:rsid w:val="002434DE"/>
    <w:rsid w:val="00243DDF"/>
    <w:rsid w:val="0024462C"/>
    <w:rsid w:val="00245AFF"/>
    <w:rsid w:val="00245B5A"/>
    <w:rsid w:val="00246051"/>
    <w:rsid w:val="002461A4"/>
    <w:rsid w:val="0024628D"/>
    <w:rsid w:val="0024690E"/>
    <w:rsid w:val="00246E74"/>
    <w:rsid w:val="00247C37"/>
    <w:rsid w:val="00247E22"/>
    <w:rsid w:val="00250951"/>
    <w:rsid w:val="0025145B"/>
    <w:rsid w:val="00251ABC"/>
    <w:rsid w:val="00251C1A"/>
    <w:rsid w:val="002524CF"/>
    <w:rsid w:val="0025298B"/>
    <w:rsid w:val="00252C41"/>
    <w:rsid w:val="00253917"/>
    <w:rsid w:val="0025575C"/>
    <w:rsid w:val="00256400"/>
    <w:rsid w:val="00256B0C"/>
    <w:rsid w:val="00257D08"/>
    <w:rsid w:val="002600A5"/>
    <w:rsid w:val="00261922"/>
    <w:rsid w:val="0026283D"/>
    <w:rsid w:val="00262DF5"/>
    <w:rsid w:val="00263A50"/>
    <w:rsid w:val="00264076"/>
    <w:rsid w:val="0026415D"/>
    <w:rsid w:val="002652D2"/>
    <w:rsid w:val="00267701"/>
    <w:rsid w:val="002703FF"/>
    <w:rsid w:val="00270B66"/>
    <w:rsid w:val="00270E95"/>
    <w:rsid w:val="00271B18"/>
    <w:rsid w:val="00271D9F"/>
    <w:rsid w:val="00271EBD"/>
    <w:rsid w:val="00273571"/>
    <w:rsid w:val="00273A30"/>
    <w:rsid w:val="002747B9"/>
    <w:rsid w:val="00274B8F"/>
    <w:rsid w:val="002751E9"/>
    <w:rsid w:val="00276692"/>
    <w:rsid w:val="002767DA"/>
    <w:rsid w:val="00276F9B"/>
    <w:rsid w:val="002809C3"/>
    <w:rsid w:val="002844E4"/>
    <w:rsid w:val="0028456E"/>
    <w:rsid w:val="0028559D"/>
    <w:rsid w:val="00285E75"/>
    <w:rsid w:val="00286E60"/>
    <w:rsid w:val="00287911"/>
    <w:rsid w:val="002900F3"/>
    <w:rsid w:val="00290E28"/>
    <w:rsid w:val="002928B7"/>
    <w:rsid w:val="00293E7E"/>
    <w:rsid w:val="002942B0"/>
    <w:rsid w:val="002951C5"/>
    <w:rsid w:val="0029555D"/>
    <w:rsid w:val="00295663"/>
    <w:rsid w:val="00296546"/>
    <w:rsid w:val="00296F43"/>
    <w:rsid w:val="0029781E"/>
    <w:rsid w:val="00297D6A"/>
    <w:rsid w:val="00297E74"/>
    <w:rsid w:val="002A0099"/>
    <w:rsid w:val="002A16DF"/>
    <w:rsid w:val="002A1953"/>
    <w:rsid w:val="002A2471"/>
    <w:rsid w:val="002A29D7"/>
    <w:rsid w:val="002A2A94"/>
    <w:rsid w:val="002A2EA5"/>
    <w:rsid w:val="002A2FAA"/>
    <w:rsid w:val="002A424D"/>
    <w:rsid w:val="002A53E8"/>
    <w:rsid w:val="002A54CE"/>
    <w:rsid w:val="002A612B"/>
    <w:rsid w:val="002A621A"/>
    <w:rsid w:val="002A6458"/>
    <w:rsid w:val="002A64C1"/>
    <w:rsid w:val="002A6F9A"/>
    <w:rsid w:val="002A7EBB"/>
    <w:rsid w:val="002B107C"/>
    <w:rsid w:val="002B1902"/>
    <w:rsid w:val="002B1C58"/>
    <w:rsid w:val="002B2C97"/>
    <w:rsid w:val="002B3BF4"/>
    <w:rsid w:val="002B3F63"/>
    <w:rsid w:val="002B4640"/>
    <w:rsid w:val="002B519E"/>
    <w:rsid w:val="002B6042"/>
    <w:rsid w:val="002B6338"/>
    <w:rsid w:val="002B6668"/>
    <w:rsid w:val="002B6DED"/>
    <w:rsid w:val="002B6F2A"/>
    <w:rsid w:val="002B7942"/>
    <w:rsid w:val="002C06FC"/>
    <w:rsid w:val="002C0B34"/>
    <w:rsid w:val="002C1117"/>
    <w:rsid w:val="002C1F4F"/>
    <w:rsid w:val="002C4285"/>
    <w:rsid w:val="002C4E44"/>
    <w:rsid w:val="002C61FA"/>
    <w:rsid w:val="002C67DF"/>
    <w:rsid w:val="002C6BAF"/>
    <w:rsid w:val="002C6F62"/>
    <w:rsid w:val="002C76C3"/>
    <w:rsid w:val="002C7D39"/>
    <w:rsid w:val="002D0036"/>
    <w:rsid w:val="002D17CE"/>
    <w:rsid w:val="002D2404"/>
    <w:rsid w:val="002D29F8"/>
    <w:rsid w:val="002D2B49"/>
    <w:rsid w:val="002D2C3C"/>
    <w:rsid w:val="002D3450"/>
    <w:rsid w:val="002D40EE"/>
    <w:rsid w:val="002D417C"/>
    <w:rsid w:val="002D4993"/>
    <w:rsid w:val="002D4AD7"/>
    <w:rsid w:val="002D4BF7"/>
    <w:rsid w:val="002D50E9"/>
    <w:rsid w:val="002D5CFA"/>
    <w:rsid w:val="002D5DEC"/>
    <w:rsid w:val="002D6549"/>
    <w:rsid w:val="002D6675"/>
    <w:rsid w:val="002D7D9D"/>
    <w:rsid w:val="002E0450"/>
    <w:rsid w:val="002E070F"/>
    <w:rsid w:val="002E109F"/>
    <w:rsid w:val="002E1506"/>
    <w:rsid w:val="002E392A"/>
    <w:rsid w:val="002E4672"/>
    <w:rsid w:val="002E4916"/>
    <w:rsid w:val="002E567D"/>
    <w:rsid w:val="002E5874"/>
    <w:rsid w:val="002E6E1D"/>
    <w:rsid w:val="002E7F28"/>
    <w:rsid w:val="002F036B"/>
    <w:rsid w:val="002F14F0"/>
    <w:rsid w:val="002F1929"/>
    <w:rsid w:val="002F33CF"/>
    <w:rsid w:val="002F3B2D"/>
    <w:rsid w:val="002F3FAF"/>
    <w:rsid w:val="002F41A0"/>
    <w:rsid w:val="002F420F"/>
    <w:rsid w:val="002F4BEC"/>
    <w:rsid w:val="002F4C85"/>
    <w:rsid w:val="002F5DD6"/>
    <w:rsid w:val="002F5FFA"/>
    <w:rsid w:val="002F606A"/>
    <w:rsid w:val="002F62D7"/>
    <w:rsid w:val="002F696D"/>
    <w:rsid w:val="002F6B99"/>
    <w:rsid w:val="002F78E9"/>
    <w:rsid w:val="002F79A2"/>
    <w:rsid w:val="00300B5B"/>
    <w:rsid w:val="00302A6E"/>
    <w:rsid w:val="00302A82"/>
    <w:rsid w:val="00302B26"/>
    <w:rsid w:val="003035E8"/>
    <w:rsid w:val="00304892"/>
    <w:rsid w:val="00304D7C"/>
    <w:rsid w:val="00305673"/>
    <w:rsid w:val="003077CB"/>
    <w:rsid w:val="003103FB"/>
    <w:rsid w:val="00312A30"/>
    <w:rsid w:val="00313A9F"/>
    <w:rsid w:val="00313C99"/>
    <w:rsid w:val="00313E1D"/>
    <w:rsid w:val="00314812"/>
    <w:rsid w:val="00314E55"/>
    <w:rsid w:val="00315493"/>
    <w:rsid w:val="00316B76"/>
    <w:rsid w:val="00316D3B"/>
    <w:rsid w:val="00316E4E"/>
    <w:rsid w:val="003171E2"/>
    <w:rsid w:val="00317423"/>
    <w:rsid w:val="00317F5E"/>
    <w:rsid w:val="00321373"/>
    <w:rsid w:val="00321519"/>
    <w:rsid w:val="00321C6D"/>
    <w:rsid w:val="00321CE4"/>
    <w:rsid w:val="00321F9A"/>
    <w:rsid w:val="00322589"/>
    <w:rsid w:val="00322645"/>
    <w:rsid w:val="0032270D"/>
    <w:rsid w:val="003247FA"/>
    <w:rsid w:val="00324A4B"/>
    <w:rsid w:val="003268FE"/>
    <w:rsid w:val="00326FC0"/>
    <w:rsid w:val="003277EF"/>
    <w:rsid w:val="00330433"/>
    <w:rsid w:val="003305A2"/>
    <w:rsid w:val="003309DA"/>
    <w:rsid w:val="00331302"/>
    <w:rsid w:val="00331F1E"/>
    <w:rsid w:val="00332029"/>
    <w:rsid w:val="00332209"/>
    <w:rsid w:val="00332655"/>
    <w:rsid w:val="00332ADF"/>
    <w:rsid w:val="00332EC4"/>
    <w:rsid w:val="00332FA3"/>
    <w:rsid w:val="00333785"/>
    <w:rsid w:val="00333809"/>
    <w:rsid w:val="00334044"/>
    <w:rsid w:val="00334B4F"/>
    <w:rsid w:val="00334BD9"/>
    <w:rsid w:val="00334DF0"/>
    <w:rsid w:val="00335547"/>
    <w:rsid w:val="003355E1"/>
    <w:rsid w:val="00336313"/>
    <w:rsid w:val="00337607"/>
    <w:rsid w:val="00337D1D"/>
    <w:rsid w:val="00340557"/>
    <w:rsid w:val="00341F0F"/>
    <w:rsid w:val="003426ED"/>
    <w:rsid w:val="00343A2A"/>
    <w:rsid w:val="00343D7B"/>
    <w:rsid w:val="00344F30"/>
    <w:rsid w:val="00346514"/>
    <w:rsid w:val="00347A17"/>
    <w:rsid w:val="0035060F"/>
    <w:rsid w:val="003506F5"/>
    <w:rsid w:val="003517AD"/>
    <w:rsid w:val="003522D2"/>
    <w:rsid w:val="003526DE"/>
    <w:rsid w:val="00352864"/>
    <w:rsid w:val="00357718"/>
    <w:rsid w:val="00357A83"/>
    <w:rsid w:val="0036190F"/>
    <w:rsid w:val="00362744"/>
    <w:rsid w:val="00362F9E"/>
    <w:rsid w:val="00363BE8"/>
    <w:rsid w:val="00363C0D"/>
    <w:rsid w:val="003645B5"/>
    <w:rsid w:val="00367859"/>
    <w:rsid w:val="00370488"/>
    <w:rsid w:val="00370B5D"/>
    <w:rsid w:val="003719FB"/>
    <w:rsid w:val="0037223F"/>
    <w:rsid w:val="00372699"/>
    <w:rsid w:val="00372F61"/>
    <w:rsid w:val="00372FDF"/>
    <w:rsid w:val="003747F7"/>
    <w:rsid w:val="00374A00"/>
    <w:rsid w:val="00375D40"/>
    <w:rsid w:val="00375F1C"/>
    <w:rsid w:val="00377BF8"/>
    <w:rsid w:val="00377D7B"/>
    <w:rsid w:val="00377DB5"/>
    <w:rsid w:val="003815E5"/>
    <w:rsid w:val="003819C5"/>
    <w:rsid w:val="00381C02"/>
    <w:rsid w:val="00383466"/>
    <w:rsid w:val="00383A20"/>
    <w:rsid w:val="00384489"/>
    <w:rsid w:val="00384941"/>
    <w:rsid w:val="00384A64"/>
    <w:rsid w:val="00385069"/>
    <w:rsid w:val="00385BE2"/>
    <w:rsid w:val="00387072"/>
    <w:rsid w:val="0038730F"/>
    <w:rsid w:val="00387FBC"/>
    <w:rsid w:val="00392097"/>
    <w:rsid w:val="00392684"/>
    <w:rsid w:val="0039391B"/>
    <w:rsid w:val="00393DAE"/>
    <w:rsid w:val="00393E52"/>
    <w:rsid w:val="00395C3A"/>
    <w:rsid w:val="003964F1"/>
    <w:rsid w:val="00397C50"/>
    <w:rsid w:val="003A10D6"/>
    <w:rsid w:val="003A151B"/>
    <w:rsid w:val="003A1678"/>
    <w:rsid w:val="003A1B36"/>
    <w:rsid w:val="003A204F"/>
    <w:rsid w:val="003A232F"/>
    <w:rsid w:val="003A2F9E"/>
    <w:rsid w:val="003A3A25"/>
    <w:rsid w:val="003A7065"/>
    <w:rsid w:val="003A7B39"/>
    <w:rsid w:val="003A7DE6"/>
    <w:rsid w:val="003B0387"/>
    <w:rsid w:val="003B2F38"/>
    <w:rsid w:val="003B3907"/>
    <w:rsid w:val="003B3EAB"/>
    <w:rsid w:val="003B4DB9"/>
    <w:rsid w:val="003B5182"/>
    <w:rsid w:val="003B6928"/>
    <w:rsid w:val="003B7610"/>
    <w:rsid w:val="003C0C59"/>
    <w:rsid w:val="003C0E92"/>
    <w:rsid w:val="003C256C"/>
    <w:rsid w:val="003C2CC3"/>
    <w:rsid w:val="003C3087"/>
    <w:rsid w:val="003C39D8"/>
    <w:rsid w:val="003C3F0B"/>
    <w:rsid w:val="003C41C5"/>
    <w:rsid w:val="003C4388"/>
    <w:rsid w:val="003C4B15"/>
    <w:rsid w:val="003C4F23"/>
    <w:rsid w:val="003C53AE"/>
    <w:rsid w:val="003C541A"/>
    <w:rsid w:val="003C6B77"/>
    <w:rsid w:val="003C7721"/>
    <w:rsid w:val="003D030F"/>
    <w:rsid w:val="003D13A4"/>
    <w:rsid w:val="003D15F4"/>
    <w:rsid w:val="003D1962"/>
    <w:rsid w:val="003D1FB8"/>
    <w:rsid w:val="003D2313"/>
    <w:rsid w:val="003D24B5"/>
    <w:rsid w:val="003D2758"/>
    <w:rsid w:val="003D2FE2"/>
    <w:rsid w:val="003D40C8"/>
    <w:rsid w:val="003D40D3"/>
    <w:rsid w:val="003D4B35"/>
    <w:rsid w:val="003D5E1D"/>
    <w:rsid w:val="003D65C3"/>
    <w:rsid w:val="003D6DFC"/>
    <w:rsid w:val="003D708A"/>
    <w:rsid w:val="003D70D3"/>
    <w:rsid w:val="003D7104"/>
    <w:rsid w:val="003D7A17"/>
    <w:rsid w:val="003D7A71"/>
    <w:rsid w:val="003E007E"/>
    <w:rsid w:val="003E02D2"/>
    <w:rsid w:val="003E0AA5"/>
    <w:rsid w:val="003E2013"/>
    <w:rsid w:val="003E23C5"/>
    <w:rsid w:val="003E47B9"/>
    <w:rsid w:val="003E4C85"/>
    <w:rsid w:val="003E50CF"/>
    <w:rsid w:val="003E5605"/>
    <w:rsid w:val="003E5AAD"/>
    <w:rsid w:val="003E5DAD"/>
    <w:rsid w:val="003E5FB0"/>
    <w:rsid w:val="003E6BFF"/>
    <w:rsid w:val="003E72BE"/>
    <w:rsid w:val="003E7BC6"/>
    <w:rsid w:val="003F001B"/>
    <w:rsid w:val="003F0134"/>
    <w:rsid w:val="003F0DB6"/>
    <w:rsid w:val="003F1985"/>
    <w:rsid w:val="003F21D2"/>
    <w:rsid w:val="003F269E"/>
    <w:rsid w:val="003F26FB"/>
    <w:rsid w:val="003F3146"/>
    <w:rsid w:val="003F345E"/>
    <w:rsid w:val="003F3F53"/>
    <w:rsid w:val="003F4964"/>
    <w:rsid w:val="003F4B51"/>
    <w:rsid w:val="003F65F3"/>
    <w:rsid w:val="003F6C3A"/>
    <w:rsid w:val="00400788"/>
    <w:rsid w:val="004018A2"/>
    <w:rsid w:val="00401C43"/>
    <w:rsid w:val="00402095"/>
    <w:rsid w:val="004026A8"/>
    <w:rsid w:val="00402B43"/>
    <w:rsid w:val="0040304D"/>
    <w:rsid w:val="00403571"/>
    <w:rsid w:val="004046FF"/>
    <w:rsid w:val="00404C63"/>
    <w:rsid w:val="0040664F"/>
    <w:rsid w:val="00407F10"/>
    <w:rsid w:val="004102AF"/>
    <w:rsid w:val="00410790"/>
    <w:rsid w:val="004119DC"/>
    <w:rsid w:val="00411EF4"/>
    <w:rsid w:val="00412A39"/>
    <w:rsid w:val="004130D3"/>
    <w:rsid w:val="004133BB"/>
    <w:rsid w:val="0041359B"/>
    <w:rsid w:val="004142EF"/>
    <w:rsid w:val="004142F2"/>
    <w:rsid w:val="00415BF1"/>
    <w:rsid w:val="00416ACD"/>
    <w:rsid w:val="00417445"/>
    <w:rsid w:val="00420958"/>
    <w:rsid w:val="00420EF1"/>
    <w:rsid w:val="00421920"/>
    <w:rsid w:val="004226FC"/>
    <w:rsid w:val="00423575"/>
    <w:rsid w:val="00423A12"/>
    <w:rsid w:val="00423D33"/>
    <w:rsid w:val="004244AE"/>
    <w:rsid w:val="004249A0"/>
    <w:rsid w:val="00424A72"/>
    <w:rsid w:val="004259BD"/>
    <w:rsid w:val="00427469"/>
    <w:rsid w:val="00427574"/>
    <w:rsid w:val="0043049B"/>
    <w:rsid w:val="00430B7B"/>
    <w:rsid w:val="0043155E"/>
    <w:rsid w:val="00431636"/>
    <w:rsid w:val="00431A8C"/>
    <w:rsid w:val="00431BA6"/>
    <w:rsid w:val="00432D49"/>
    <w:rsid w:val="00433086"/>
    <w:rsid w:val="004339EA"/>
    <w:rsid w:val="00433A68"/>
    <w:rsid w:val="00433E8F"/>
    <w:rsid w:val="004340FF"/>
    <w:rsid w:val="00434145"/>
    <w:rsid w:val="0043492E"/>
    <w:rsid w:val="00435E08"/>
    <w:rsid w:val="004378DF"/>
    <w:rsid w:val="004408E8"/>
    <w:rsid w:val="004416AA"/>
    <w:rsid w:val="00441F35"/>
    <w:rsid w:val="004420D9"/>
    <w:rsid w:val="00442596"/>
    <w:rsid w:val="00443903"/>
    <w:rsid w:val="00444405"/>
    <w:rsid w:val="0044543F"/>
    <w:rsid w:val="0044577B"/>
    <w:rsid w:val="00450DD0"/>
    <w:rsid w:val="00451588"/>
    <w:rsid w:val="004517F1"/>
    <w:rsid w:val="00451AC3"/>
    <w:rsid w:val="00451DE3"/>
    <w:rsid w:val="00451FF6"/>
    <w:rsid w:val="00452D21"/>
    <w:rsid w:val="004537E0"/>
    <w:rsid w:val="0045406F"/>
    <w:rsid w:val="00454C81"/>
    <w:rsid w:val="004551C9"/>
    <w:rsid w:val="00455327"/>
    <w:rsid w:val="004556DF"/>
    <w:rsid w:val="00456303"/>
    <w:rsid w:val="004563AF"/>
    <w:rsid w:val="00456B09"/>
    <w:rsid w:val="00456D0B"/>
    <w:rsid w:val="0045710E"/>
    <w:rsid w:val="00460533"/>
    <w:rsid w:val="00460612"/>
    <w:rsid w:val="00461690"/>
    <w:rsid w:val="00461AE3"/>
    <w:rsid w:val="004628F4"/>
    <w:rsid w:val="00462A5E"/>
    <w:rsid w:val="00462BB6"/>
    <w:rsid w:val="00462C2C"/>
    <w:rsid w:val="0046352C"/>
    <w:rsid w:val="00463A4B"/>
    <w:rsid w:val="004648B5"/>
    <w:rsid w:val="00464A63"/>
    <w:rsid w:val="00464A8E"/>
    <w:rsid w:val="00464DDC"/>
    <w:rsid w:val="00465BB5"/>
    <w:rsid w:val="00466212"/>
    <w:rsid w:val="00466DD6"/>
    <w:rsid w:val="004701AA"/>
    <w:rsid w:val="00470670"/>
    <w:rsid w:val="0047109D"/>
    <w:rsid w:val="00472286"/>
    <w:rsid w:val="004735AE"/>
    <w:rsid w:val="004736A5"/>
    <w:rsid w:val="00475A47"/>
    <w:rsid w:val="00475D57"/>
    <w:rsid w:val="004763BD"/>
    <w:rsid w:val="0047705B"/>
    <w:rsid w:val="0047771D"/>
    <w:rsid w:val="0048080D"/>
    <w:rsid w:val="004809E4"/>
    <w:rsid w:val="00480DA4"/>
    <w:rsid w:val="00480E43"/>
    <w:rsid w:val="00483F90"/>
    <w:rsid w:val="00484274"/>
    <w:rsid w:val="00484536"/>
    <w:rsid w:val="0048556F"/>
    <w:rsid w:val="00486011"/>
    <w:rsid w:val="00486585"/>
    <w:rsid w:val="00487671"/>
    <w:rsid w:val="00492985"/>
    <w:rsid w:val="00492A6B"/>
    <w:rsid w:val="00492C3A"/>
    <w:rsid w:val="00492F55"/>
    <w:rsid w:val="00493481"/>
    <w:rsid w:val="0049615E"/>
    <w:rsid w:val="00496197"/>
    <w:rsid w:val="00497289"/>
    <w:rsid w:val="00497369"/>
    <w:rsid w:val="00497C36"/>
    <w:rsid w:val="00497D6E"/>
    <w:rsid w:val="004A06AE"/>
    <w:rsid w:val="004A1872"/>
    <w:rsid w:val="004A1B5B"/>
    <w:rsid w:val="004A1E63"/>
    <w:rsid w:val="004A320C"/>
    <w:rsid w:val="004A471B"/>
    <w:rsid w:val="004A47E7"/>
    <w:rsid w:val="004A4BDE"/>
    <w:rsid w:val="004A510D"/>
    <w:rsid w:val="004A6380"/>
    <w:rsid w:val="004B013D"/>
    <w:rsid w:val="004B0212"/>
    <w:rsid w:val="004B06E3"/>
    <w:rsid w:val="004B1490"/>
    <w:rsid w:val="004B19FD"/>
    <w:rsid w:val="004B2FE5"/>
    <w:rsid w:val="004B358E"/>
    <w:rsid w:val="004B35DC"/>
    <w:rsid w:val="004B4F4C"/>
    <w:rsid w:val="004B5888"/>
    <w:rsid w:val="004B5EF2"/>
    <w:rsid w:val="004B601B"/>
    <w:rsid w:val="004B61D9"/>
    <w:rsid w:val="004B6780"/>
    <w:rsid w:val="004B6F57"/>
    <w:rsid w:val="004B787F"/>
    <w:rsid w:val="004B7CAA"/>
    <w:rsid w:val="004C0B40"/>
    <w:rsid w:val="004C1F34"/>
    <w:rsid w:val="004C2A36"/>
    <w:rsid w:val="004C2E79"/>
    <w:rsid w:val="004C3663"/>
    <w:rsid w:val="004C400C"/>
    <w:rsid w:val="004C42C1"/>
    <w:rsid w:val="004C453A"/>
    <w:rsid w:val="004C4A0B"/>
    <w:rsid w:val="004C57EC"/>
    <w:rsid w:val="004C6395"/>
    <w:rsid w:val="004C63CA"/>
    <w:rsid w:val="004C666D"/>
    <w:rsid w:val="004C69F2"/>
    <w:rsid w:val="004C74AB"/>
    <w:rsid w:val="004C7C7C"/>
    <w:rsid w:val="004C7C83"/>
    <w:rsid w:val="004D0B2D"/>
    <w:rsid w:val="004D0C20"/>
    <w:rsid w:val="004D1461"/>
    <w:rsid w:val="004D1914"/>
    <w:rsid w:val="004D19C8"/>
    <w:rsid w:val="004D26C3"/>
    <w:rsid w:val="004D2790"/>
    <w:rsid w:val="004D3A71"/>
    <w:rsid w:val="004D3CE4"/>
    <w:rsid w:val="004D4715"/>
    <w:rsid w:val="004D4E3F"/>
    <w:rsid w:val="004D522A"/>
    <w:rsid w:val="004D7E51"/>
    <w:rsid w:val="004E014A"/>
    <w:rsid w:val="004E04EE"/>
    <w:rsid w:val="004E0659"/>
    <w:rsid w:val="004E12F3"/>
    <w:rsid w:val="004E1B37"/>
    <w:rsid w:val="004E1D69"/>
    <w:rsid w:val="004E1F51"/>
    <w:rsid w:val="004E2704"/>
    <w:rsid w:val="004E3A09"/>
    <w:rsid w:val="004E3F72"/>
    <w:rsid w:val="004E40A6"/>
    <w:rsid w:val="004E4D01"/>
    <w:rsid w:val="004E6318"/>
    <w:rsid w:val="004E6E90"/>
    <w:rsid w:val="004F0578"/>
    <w:rsid w:val="004F093F"/>
    <w:rsid w:val="004F1E69"/>
    <w:rsid w:val="004F2317"/>
    <w:rsid w:val="004F2BA7"/>
    <w:rsid w:val="004F4BF8"/>
    <w:rsid w:val="004F705B"/>
    <w:rsid w:val="004F7846"/>
    <w:rsid w:val="00500535"/>
    <w:rsid w:val="00500550"/>
    <w:rsid w:val="00500964"/>
    <w:rsid w:val="00500C66"/>
    <w:rsid w:val="00501BD0"/>
    <w:rsid w:val="00501D0E"/>
    <w:rsid w:val="005021C0"/>
    <w:rsid w:val="00502886"/>
    <w:rsid w:val="00503D14"/>
    <w:rsid w:val="00504E8A"/>
    <w:rsid w:val="0050515B"/>
    <w:rsid w:val="00505B94"/>
    <w:rsid w:val="00505F45"/>
    <w:rsid w:val="00506FD1"/>
    <w:rsid w:val="00506FD5"/>
    <w:rsid w:val="005104E8"/>
    <w:rsid w:val="00510CD6"/>
    <w:rsid w:val="005110C8"/>
    <w:rsid w:val="00512050"/>
    <w:rsid w:val="00512972"/>
    <w:rsid w:val="005130EC"/>
    <w:rsid w:val="005146DF"/>
    <w:rsid w:val="005146E6"/>
    <w:rsid w:val="0051483C"/>
    <w:rsid w:val="00514B20"/>
    <w:rsid w:val="00514D05"/>
    <w:rsid w:val="00517AC0"/>
    <w:rsid w:val="00520029"/>
    <w:rsid w:val="00520195"/>
    <w:rsid w:val="00521CB9"/>
    <w:rsid w:val="00522F55"/>
    <w:rsid w:val="00524420"/>
    <w:rsid w:val="00524C76"/>
    <w:rsid w:val="00525880"/>
    <w:rsid w:val="00526229"/>
    <w:rsid w:val="0052625F"/>
    <w:rsid w:val="005267C0"/>
    <w:rsid w:val="00527AF6"/>
    <w:rsid w:val="00527CB4"/>
    <w:rsid w:val="0053021E"/>
    <w:rsid w:val="00532E65"/>
    <w:rsid w:val="005331FC"/>
    <w:rsid w:val="00535449"/>
    <w:rsid w:val="005354F7"/>
    <w:rsid w:val="0053568B"/>
    <w:rsid w:val="00535A42"/>
    <w:rsid w:val="00536976"/>
    <w:rsid w:val="00536F1D"/>
    <w:rsid w:val="00536FD2"/>
    <w:rsid w:val="0053748E"/>
    <w:rsid w:val="005375CA"/>
    <w:rsid w:val="00541155"/>
    <w:rsid w:val="005411C4"/>
    <w:rsid w:val="00541774"/>
    <w:rsid w:val="00542205"/>
    <w:rsid w:val="00542A4D"/>
    <w:rsid w:val="0054315E"/>
    <w:rsid w:val="00543ECE"/>
    <w:rsid w:val="00544631"/>
    <w:rsid w:val="005449C6"/>
    <w:rsid w:val="00544ECC"/>
    <w:rsid w:val="00545146"/>
    <w:rsid w:val="00546963"/>
    <w:rsid w:val="00547533"/>
    <w:rsid w:val="00547AD4"/>
    <w:rsid w:val="0055009E"/>
    <w:rsid w:val="005502AC"/>
    <w:rsid w:val="00550BC4"/>
    <w:rsid w:val="00551704"/>
    <w:rsid w:val="00551F51"/>
    <w:rsid w:val="00552143"/>
    <w:rsid w:val="00552606"/>
    <w:rsid w:val="00554152"/>
    <w:rsid w:val="005541B2"/>
    <w:rsid w:val="00554E17"/>
    <w:rsid w:val="00557BD8"/>
    <w:rsid w:val="00557F67"/>
    <w:rsid w:val="00560679"/>
    <w:rsid w:val="0056177B"/>
    <w:rsid w:val="00561951"/>
    <w:rsid w:val="00561EA7"/>
    <w:rsid w:val="0056210F"/>
    <w:rsid w:val="00563B1B"/>
    <w:rsid w:val="00564155"/>
    <w:rsid w:val="005652C4"/>
    <w:rsid w:val="00565342"/>
    <w:rsid w:val="005655BD"/>
    <w:rsid w:val="00565C84"/>
    <w:rsid w:val="00566B42"/>
    <w:rsid w:val="00570988"/>
    <w:rsid w:val="00571119"/>
    <w:rsid w:val="005714E0"/>
    <w:rsid w:val="0057165C"/>
    <w:rsid w:val="00571D95"/>
    <w:rsid w:val="005722C6"/>
    <w:rsid w:val="00574257"/>
    <w:rsid w:val="00574DE5"/>
    <w:rsid w:val="00575D42"/>
    <w:rsid w:val="00576B6F"/>
    <w:rsid w:val="00576CB0"/>
    <w:rsid w:val="00576D08"/>
    <w:rsid w:val="00576EE5"/>
    <w:rsid w:val="00577BA3"/>
    <w:rsid w:val="005809AE"/>
    <w:rsid w:val="00580C72"/>
    <w:rsid w:val="00580FF8"/>
    <w:rsid w:val="0058101B"/>
    <w:rsid w:val="00581236"/>
    <w:rsid w:val="005820CC"/>
    <w:rsid w:val="00582F84"/>
    <w:rsid w:val="00583308"/>
    <w:rsid w:val="00584CE4"/>
    <w:rsid w:val="005854D4"/>
    <w:rsid w:val="00585885"/>
    <w:rsid w:val="00585C8D"/>
    <w:rsid w:val="005860C0"/>
    <w:rsid w:val="005862CC"/>
    <w:rsid w:val="0058658D"/>
    <w:rsid w:val="00587425"/>
    <w:rsid w:val="00587468"/>
    <w:rsid w:val="00590022"/>
    <w:rsid w:val="00590D6E"/>
    <w:rsid w:val="005911FE"/>
    <w:rsid w:val="00592350"/>
    <w:rsid w:val="00592C30"/>
    <w:rsid w:val="00592C8B"/>
    <w:rsid w:val="00592ED0"/>
    <w:rsid w:val="00593005"/>
    <w:rsid w:val="0059312F"/>
    <w:rsid w:val="00593155"/>
    <w:rsid w:val="00593220"/>
    <w:rsid w:val="0059380C"/>
    <w:rsid w:val="00594C23"/>
    <w:rsid w:val="00595125"/>
    <w:rsid w:val="00595758"/>
    <w:rsid w:val="00595CF5"/>
    <w:rsid w:val="00596081"/>
    <w:rsid w:val="00597B75"/>
    <w:rsid w:val="005A1CB4"/>
    <w:rsid w:val="005A3943"/>
    <w:rsid w:val="005A4074"/>
    <w:rsid w:val="005A4674"/>
    <w:rsid w:val="005A518F"/>
    <w:rsid w:val="005A51E6"/>
    <w:rsid w:val="005A547B"/>
    <w:rsid w:val="005A632E"/>
    <w:rsid w:val="005A6A20"/>
    <w:rsid w:val="005A6B52"/>
    <w:rsid w:val="005A6C6B"/>
    <w:rsid w:val="005A6E7D"/>
    <w:rsid w:val="005A6FED"/>
    <w:rsid w:val="005A71FF"/>
    <w:rsid w:val="005A74DC"/>
    <w:rsid w:val="005A7F7B"/>
    <w:rsid w:val="005B21C8"/>
    <w:rsid w:val="005B254C"/>
    <w:rsid w:val="005B3385"/>
    <w:rsid w:val="005B37C9"/>
    <w:rsid w:val="005B434F"/>
    <w:rsid w:val="005B5188"/>
    <w:rsid w:val="005B5DCE"/>
    <w:rsid w:val="005B617E"/>
    <w:rsid w:val="005B7418"/>
    <w:rsid w:val="005B7F5B"/>
    <w:rsid w:val="005C03A9"/>
    <w:rsid w:val="005C0496"/>
    <w:rsid w:val="005C09EC"/>
    <w:rsid w:val="005C1213"/>
    <w:rsid w:val="005C1963"/>
    <w:rsid w:val="005C2BFC"/>
    <w:rsid w:val="005C324B"/>
    <w:rsid w:val="005C3378"/>
    <w:rsid w:val="005C43E2"/>
    <w:rsid w:val="005C454A"/>
    <w:rsid w:val="005C48A6"/>
    <w:rsid w:val="005C5E63"/>
    <w:rsid w:val="005C736A"/>
    <w:rsid w:val="005C74C9"/>
    <w:rsid w:val="005C78E9"/>
    <w:rsid w:val="005C7B01"/>
    <w:rsid w:val="005C7BD2"/>
    <w:rsid w:val="005C7EBF"/>
    <w:rsid w:val="005D01B8"/>
    <w:rsid w:val="005D0568"/>
    <w:rsid w:val="005D1B14"/>
    <w:rsid w:val="005D257B"/>
    <w:rsid w:val="005D28D2"/>
    <w:rsid w:val="005D41DB"/>
    <w:rsid w:val="005D426E"/>
    <w:rsid w:val="005D5FD5"/>
    <w:rsid w:val="005D712A"/>
    <w:rsid w:val="005D73B8"/>
    <w:rsid w:val="005E0349"/>
    <w:rsid w:val="005E0D1F"/>
    <w:rsid w:val="005E1D5C"/>
    <w:rsid w:val="005E2377"/>
    <w:rsid w:val="005E25DC"/>
    <w:rsid w:val="005E28DC"/>
    <w:rsid w:val="005E2A21"/>
    <w:rsid w:val="005E2CCB"/>
    <w:rsid w:val="005E32D3"/>
    <w:rsid w:val="005E3459"/>
    <w:rsid w:val="005E3F4A"/>
    <w:rsid w:val="005E52AE"/>
    <w:rsid w:val="005E5607"/>
    <w:rsid w:val="005E567C"/>
    <w:rsid w:val="005E6ADD"/>
    <w:rsid w:val="005F00EB"/>
    <w:rsid w:val="005F0A9C"/>
    <w:rsid w:val="005F0E53"/>
    <w:rsid w:val="005F2430"/>
    <w:rsid w:val="005F29B0"/>
    <w:rsid w:val="005F4965"/>
    <w:rsid w:val="005F4E8E"/>
    <w:rsid w:val="005F505E"/>
    <w:rsid w:val="005F5580"/>
    <w:rsid w:val="005F5966"/>
    <w:rsid w:val="005F622E"/>
    <w:rsid w:val="005F6D2D"/>
    <w:rsid w:val="005F756E"/>
    <w:rsid w:val="006002A5"/>
    <w:rsid w:val="00600B03"/>
    <w:rsid w:val="00601BDE"/>
    <w:rsid w:val="00601CE2"/>
    <w:rsid w:val="0060226A"/>
    <w:rsid w:val="00602976"/>
    <w:rsid w:val="0060299C"/>
    <w:rsid w:val="0060388D"/>
    <w:rsid w:val="00603C8E"/>
    <w:rsid w:val="00604231"/>
    <w:rsid w:val="00604609"/>
    <w:rsid w:val="0060473C"/>
    <w:rsid w:val="00605479"/>
    <w:rsid w:val="00605E9D"/>
    <w:rsid w:val="006064F4"/>
    <w:rsid w:val="006068F3"/>
    <w:rsid w:val="0061075E"/>
    <w:rsid w:val="00610A10"/>
    <w:rsid w:val="00610C2F"/>
    <w:rsid w:val="00610E4E"/>
    <w:rsid w:val="00611555"/>
    <w:rsid w:val="00611D5C"/>
    <w:rsid w:val="00612617"/>
    <w:rsid w:val="00613F30"/>
    <w:rsid w:val="0061575C"/>
    <w:rsid w:val="00615F2D"/>
    <w:rsid w:val="00616350"/>
    <w:rsid w:val="006172A7"/>
    <w:rsid w:val="0061735A"/>
    <w:rsid w:val="006173B9"/>
    <w:rsid w:val="006177BC"/>
    <w:rsid w:val="00617FB3"/>
    <w:rsid w:val="0062065A"/>
    <w:rsid w:val="0062187C"/>
    <w:rsid w:val="00621F21"/>
    <w:rsid w:val="006220E1"/>
    <w:rsid w:val="006225D3"/>
    <w:rsid w:val="006229D2"/>
    <w:rsid w:val="0062303C"/>
    <w:rsid w:val="006239BC"/>
    <w:rsid w:val="00624888"/>
    <w:rsid w:val="00625805"/>
    <w:rsid w:val="006258A0"/>
    <w:rsid w:val="006259CC"/>
    <w:rsid w:val="0062607D"/>
    <w:rsid w:val="00627337"/>
    <w:rsid w:val="00627AC4"/>
    <w:rsid w:val="00630D6D"/>
    <w:rsid w:val="00632388"/>
    <w:rsid w:val="0063253B"/>
    <w:rsid w:val="00632ECF"/>
    <w:rsid w:val="00633525"/>
    <w:rsid w:val="00633D7D"/>
    <w:rsid w:val="00635B48"/>
    <w:rsid w:val="006363C8"/>
    <w:rsid w:val="00637AB8"/>
    <w:rsid w:val="006403D5"/>
    <w:rsid w:val="006428F7"/>
    <w:rsid w:val="0064370D"/>
    <w:rsid w:val="00643771"/>
    <w:rsid w:val="00643DB4"/>
    <w:rsid w:val="00644002"/>
    <w:rsid w:val="00644946"/>
    <w:rsid w:val="00645328"/>
    <w:rsid w:val="0064545F"/>
    <w:rsid w:val="00646AB8"/>
    <w:rsid w:val="00647516"/>
    <w:rsid w:val="006478AC"/>
    <w:rsid w:val="00647BD9"/>
    <w:rsid w:val="006522A8"/>
    <w:rsid w:val="00654969"/>
    <w:rsid w:val="00654A3E"/>
    <w:rsid w:val="00655804"/>
    <w:rsid w:val="006565C6"/>
    <w:rsid w:val="00657C37"/>
    <w:rsid w:val="00657F91"/>
    <w:rsid w:val="00660558"/>
    <w:rsid w:val="00660BB9"/>
    <w:rsid w:val="006619A4"/>
    <w:rsid w:val="00661BDC"/>
    <w:rsid w:val="006620FD"/>
    <w:rsid w:val="006624A7"/>
    <w:rsid w:val="00662871"/>
    <w:rsid w:val="0066437C"/>
    <w:rsid w:val="0066515F"/>
    <w:rsid w:val="006653B2"/>
    <w:rsid w:val="00665A10"/>
    <w:rsid w:val="00665ADA"/>
    <w:rsid w:val="00665E6D"/>
    <w:rsid w:val="006663E9"/>
    <w:rsid w:val="006668AF"/>
    <w:rsid w:val="0066746D"/>
    <w:rsid w:val="00667BB1"/>
    <w:rsid w:val="00667D71"/>
    <w:rsid w:val="00670A2B"/>
    <w:rsid w:val="00670A7E"/>
    <w:rsid w:val="00670A97"/>
    <w:rsid w:val="00670D0C"/>
    <w:rsid w:val="006724B0"/>
    <w:rsid w:val="0067278C"/>
    <w:rsid w:val="00672ED8"/>
    <w:rsid w:val="00673562"/>
    <w:rsid w:val="00673B55"/>
    <w:rsid w:val="0067480C"/>
    <w:rsid w:val="00676803"/>
    <w:rsid w:val="006768D4"/>
    <w:rsid w:val="00676DAA"/>
    <w:rsid w:val="00677476"/>
    <w:rsid w:val="00677A90"/>
    <w:rsid w:val="00677D13"/>
    <w:rsid w:val="0068025A"/>
    <w:rsid w:val="00681066"/>
    <w:rsid w:val="0068186A"/>
    <w:rsid w:val="00682830"/>
    <w:rsid w:val="00683028"/>
    <w:rsid w:val="006837D6"/>
    <w:rsid w:val="00683A24"/>
    <w:rsid w:val="00683E2A"/>
    <w:rsid w:val="006845C0"/>
    <w:rsid w:val="00686439"/>
    <w:rsid w:val="00687EE0"/>
    <w:rsid w:val="00691118"/>
    <w:rsid w:val="0069148D"/>
    <w:rsid w:val="00693BD2"/>
    <w:rsid w:val="00695F13"/>
    <w:rsid w:val="006963C7"/>
    <w:rsid w:val="00696BDA"/>
    <w:rsid w:val="00697890"/>
    <w:rsid w:val="00697A88"/>
    <w:rsid w:val="00697CF1"/>
    <w:rsid w:val="006A0951"/>
    <w:rsid w:val="006A1B6C"/>
    <w:rsid w:val="006A284E"/>
    <w:rsid w:val="006A2A7B"/>
    <w:rsid w:val="006A2AC7"/>
    <w:rsid w:val="006A2C4C"/>
    <w:rsid w:val="006A3443"/>
    <w:rsid w:val="006A35D0"/>
    <w:rsid w:val="006A404E"/>
    <w:rsid w:val="006A488D"/>
    <w:rsid w:val="006A4B05"/>
    <w:rsid w:val="006A4B84"/>
    <w:rsid w:val="006A601E"/>
    <w:rsid w:val="006A6051"/>
    <w:rsid w:val="006A78EE"/>
    <w:rsid w:val="006B0808"/>
    <w:rsid w:val="006B0BFF"/>
    <w:rsid w:val="006B2C30"/>
    <w:rsid w:val="006B3130"/>
    <w:rsid w:val="006B31D9"/>
    <w:rsid w:val="006B4AD1"/>
    <w:rsid w:val="006B798E"/>
    <w:rsid w:val="006B7DAC"/>
    <w:rsid w:val="006C0102"/>
    <w:rsid w:val="006C07D4"/>
    <w:rsid w:val="006C1E65"/>
    <w:rsid w:val="006C1EAE"/>
    <w:rsid w:val="006C327E"/>
    <w:rsid w:val="006C3B8F"/>
    <w:rsid w:val="006C41AD"/>
    <w:rsid w:val="006C4C19"/>
    <w:rsid w:val="006C4E5A"/>
    <w:rsid w:val="006C54FC"/>
    <w:rsid w:val="006C5F6C"/>
    <w:rsid w:val="006C63AE"/>
    <w:rsid w:val="006D04BD"/>
    <w:rsid w:val="006D111C"/>
    <w:rsid w:val="006D34EC"/>
    <w:rsid w:val="006D350E"/>
    <w:rsid w:val="006D436F"/>
    <w:rsid w:val="006D47EF"/>
    <w:rsid w:val="006D4D02"/>
    <w:rsid w:val="006D5145"/>
    <w:rsid w:val="006D5961"/>
    <w:rsid w:val="006D62FF"/>
    <w:rsid w:val="006D6644"/>
    <w:rsid w:val="006D7180"/>
    <w:rsid w:val="006D7392"/>
    <w:rsid w:val="006E061A"/>
    <w:rsid w:val="006E08B2"/>
    <w:rsid w:val="006E0F1C"/>
    <w:rsid w:val="006E1A9E"/>
    <w:rsid w:val="006E1B41"/>
    <w:rsid w:val="006E34EA"/>
    <w:rsid w:val="006E3E4B"/>
    <w:rsid w:val="006E4123"/>
    <w:rsid w:val="006E433B"/>
    <w:rsid w:val="006E4F89"/>
    <w:rsid w:val="006E5477"/>
    <w:rsid w:val="006E7899"/>
    <w:rsid w:val="006E7C78"/>
    <w:rsid w:val="006F0B4D"/>
    <w:rsid w:val="006F0FE7"/>
    <w:rsid w:val="006F118F"/>
    <w:rsid w:val="006F11FC"/>
    <w:rsid w:val="006F170B"/>
    <w:rsid w:val="006F1815"/>
    <w:rsid w:val="006F2529"/>
    <w:rsid w:val="006F26D9"/>
    <w:rsid w:val="006F27F4"/>
    <w:rsid w:val="006F2E23"/>
    <w:rsid w:val="006F37F4"/>
    <w:rsid w:val="006F3C5D"/>
    <w:rsid w:val="006F4C30"/>
    <w:rsid w:val="006F4D4C"/>
    <w:rsid w:val="006F56C1"/>
    <w:rsid w:val="006F58A9"/>
    <w:rsid w:val="006F7024"/>
    <w:rsid w:val="006F7764"/>
    <w:rsid w:val="00700096"/>
    <w:rsid w:val="007006AF"/>
    <w:rsid w:val="007009D4"/>
    <w:rsid w:val="00701D1F"/>
    <w:rsid w:val="00701FFC"/>
    <w:rsid w:val="007035DF"/>
    <w:rsid w:val="00703A7C"/>
    <w:rsid w:val="00703ECF"/>
    <w:rsid w:val="007041CD"/>
    <w:rsid w:val="007044B3"/>
    <w:rsid w:val="007045A5"/>
    <w:rsid w:val="007048DC"/>
    <w:rsid w:val="00704CFC"/>
    <w:rsid w:val="00706568"/>
    <w:rsid w:val="0070701B"/>
    <w:rsid w:val="007075AE"/>
    <w:rsid w:val="007076DA"/>
    <w:rsid w:val="00707860"/>
    <w:rsid w:val="00710313"/>
    <w:rsid w:val="00710543"/>
    <w:rsid w:val="00711420"/>
    <w:rsid w:val="007115C7"/>
    <w:rsid w:val="00711EDE"/>
    <w:rsid w:val="0071207B"/>
    <w:rsid w:val="00712FEE"/>
    <w:rsid w:val="007144E0"/>
    <w:rsid w:val="00714521"/>
    <w:rsid w:val="00716269"/>
    <w:rsid w:val="00717131"/>
    <w:rsid w:val="00717673"/>
    <w:rsid w:val="00717AA0"/>
    <w:rsid w:val="007207BF"/>
    <w:rsid w:val="00720832"/>
    <w:rsid w:val="00720A71"/>
    <w:rsid w:val="0072117A"/>
    <w:rsid w:val="00721B87"/>
    <w:rsid w:val="00722955"/>
    <w:rsid w:val="0072362F"/>
    <w:rsid w:val="00723FBE"/>
    <w:rsid w:val="00725CB0"/>
    <w:rsid w:val="00725F4D"/>
    <w:rsid w:val="0073019B"/>
    <w:rsid w:val="007308AE"/>
    <w:rsid w:val="00730BA1"/>
    <w:rsid w:val="00731B3B"/>
    <w:rsid w:val="00731EDE"/>
    <w:rsid w:val="007323A3"/>
    <w:rsid w:val="0073246A"/>
    <w:rsid w:val="00732D88"/>
    <w:rsid w:val="007335E5"/>
    <w:rsid w:val="00734BF9"/>
    <w:rsid w:val="0073513C"/>
    <w:rsid w:val="0073517D"/>
    <w:rsid w:val="0073564E"/>
    <w:rsid w:val="0073685C"/>
    <w:rsid w:val="00736B38"/>
    <w:rsid w:val="00736E12"/>
    <w:rsid w:val="00737EA5"/>
    <w:rsid w:val="007400AE"/>
    <w:rsid w:val="0074071F"/>
    <w:rsid w:val="00740BC9"/>
    <w:rsid w:val="00741BFC"/>
    <w:rsid w:val="00741E75"/>
    <w:rsid w:val="00741E9E"/>
    <w:rsid w:val="00741F3E"/>
    <w:rsid w:val="00742257"/>
    <w:rsid w:val="00742731"/>
    <w:rsid w:val="00742F88"/>
    <w:rsid w:val="0074352C"/>
    <w:rsid w:val="00743AA8"/>
    <w:rsid w:val="00745034"/>
    <w:rsid w:val="00745E60"/>
    <w:rsid w:val="00746D6D"/>
    <w:rsid w:val="00746F70"/>
    <w:rsid w:val="0074731E"/>
    <w:rsid w:val="00750840"/>
    <w:rsid w:val="00752118"/>
    <w:rsid w:val="007533DF"/>
    <w:rsid w:val="00753418"/>
    <w:rsid w:val="00753F28"/>
    <w:rsid w:val="00754A4B"/>
    <w:rsid w:val="00756227"/>
    <w:rsid w:val="007565E8"/>
    <w:rsid w:val="00756967"/>
    <w:rsid w:val="00756DEB"/>
    <w:rsid w:val="00757617"/>
    <w:rsid w:val="00757BCC"/>
    <w:rsid w:val="00757E83"/>
    <w:rsid w:val="00760635"/>
    <w:rsid w:val="0076133C"/>
    <w:rsid w:val="00763AD8"/>
    <w:rsid w:val="007649F5"/>
    <w:rsid w:val="00764B18"/>
    <w:rsid w:val="00765016"/>
    <w:rsid w:val="00765230"/>
    <w:rsid w:val="00767EDE"/>
    <w:rsid w:val="0077100C"/>
    <w:rsid w:val="00772088"/>
    <w:rsid w:val="007721C2"/>
    <w:rsid w:val="00772529"/>
    <w:rsid w:val="00772D19"/>
    <w:rsid w:val="00773F36"/>
    <w:rsid w:val="00773F66"/>
    <w:rsid w:val="00774DC6"/>
    <w:rsid w:val="00775E7C"/>
    <w:rsid w:val="0077619D"/>
    <w:rsid w:val="00776C39"/>
    <w:rsid w:val="00777C5F"/>
    <w:rsid w:val="00777D32"/>
    <w:rsid w:val="00780715"/>
    <w:rsid w:val="00781D00"/>
    <w:rsid w:val="00782054"/>
    <w:rsid w:val="00782DB5"/>
    <w:rsid w:val="0078357E"/>
    <w:rsid w:val="0078526F"/>
    <w:rsid w:val="00786155"/>
    <w:rsid w:val="00786C89"/>
    <w:rsid w:val="007900F3"/>
    <w:rsid w:val="00790A46"/>
    <w:rsid w:val="0079130A"/>
    <w:rsid w:val="00791B69"/>
    <w:rsid w:val="00792D4A"/>
    <w:rsid w:val="00792F1E"/>
    <w:rsid w:val="00793297"/>
    <w:rsid w:val="007936DA"/>
    <w:rsid w:val="00794441"/>
    <w:rsid w:val="0079498E"/>
    <w:rsid w:val="00796F10"/>
    <w:rsid w:val="00797B45"/>
    <w:rsid w:val="00797FF9"/>
    <w:rsid w:val="007A0C28"/>
    <w:rsid w:val="007A1E39"/>
    <w:rsid w:val="007A34B3"/>
    <w:rsid w:val="007A3525"/>
    <w:rsid w:val="007A3530"/>
    <w:rsid w:val="007A3F56"/>
    <w:rsid w:val="007A3FB6"/>
    <w:rsid w:val="007A429A"/>
    <w:rsid w:val="007A4C3E"/>
    <w:rsid w:val="007A5DA2"/>
    <w:rsid w:val="007A6AB5"/>
    <w:rsid w:val="007A6C67"/>
    <w:rsid w:val="007A6D7B"/>
    <w:rsid w:val="007A749E"/>
    <w:rsid w:val="007A75AF"/>
    <w:rsid w:val="007B0253"/>
    <w:rsid w:val="007B11F4"/>
    <w:rsid w:val="007B14D9"/>
    <w:rsid w:val="007B16D8"/>
    <w:rsid w:val="007B2955"/>
    <w:rsid w:val="007B2B43"/>
    <w:rsid w:val="007B2B46"/>
    <w:rsid w:val="007B30F2"/>
    <w:rsid w:val="007B377F"/>
    <w:rsid w:val="007B3D84"/>
    <w:rsid w:val="007B4274"/>
    <w:rsid w:val="007B443D"/>
    <w:rsid w:val="007B5073"/>
    <w:rsid w:val="007B50DF"/>
    <w:rsid w:val="007B5117"/>
    <w:rsid w:val="007B599D"/>
    <w:rsid w:val="007B6650"/>
    <w:rsid w:val="007B6A74"/>
    <w:rsid w:val="007B6C85"/>
    <w:rsid w:val="007B7FF2"/>
    <w:rsid w:val="007C0B08"/>
    <w:rsid w:val="007C13E4"/>
    <w:rsid w:val="007C1988"/>
    <w:rsid w:val="007C2DC8"/>
    <w:rsid w:val="007C4820"/>
    <w:rsid w:val="007C5BD3"/>
    <w:rsid w:val="007D0739"/>
    <w:rsid w:val="007D07EE"/>
    <w:rsid w:val="007D0875"/>
    <w:rsid w:val="007D097E"/>
    <w:rsid w:val="007D0D7A"/>
    <w:rsid w:val="007D19F9"/>
    <w:rsid w:val="007D230B"/>
    <w:rsid w:val="007D23C4"/>
    <w:rsid w:val="007D2ABC"/>
    <w:rsid w:val="007D2D80"/>
    <w:rsid w:val="007D3681"/>
    <w:rsid w:val="007D3824"/>
    <w:rsid w:val="007D3937"/>
    <w:rsid w:val="007D49A1"/>
    <w:rsid w:val="007D49F9"/>
    <w:rsid w:val="007D51DD"/>
    <w:rsid w:val="007D5210"/>
    <w:rsid w:val="007D59DD"/>
    <w:rsid w:val="007D70C6"/>
    <w:rsid w:val="007D7A58"/>
    <w:rsid w:val="007E005A"/>
    <w:rsid w:val="007E0AC6"/>
    <w:rsid w:val="007E0D6B"/>
    <w:rsid w:val="007E1F66"/>
    <w:rsid w:val="007E1F7E"/>
    <w:rsid w:val="007E2845"/>
    <w:rsid w:val="007E2CB5"/>
    <w:rsid w:val="007E3FC7"/>
    <w:rsid w:val="007E4C10"/>
    <w:rsid w:val="007E4D99"/>
    <w:rsid w:val="007E590D"/>
    <w:rsid w:val="007E5BF0"/>
    <w:rsid w:val="007E6501"/>
    <w:rsid w:val="007E67D8"/>
    <w:rsid w:val="007E6954"/>
    <w:rsid w:val="007E6C25"/>
    <w:rsid w:val="007F28BB"/>
    <w:rsid w:val="007F32D7"/>
    <w:rsid w:val="007F4025"/>
    <w:rsid w:val="007F42E9"/>
    <w:rsid w:val="007F44A2"/>
    <w:rsid w:val="007F4F97"/>
    <w:rsid w:val="007F5899"/>
    <w:rsid w:val="007F5CB8"/>
    <w:rsid w:val="007F669E"/>
    <w:rsid w:val="007F6AAD"/>
    <w:rsid w:val="007F7283"/>
    <w:rsid w:val="007F77E0"/>
    <w:rsid w:val="007F791A"/>
    <w:rsid w:val="0080003D"/>
    <w:rsid w:val="00800A4B"/>
    <w:rsid w:val="0080103A"/>
    <w:rsid w:val="00801632"/>
    <w:rsid w:val="00802D6F"/>
    <w:rsid w:val="00804940"/>
    <w:rsid w:val="0080520B"/>
    <w:rsid w:val="0080536D"/>
    <w:rsid w:val="0080596C"/>
    <w:rsid w:val="00805B49"/>
    <w:rsid w:val="00805BA1"/>
    <w:rsid w:val="00806109"/>
    <w:rsid w:val="00807B3E"/>
    <w:rsid w:val="00810B8F"/>
    <w:rsid w:val="00810D4A"/>
    <w:rsid w:val="008123D2"/>
    <w:rsid w:val="00812F82"/>
    <w:rsid w:val="008146FD"/>
    <w:rsid w:val="00814FE9"/>
    <w:rsid w:val="0081525C"/>
    <w:rsid w:val="00815267"/>
    <w:rsid w:val="00815CAC"/>
    <w:rsid w:val="0081683C"/>
    <w:rsid w:val="00816AAB"/>
    <w:rsid w:val="00816B0B"/>
    <w:rsid w:val="00820402"/>
    <w:rsid w:val="00821053"/>
    <w:rsid w:val="00821BA7"/>
    <w:rsid w:val="008224AD"/>
    <w:rsid w:val="00822893"/>
    <w:rsid w:val="008243B2"/>
    <w:rsid w:val="008243FC"/>
    <w:rsid w:val="00824BA2"/>
    <w:rsid w:val="00824F08"/>
    <w:rsid w:val="00825561"/>
    <w:rsid w:val="00827164"/>
    <w:rsid w:val="008310DF"/>
    <w:rsid w:val="00831105"/>
    <w:rsid w:val="008315D0"/>
    <w:rsid w:val="00832D92"/>
    <w:rsid w:val="00833525"/>
    <w:rsid w:val="00833F16"/>
    <w:rsid w:val="00834056"/>
    <w:rsid w:val="00834891"/>
    <w:rsid w:val="00835487"/>
    <w:rsid w:val="00835910"/>
    <w:rsid w:val="00835A58"/>
    <w:rsid w:val="00837245"/>
    <w:rsid w:val="00837964"/>
    <w:rsid w:val="008408C9"/>
    <w:rsid w:val="00841260"/>
    <w:rsid w:val="00841908"/>
    <w:rsid w:val="00842D80"/>
    <w:rsid w:val="00843A14"/>
    <w:rsid w:val="00843B48"/>
    <w:rsid w:val="00844A4B"/>
    <w:rsid w:val="00846230"/>
    <w:rsid w:val="0084623B"/>
    <w:rsid w:val="008500EA"/>
    <w:rsid w:val="008526FE"/>
    <w:rsid w:val="00852A7F"/>
    <w:rsid w:val="00853C10"/>
    <w:rsid w:val="00854676"/>
    <w:rsid w:val="00855390"/>
    <w:rsid w:val="00855C41"/>
    <w:rsid w:val="0085611B"/>
    <w:rsid w:val="00860C3F"/>
    <w:rsid w:val="008621E9"/>
    <w:rsid w:val="008636DC"/>
    <w:rsid w:val="0086412D"/>
    <w:rsid w:val="008651D1"/>
    <w:rsid w:val="00865296"/>
    <w:rsid w:val="008659C5"/>
    <w:rsid w:val="00865A6A"/>
    <w:rsid w:val="00865FD8"/>
    <w:rsid w:val="00866767"/>
    <w:rsid w:val="00867086"/>
    <w:rsid w:val="008672F7"/>
    <w:rsid w:val="00870F90"/>
    <w:rsid w:val="00871123"/>
    <w:rsid w:val="00871D7E"/>
    <w:rsid w:val="0087341E"/>
    <w:rsid w:val="00873916"/>
    <w:rsid w:val="00873AA1"/>
    <w:rsid w:val="008742D9"/>
    <w:rsid w:val="00874663"/>
    <w:rsid w:val="008748AE"/>
    <w:rsid w:val="00875A6A"/>
    <w:rsid w:val="0087654E"/>
    <w:rsid w:val="0087711C"/>
    <w:rsid w:val="00880335"/>
    <w:rsid w:val="00880527"/>
    <w:rsid w:val="00880574"/>
    <w:rsid w:val="00880F32"/>
    <w:rsid w:val="008818CD"/>
    <w:rsid w:val="00881B95"/>
    <w:rsid w:val="0088200B"/>
    <w:rsid w:val="008831CA"/>
    <w:rsid w:val="00883F21"/>
    <w:rsid w:val="0088443B"/>
    <w:rsid w:val="00886FAC"/>
    <w:rsid w:val="008870B4"/>
    <w:rsid w:val="00887952"/>
    <w:rsid w:val="00887FDA"/>
    <w:rsid w:val="0089083F"/>
    <w:rsid w:val="00890F77"/>
    <w:rsid w:val="008913C0"/>
    <w:rsid w:val="0089272A"/>
    <w:rsid w:val="0089280B"/>
    <w:rsid w:val="00892AF2"/>
    <w:rsid w:val="00893208"/>
    <w:rsid w:val="00894890"/>
    <w:rsid w:val="008951E7"/>
    <w:rsid w:val="008955DC"/>
    <w:rsid w:val="008956A9"/>
    <w:rsid w:val="008956B8"/>
    <w:rsid w:val="00895C5C"/>
    <w:rsid w:val="00897247"/>
    <w:rsid w:val="0089797C"/>
    <w:rsid w:val="008A000C"/>
    <w:rsid w:val="008A0286"/>
    <w:rsid w:val="008A0489"/>
    <w:rsid w:val="008A0F62"/>
    <w:rsid w:val="008A1347"/>
    <w:rsid w:val="008A2F41"/>
    <w:rsid w:val="008A336D"/>
    <w:rsid w:val="008A3613"/>
    <w:rsid w:val="008A62D6"/>
    <w:rsid w:val="008B08F0"/>
    <w:rsid w:val="008B0AA0"/>
    <w:rsid w:val="008B0CF9"/>
    <w:rsid w:val="008B0F8E"/>
    <w:rsid w:val="008B1891"/>
    <w:rsid w:val="008B262C"/>
    <w:rsid w:val="008B2DAD"/>
    <w:rsid w:val="008B30B5"/>
    <w:rsid w:val="008B3121"/>
    <w:rsid w:val="008B5CD8"/>
    <w:rsid w:val="008B6FC8"/>
    <w:rsid w:val="008C11BB"/>
    <w:rsid w:val="008C19E9"/>
    <w:rsid w:val="008C1A9D"/>
    <w:rsid w:val="008C26E9"/>
    <w:rsid w:val="008C2B60"/>
    <w:rsid w:val="008C3009"/>
    <w:rsid w:val="008C3210"/>
    <w:rsid w:val="008C4AB9"/>
    <w:rsid w:val="008C4F0B"/>
    <w:rsid w:val="008C60B0"/>
    <w:rsid w:val="008C6977"/>
    <w:rsid w:val="008C774E"/>
    <w:rsid w:val="008D0E23"/>
    <w:rsid w:val="008D1109"/>
    <w:rsid w:val="008D1397"/>
    <w:rsid w:val="008D13EF"/>
    <w:rsid w:val="008D1925"/>
    <w:rsid w:val="008D3D81"/>
    <w:rsid w:val="008D4092"/>
    <w:rsid w:val="008D4652"/>
    <w:rsid w:val="008D4872"/>
    <w:rsid w:val="008D6667"/>
    <w:rsid w:val="008D6884"/>
    <w:rsid w:val="008D6AD2"/>
    <w:rsid w:val="008D6D9D"/>
    <w:rsid w:val="008D6DC0"/>
    <w:rsid w:val="008D7E20"/>
    <w:rsid w:val="008E141C"/>
    <w:rsid w:val="008E256B"/>
    <w:rsid w:val="008E312F"/>
    <w:rsid w:val="008E4295"/>
    <w:rsid w:val="008E4A6D"/>
    <w:rsid w:val="008E51A0"/>
    <w:rsid w:val="008E5E76"/>
    <w:rsid w:val="008E6788"/>
    <w:rsid w:val="008E6B60"/>
    <w:rsid w:val="008E6F82"/>
    <w:rsid w:val="008E714C"/>
    <w:rsid w:val="008E7E5B"/>
    <w:rsid w:val="008F0AFA"/>
    <w:rsid w:val="008F1691"/>
    <w:rsid w:val="008F22E2"/>
    <w:rsid w:val="008F23C0"/>
    <w:rsid w:val="008F3557"/>
    <w:rsid w:val="008F3CF1"/>
    <w:rsid w:val="008F4637"/>
    <w:rsid w:val="008F47FA"/>
    <w:rsid w:val="008F5698"/>
    <w:rsid w:val="008F593F"/>
    <w:rsid w:val="008F639E"/>
    <w:rsid w:val="008F75CF"/>
    <w:rsid w:val="008F7D54"/>
    <w:rsid w:val="00900925"/>
    <w:rsid w:val="00901EF2"/>
    <w:rsid w:val="009025AD"/>
    <w:rsid w:val="0090275D"/>
    <w:rsid w:val="0090380C"/>
    <w:rsid w:val="00903EB6"/>
    <w:rsid w:val="009045E9"/>
    <w:rsid w:val="00904906"/>
    <w:rsid w:val="00904FB5"/>
    <w:rsid w:val="00905B61"/>
    <w:rsid w:val="00906218"/>
    <w:rsid w:val="009068CE"/>
    <w:rsid w:val="0090702F"/>
    <w:rsid w:val="00907318"/>
    <w:rsid w:val="00907505"/>
    <w:rsid w:val="009079D0"/>
    <w:rsid w:val="0091117F"/>
    <w:rsid w:val="00911487"/>
    <w:rsid w:val="00913D0A"/>
    <w:rsid w:val="00914651"/>
    <w:rsid w:val="009148A1"/>
    <w:rsid w:val="00916676"/>
    <w:rsid w:val="0092015F"/>
    <w:rsid w:val="00920814"/>
    <w:rsid w:val="009239E1"/>
    <w:rsid w:val="00923AD6"/>
    <w:rsid w:val="00924367"/>
    <w:rsid w:val="00924752"/>
    <w:rsid w:val="00924972"/>
    <w:rsid w:val="00924D3E"/>
    <w:rsid w:val="00924FE3"/>
    <w:rsid w:val="00925734"/>
    <w:rsid w:val="0092786C"/>
    <w:rsid w:val="009309D7"/>
    <w:rsid w:val="0093180F"/>
    <w:rsid w:val="00932D11"/>
    <w:rsid w:val="00932E1E"/>
    <w:rsid w:val="00934068"/>
    <w:rsid w:val="00934D9C"/>
    <w:rsid w:val="00935ED2"/>
    <w:rsid w:val="00936348"/>
    <w:rsid w:val="00936372"/>
    <w:rsid w:val="00936AAE"/>
    <w:rsid w:val="00937854"/>
    <w:rsid w:val="009400F4"/>
    <w:rsid w:val="0094106B"/>
    <w:rsid w:val="00941143"/>
    <w:rsid w:val="009423C2"/>
    <w:rsid w:val="00944626"/>
    <w:rsid w:val="00944CB7"/>
    <w:rsid w:val="00945532"/>
    <w:rsid w:val="0094667D"/>
    <w:rsid w:val="009469E0"/>
    <w:rsid w:val="0094728D"/>
    <w:rsid w:val="009473BF"/>
    <w:rsid w:val="00951C4D"/>
    <w:rsid w:val="00952955"/>
    <w:rsid w:val="00952E03"/>
    <w:rsid w:val="00952E6D"/>
    <w:rsid w:val="00953949"/>
    <w:rsid w:val="0095396E"/>
    <w:rsid w:val="00953A8E"/>
    <w:rsid w:val="009547E2"/>
    <w:rsid w:val="00956488"/>
    <w:rsid w:val="00956F5F"/>
    <w:rsid w:val="009579ED"/>
    <w:rsid w:val="00960A49"/>
    <w:rsid w:val="00960B79"/>
    <w:rsid w:val="00960E17"/>
    <w:rsid w:val="009610DC"/>
    <w:rsid w:val="00962B0C"/>
    <w:rsid w:val="00965414"/>
    <w:rsid w:val="009654C3"/>
    <w:rsid w:val="00965AC5"/>
    <w:rsid w:val="00965D10"/>
    <w:rsid w:val="0096609E"/>
    <w:rsid w:val="009666E5"/>
    <w:rsid w:val="009669D2"/>
    <w:rsid w:val="00970055"/>
    <w:rsid w:val="009706F9"/>
    <w:rsid w:val="0097154F"/>
    <w:rsid w:val="00971F16"/>
    <w:rsid w:val="0097297F"/>
    <w:rsid w:val="00973163"/>
    <w:rsid w:val="00973C0B"/>
    <w:rsid w:val="00974D4B"/>
    <w:rsid w:val="009750B0"/>
    <w:rsid w:val="00975444"/>
    <w:rsid w:val="00975451"/>
    <w:rsid w:val="00975EDE"/>
    <w:rsid w:val="0097666A"/>
    <w:rsid w:val="009774BA"/>
    <w:rsid w:val="009779AE"/>
    <w:rsid w:val="00980569"/>
    <w:rsid w:val="00980653"/>
    <w:rsid w:val="00980893"/>
    <w:rsid w:val="00980946"/>
    <w:rsid w:val="0098351C"/>
    <w:rsid w:val="0098457F"/>
    <w:rsid w:val="00984D10"/>
    <w:rsid w:val="00985996"/>
    <w:rsid w:val="009859DE"/>
    <w:rsid w:val="00986425"/>
    <w:rsid w:val="00986978"/>
    <w:rsid w:val="00986C3B"/>
    <w:rsid w:val="009872CA"/>
    <w:rsid w:val="009873ED"/>
    <w:rsid w:val="009874A0"/>
    <w:rsid w:val="00987C5B"/>
    <w:rsid w:val="00987CEA"/>
    <w:rsid w:val="00990026"/>
    <w:rsid w:val="00990226"/>
    <w:rsid w:val="00990692"/>
    <w:rsid w:val="0099171F"/>
    <w:rsid w:val="00991897"/>
    <w:rsid w:val="00991E88"/>
    <w:rsid w:val="00992B8D"/>
    <w:rsid w:val="00993172"/>
    <w:rsid w:val="00993F31"/>
    <w:rsid w:val="009944DE"/>
    <w:rsid w:val="00994F74"/>
    <w:rsid w:val="0099517B"/>
    <w:rsid w:val="0099563A"/>
    <w:rsid w:val="009957E1"/>
    <w:rsid w:val="00995947"/>
    <w:rsid w:val="00995CB1"/>
    <w:rsid w:val="009A0183"/>
    <w:rsid w:val="009A03DA"/>
    <w:rsid w:val="009A0CAE"/>
    <w:rsid w:val="009A0DAD"/>
    <w:rsid w:val="009A13F4"/>
    <w:rsid w:val="009A1709"/>
    <w:rsid w:val="009A19E5"/>
    <w:rsid w:val="009A23D0"/>
    <w:rsid w:val="009A3910"/>
    <w:rsid w:val="009A3DEF"/>
    <w:rsid w:val="009A44BE"/>
    <w:rsid w:val="009A50C4"/>
    <w:rsid w:val="009A54C7"/>
    <w:rsid w:val="009A5B7B"/>
    <w:rsid w:val="009A783E"/>
    <w:rsid w:val="009A7AF6"/>
    <w:rsid w:val="009B029F"/>
    <w:rsid w:val="009B0518"/>
    <w:rsid w:val="009B19B3"/>
    <w:rsid w:val="009B27F8"/>
    <w:rsid w:val="009B2B73"/>
    <w:rsid w:val="009B3C28"/>
    <w:rsid w:val="009B3E6A"/>
    <w:rsid w:val="009B43C4"/>
    <w:rsid w:val="009B4A8B"/>
    <w:rsid w:val="009B5162"/>
    <w:rsid w:val="009B5974"/>
    <w:rsid w:val="009B74FB"/>
    <w:rsid w:val="009C0660"/>
    <w:rsid w:val="009C0E02"/>
    <w:rsid w:val="009C1B34"/>
    <w:rsid w:val="009C26AC"/>
    <w:rsid w:val="009C31A4"/>
    <w:rsid w:val="009C47F1"/>
    <w:rsid w:val="009C4845"/>
    <w:rsid w:val="009C5727"/>
    <w:rsid w:val="009C57B5"/>
    <w:rsid w:val="009C67BF"/>
    <w:rsid w:val="009C7314"/>
    <w:rsid w:val="009C757E"/>
    <w:rsid w:val="009C7B48"/>
    <w:rsid w:val="009D02FC"/>
    <w:rsid w:val="009D0D5B"/>
    <w:rsid w:val="009D2442"/>
    <w:rsid w:val="009D3749"/>
    <w:rsid w:val="009D3F70"/>
    <w:rsid w:val="009D3F71"/>
    <w:rsid w:val="009D43CC"/>
    <w:rsid w:val="009D46B6"/>
    <w:rsid w:val="009D46FD"/>
    <w:rsid w:val="009D4DDE"/>
    <w:rsid w:val="009D509F"/>
    <w:rsid w:val="009D5D9F"/>
    <w:rsid w:val="009D6306"/>
    <w:rsid w:val="009D6808"/>
    <w:rsid w:val="009D6DD4"/>
    <w:rsid w:val="009D7F4D"/>
    <w:rsid w:val="009E0633"/>
    <w:rsid w:val="009E0FA2"/>
    <w:rsid w:val="009E1E38"/>
    <w:rsid w:val="009E2244"/>
    <w:rsid w:val="009E2D42"/>
    <w:rsid w:val="009E34AE"/>
    <w:rsid w:val="009E41D1"/>
    <w:rsid w:val="009E4794"/>
    <w:rsid w:val="009E4F39"/>
    <w:rsid w:val="009E532A"/>
    <w:rsid w:val="009E5438"/>
    <w:rsid w:val="009E558E"/>
    <w:rsid w:val="009E57DF"/>
    <w:rsid w:val="009E5EE8"/>
    <w:rsid w:val="009E604E"/>
    <w:rsid w:val="009E6447"/>
    <w:rsid w:val="009E73AF"/>
    <w:rsid w:val="009E7500"/>
    <w:rsid w:val="009E7E15"/>
    <w:rsid w:val="009F1B31"/>
    <w:rsid w:val="009F2359"/>
    <w:rsid w:val="009F2744"/>
    <w:rsid w:val="009F33B0"/>
    <w:rsid w:val="009F474D"/>
    <w:rsid w:val="009F5111"/>
    <w:rsid w:val="009F5578"/>
    <w:rsid w:val="009F57FD"/>
    <w:rsid w:val="009F5AA7"/>
    <w:rsid w:val="009F5F51"/>
    <w:rsid w:val="009F7B92"/>
    <w:rsid w:val="009F7F9F"/>
    <w:rsid w:val="00A00B4D"/>
    <w:rsid w:val="00A01E02"/>
    <w:rsid w:val="00A02449"/>
    <w:rsid w:val="00A02E26"/>
    <w:rsid w:val="00A030C7"/>
    <w:rsid w:val="00A03198"/>
    <w:rsid w:val="00A03769"/>
    <w:rsid w:val="00A04053"/>
    <w:rsid w:val="00A05736"/>
    <w:rsid w:val="00A05BA0"/>
    <w:rsid w:val="00A05BE8"/>
    <w:rsid w:val="00A0606E"/>
    <w:rsid w:val="00A07C4D"/>
    <w:rsid w:val="00A106C9"/>
    <w:rsid w:val="00A107E7"/>
    <w:rsid w:val="00A10C74"/>
    <w:rsid w:val="00A10D4E"/>
    <w:rsid w:val="00A10DD7"/>
    <w:rsid w:val="00A115AD"/>
    <w:rsid w:val="00A14386"/>
    <w:rsid w:val="00A14E68"/>
    <w:rsid w:val="00A159C9"/>
    <w:rsid w:val="00A167FB"/>
    <w:rsid w:val="00A16C94"/>
    <w:rsid w:val="00A2172A"/>
    <w:rsid w:val="00A21B70"/>
    <w:rsid w:val="00A21D02"/>
    <w:rsid w:val="00A21DDB"/>
    <w:rsid w:val="00A22E43"/>
    <w:rsid w:val="00A23CF6"/>
    <w:rsid w:val="00A24492"/>
    <w:rsid w:val="00A24BD3"/>
    <w:rsid w:val="00A25564"/>
    <w:rsid w:val="00A25A48"/>
    <w:rsid w:val="00A25FE9"/>
    <w:rsid w:val="00A2690C"/>
    <w:rsid w:val="00A26D97"/>
    <w:rsid w:val="00A2792F"/>
    <w:rsid w:val="00A27D63"/>
    <w:rsid w:val="00A30970"/>
    <w:rsid w:val="00A315E4"/>
    <w:rsid w:val="00A31C51"/>
    <w:rsid w:val="00A31D96"/>
    <w:rsid w:val="00A31FEE"/>
    <w:rsid w:val="00A33722"/>
    <w:rsid w:val="00A33C55"/>
    <w:rsid w:val="00A34187"/>
    <w:rsid w:val="00A34570"/>
    <w:rsid w:val="00A3739D"/>
    <w:rsid w:val="00A37FF5"/>
    <w:rsid w:val="00A40111"/>
    <w:rsid w:val="00A406C3"/>
    <w:rsid w:val="00A4167A"/>
    <w:rsid w:val="00A41B8B"/>
    <w:rsid w:val="00A41FA9"/>
    <w:rsid w:val="00A42875"/>
    <w:rsid w:val="00A439CA"/>
    <w:rsid w:val="00A447D0"/>
    <w:rsid w:val="00A44DC1"/>
    <w:rsid w:val="00A4572E"/>
    <w:rsid w:val="00A45B51"/>
    <w:rsid w:val="00A46715"/>
    <w:rsid w:val="00A46C05"/>
    <w:rsid w:val="00A46DB2"/>
    <w:rsid w:val="00A47168"/>
    <w:rsid w:val="00A47540"/>
    <w:rsid w:val="00A47A98"/>
    <w:rsid w:val="00A47AE4"/>
    <w:rsid w:val="00A47EE7"/>
    <w:rsid w:val="00A500A4"/>
    <w:rsid w:val="00A50765"/>
    <w:rsid w:val="00A50B43"/>
    <w:rsid w:val="00A51C87"/>
    <w:rsid w:val="00A52286"/>
    <w:rsid w:val="00A53D49"/>
    <w:rsid w:val="00A54197"/>
    <w:rsid w:val="00A55D21"/>
    <w:rsid w:val="00A5682E"/>
    <w:rsid w:val="00A57635"/>
    <w:rsid w:val="00A602AA"/>
    <w:rsid w:val="00A61821"/>
    <w:rsid w:val="00A61E3A"/>
    <w:rsid w:val="00A61F0A"/>
    <w:rsid w:val="00A62609"/>
    <w:rsid w:val="00A6261E"/>
    <w:rsid w:val="00A62683"/>
    <w:rsid w:val="00A631BA"/>
    <w:rsid w:val="00A63471"/>
    <w:rsid w:val="00A635AC"/>
    <w:rsid w:val="00A6368A"/>
    <w:rsid w:val="00A64034"/>
    <w:rsid w:val="00A650CF"/>
    <w:rsid w:val="00A65430"/>
    <w:rsid w:val="00A65A95"/>
    <w:rsid w:val="00A65C27"/>
    <w:rsid w:val="00A66EB0"/>
    <w:rsid w:val="00A670BA"/>
    <w:rsid w:val="00A67605"/>
    <w:rsid w:val="00A67CA5"/>
    <w:rsid w:val="00A702EF"/>
    <w:rsid w:val="00A70988"/>
    <w:rsid w:val="00A71155"/>
    <w:rsid w:val="00A71B1E"/>
    <w:rsid w:val="00A72D1C"/>
    <w:rsid w:val="00A734E2"/>
    <w:rsid w:val="00A737E0"/>
    <w:rsid w:val="00A74B0D"/>
    <w:rsid w:val="00A750C0"/>
    <w:rsid w:val="00A75CCD"/>
    <w:rsid w:val="00A769F9"/>
    <w:rsid w:val="00A76A2D"/>
    <w:rsid w:val="00A77C47"/>
    <w:rsid w:val="00A77C99"/>
    <w:rsid w:val="00A800A6"/>
    <w:rsid w:val="00A80506"/>
    <w:rsid w:val="00A806AE"/>
    <w:rsid w:val="00A80A91"/>
    <w:rsid w:val="00A8118F"/>
    <w:rsid w:val="00A812F5"/>
    <w:rsid w:val="00A8252B"/>
    <w:rsid w:val="00A83458"/>
    <w:rsid w:val="00A83A28"/>
    <w:rsid w:val="00A84B03"/>
    <w:rsid w:val="00A84D8C"/>
    <w:rsid w:val="00A85C57"/>
    <w:rsid w:val="00A85CAD"/>
    <w:rsid w:val="00A8629C"/>
    <w:rsid w:val="00A8645E"/>
    <w:rsid w:val="00A86BEC"/>
    <w:rsid w:val="00A86C41"/>
    <w:rsid w:val="00A86EAC"/>
    <w:rsid w:val="00A876B1"/>
    <w:rsid w:val="00A87E90"/>
    <w:rsid w:val="00A90148"/>
    <w:rsid w:val="00A90F02"/>
    <w:rsid w:val="00A90F5A"/>
    <w:rsid w:val="00A910B1"/>
    <w:rsid w:val="00A91248"/>
    <w:rsid w:val="00A917F8"/>
    <w:rsid w:val="00A93470"/>
    <w:rsid w:val="00A97863"/>
    <w:rsid w:val="00A97F8B"/>
    <w:rsid w:val="00AA0B12"/>
    <w:rsid w:val="00AA0D8C"/>
    <w:rsid w:val="00AA0EC8"/>
    <w:rsid w:val="00AA11D2"/>
    <w:rsid w:val="00AA25BC"/>
    <w:rsid w:val="00AA3077"/>
    <w:rsid w:val="00AA3911"/>
    <w:rsid w:val="00AA3E2A"/>
    <w:rsid w:val="00AA3F69"/>
    <w:rsid w:val="00AA46AF"/>
    <w:rsid w:val="00AA5AE7"/>
    <w:rsid w:val="00AA6FE0"/>
    <w:rsid w:val="00AA7920"/>
    <w:rsid w:val="00AB194F"/>
    <w:rsid w:val="00AB1D30"/>
    <w:rsid w:val="00AB2467"/>
    <w:rsid w:val="00AB337C"/>
    <w:rsid w:val="00AB41A4"/>
    <w:rsid w:val="00AB4E9E"/>
    <w:rsid w:val="00AB5CBE"/>
    <w:rsid w:val="00AB631E"/>
    <w:rsid w:val="00AB6C99"/>
    <w:rsid w:val="00AB6F91"/>
    <w:rsid w:val="00AB7A4A"/>
    <w:rsid w:val="00AB7D92"/>
    <w:rsid w:val="00AC030D"/>
    <w:rsid w:val="00AC0760"/>
    <w:rsid w:val="00AC0F70"/>
    <w:rsid w:val="00AC1167"/>
    <w:rsid w:val="00AC11D5"/>
    <w:rsid w:val="00AC135F"/>
    <w:rsid w:val="00AC15E5"/>
    <w:rsid w:val="00AC1E56"/>
    <w:rsid w:val="00AC22BB"/>
    <w:rsid w:val="00AC2AA7"/>
    <w:rsid w:val="00AC2F30"/>
    <w:rsid w:val="00AC3158"/>
    <w:rsid w:val="00AC3BEB"/>
    <w:rsid w:val="00AC3CE6"/>
    <w:rsid w:val="00AC4080"/>
    <w:rsid w:val="00AC5A6D"/>
    <w:rsid w:val="00AC5D73"/>
    <w:rsid w:val="00AC617D"/>
    <w:rsid w:val="00AC6473"/>
    <w:rsid w:val="00AC71CC"/>
    <w:rsid w:val="00AC7356"/>
    <w:rsid w:val="00AC73AD"/>
    <w:rsid w:val="00AC7A57"/>
    <w:rsid w:val="00AC7BED"/>
    <w:rsid w:val="00AD014B"/>
    <w:rsid w:val="00AD0290"/>
    <w:rsid w:val="00AD067D"/>
    <w:rsid w:val="00AD0FE9"/>
    <w:rsid w:val="00AD110E"/>
    <w:rsid w:val="00AD446D"/>
    <w:rsid w:val="00AD5FFD"/>
    <w:rsid w:val="00AD6546"/>
    <w:rsid w:val="00AD697B"/>
    <w:rsid w:val="00AD6F43"/>
    <w:rsid w:val="00AD705A"/>
    <w:rsid w:val="00AD75CE"/>
    <w:rsid w:val="00AD78F9"/>
    <w:rsid w:val="00AE008D"/>
    <w:rsid w:val="00AE1BD4"/>
    <w:rsid w:val="00AE30E0"/>
    <w:rsid w:val="00AE346F"/>
    <w:rsid w:val="00AE3AD5"/>
    <w:rsid w:val="00AE49A8"/>
    <w:rsid w:val="00AE7B52"/>
    <w:rsid w:val="00AF050D"/>
    <w:rsid w:val="00AF0AE5"/>
    <w:rsid w:val="00AF16FD"/>
    <w:rsid w:val="00AF1832"/>
    <w:rsid w:val="00AF1FD3"/>
    <w:rsid w:val="00AF2329"/>
    <w:rsid w:val="00AF2F38"/>
    <w:rsid w:val="00AF31A0"/>
    <w:rsid w:val="00AF3660"/>
    <w:rsid w:val="00AF3E8F"/>
    <w:rsid w:val="00AF6429"/>
    <w:rsid w:val="00AF68E8"/>
    <w:rsid w:val="00AF7A20"/>
    <w:rsid w:val="00B00560"/>
    <w:rsid w:val="00B01312"/>
    <w:rsid w:val="00B013BD"/>
    <w:rsid w:val="00B01BE8"/>
    <w:rsid w:val="00B02D98"/>
    <w:rsid w:val="00B0310D"/>
    <w:rsid w:val="00B038F8"/>
    <w:rsid w:val="00B03A68"/>
    <w:rsid w:val="00B04575"/>
    <w:rsid w:val="00B04ADE"/>
    <w:rsid w:val="00B05208"/>
    <w:rsid w:val="00B052EF"/>
    <w:rsid w:val="00B05DE3"/>
    <w:rsid w:val="00B06685"/>
    <w:rsid w:val="00B06A77"/>
    <w:rsid w:val="00B06E62"/>
    <w:rsid w:val="00B074AA"/>
    <w:rsid w:val="00B0758A"/>
    <w:rsid w:val="00B07D4B"/>
    <w:rsid w:val="00B11031"/>
    <w:rsid w:val="00B13165"/>
    <w:rsid w:val="00B136EE"/>
    <w:rsid w:val="00B13897"/>
    <w:rsid w:val="00B14024"/>
    <w:rsid w:val="00B1414A"/>
    <w:rsid w:val="00B150B3"/>
    <w:rsid w:val="00B15D2F"/>
    <w:rsid w:val="00B16399"/>
    <w:rsid w:val="00B17353"/>
    <w:rsid w:val="00B1760F"/>
    <w:rsid w:val="00B177E5"/>
    <w:rsid w:val="00B17888"/>
    <w:rsid w:val="00B205E2"/>
    <w:rsid w:val="00B20617"/>
    <w:rsid w:val="00B20FC8"/>
    <w:rsid w:val="00B213A4"/>
    <w:rsid w:val="00B22C27"/>
    <w:rsid w:val="00B232A8"/>
    <w:rsid w:val="00B2432E"/>
    <w:rsid w:val="00B24819"/>
    <w:rsid w:val="00B24F41"/>
    <w:rsid w:val="00B2522A"/>
    <w:rsid w:val="00B2549D"/>
    <w:rsid w:val="00B2586D"/>
    <w:rsid w:val="00B25AE4"/>
    <w:rsid w:val="00B25C69"/>
    <w:rsid w:val="00B265C9"/>
    <w:rsid w:val="00B26909"/>
    <w:rsid w:val="00B26EB7"/>
    <w:rsid w:val="00B27664"/>
    <w:rsid w:val="00B3006F"/>
    <w:rsid w:val="00B30284"/>
    <w:rsid w:val="00B302E4"/>
    <w:rsid w:val="00B31169"/>
    <w:rsid w:val="00B311CE"/>
    <w:rsid w:val="00B31828"/>
    <w:rsid w:val="00B31DEC"/>
    <w:rsid w:val="00B32DA7"/>
    <w:rsid w:val="00B337D7"/>
    <w:rsid w:val="00B339AC"/>
    <w:rsid w:val="00B342DF"/>
    <w:rsid w:val="00B356CA"/>
    <w:rsid w:val="00B35E29"/>
    <w:rsid w:val="00B36D09"/>
    <w:rsid w:val="00B3732B"/>
    <w:rsid w:val="00B37C9C"/>
    <w:rsid w:val="00B40D33"/>
    <w:rsid w:val="00B40EDF"/>
    <w:rsid w:val="00B41737"/>
    <w:rsid w:val="00B41872"/>
    <w:rsid w:val="00B41CA8"/>
    <w:rsid w:val="00B41D9F"/>
    <w:rsid w:val="00B41E25"/>
    <w:rsid w:val="00B41FC7"/>
    <w:rsid w:val="00B42BEE"/>
    <w:rsid w:val="00B452B7"/>
    <w:rsid w:val="00B4584C"/>
    <w:rsid w:val="00B458E3"/>
    <w:rsid w:val="00B46A27"/>
    <w:rsid w:val="00B4706D"/>
    <w:rsid w:val="00B47A13"/>
    <w:rsid w:val="00B504CD"/>
    <w:rsid w:val="00B518FF"/>
    <w:rsid w:val="00B51D7E"/>
    <w:rsid w:val="00B524A5"/>
    <w:rsid w:val="00B539D2"/>
    <w:rsid w:val="00B54A00"/>
    <w:rsid w:val="00B54A16"/>
    <w:rsid w:val="00B54F17"/>
    <w:rsid w:val="00B55D8F"/>
    <w:rsid w:val="00B561EE"/>
    <w:rsid w:val="00B56F22"/>
    <w:rsid w:val="00B57D47"/>
    <w:rsid w:val="00B610D9"/>
    <w:rsid w:val="00B61C63"/>
    <w:rsid w:val="00B61D15"/>
    <w:rsid w:val="00B6210E"/>
    <w:rsid w:val="00B62BB1"/>
    <w:rsid w:val="00B632E3"/>
    <w:rsid w:val="00B637D7"/>
    <w:rsid w:val="00B64ACB"/>
    <w:rsid w:val="00B64DC8"/>
    <w:rsid w:val="00B64E01"/>
    <w:rsid w:val="00B653F8"/>
    <w:rsid w:val="00B656AB"/>
    <w:rsid w:val="00B65C8C"/>
    <w:rsid w:val="00B66106"/>
    <w:rsid w:val="00B70076"/>
    <w:rsid w:val="00B70688"/>
    <w:rsid w:val="00B71749"/>
    <w:rsid w:val="00B721B3"/>
    <w:rsid w:val="00B726BE"/>
    <w:rsid w:val="00B744D5"/>
    <w:rsid w:val="00B757EF"/>
    <w:rsid w:val="00B75FD9"/>
    <w:rsid w:val="00B77091"/>
    <w:rsid w:val="00B77A22"/>
    <w:rsid w:val="00B800C2"/>
    <w:rsid w:val="00B8236F"/>
    <w:rsid w:val="00B8345B"/>
    <w:rsid w:val="00B837C1"/>
    <w:rsid w:val="00B841E0"/>
    <w:rsid w:val="00B84697"/>
    <w:rsid w:val="00B84844"/>
    <w:rsid w:val="00B84A2A"/>
    <w:rsid w:val="00B84BA8"/>
    <w:rsid w:val="00B84ECB"/>
    <w:rsid w:val="00B8529A"/>
    <w:rsid w:val="00B860BA"/>
    <w:rsid w:val="00B865F5"/>
    <w:rsid w:val="00B86E04"/>
    <w:rsid w:val="00B86F20"/>
    <w:rsid w:val="00B870A0"/>
    <w:rsid w:val="00B9044B"/>
    <w:rsid w:val="00B909F7"/>
    <w:rsid w:val="00B91DFE"/>
    <w:rsid w:val="00B92858"/>
    <w:rsid w:val="00B93EF5"/>
    <w:rsid w:val="00B94317"/>
    <w:rsid w:val="00B94513"/>
    <w:rsid w:val="00B9492E"/>
    <w:rsid w:val="00B9508A"/>
    <w:rsid w:val="00B95668"/>
    <w:rsid w:val="00B96288"/>
    <w:rsid w:val="00B966E9"/>
    <w:rsid w:val="00B96BC7"/>
    <w:rsid w:val="00B96E27"/>
    <w:rsid w:val="00B97229"/>
    <w:rsid w:val="00BA00E1"/>
    <w:rsid w:val="00BA08A3"/>
    <w:rsid w:val="00BA0A39"/>
    <w:rsid w:val="00BA11A5"/>
    <w:rsid w:val="00BA19C8"/>
    <w:rsid w:val="00BA3D7D"/>
    <w:rsid w:val="00BA3D8A"/>
    <w:rsid w:val="00BA422C"/>
    <w:rsid w:val="00BA4496"/>
    <w:rsid w:val="00BA514F"/>
    <w:rsid w:val="00BA5AB3"/>
    <w:rsid w:val="00BA5B2B"/>
    <w:rsid w:val="00BB00DF"/>
    <w:rsid w:val="00BB1BEA"/>
    <w:rsid w:val="00BB1E61"/>
    <w:rsid w:val="00BB227E"/>
    <w:rsid w:val="00BB27CA"/>
    <w:rsid w:val="00BB2830"/>
    <w:rsid w:val="00BB2A13"/>
    <w:rsid w:val="00BB323A"/>
    <w:rsid w:val="00BB38D4"/>
    <w:rsid w:val="00BB3A6B"/>
    <w:rsid w:val="00BB3B5D"/>
    <w:rsid w:val="00BB3D17"/>
    <w:rsid w:val="00BB4F22"/>
    <w:rsid w:val="00BB4FBA"/>
    <w:rsid w:val="00BB5211"/>
    <w:rsid w:val="00BB60B3"/>
    <w:rsid w:val="00BB65A4"/>
    <w:rsid w:val="00BB6B70"/>
    <w:rsid w:val="00BB7E3D"/>
    <w:rsid w:val="00BB7FB4"/>
    <w:rsid w:val="00BC0FCE"/>
    <w:rsid w:val="00BC1FFB"/>
    <w:rsid w:val="00BC244B"/>
    <w:rsid w:val="00BC3CD1"/>
    <w:rsid w:val="00BC54B4"/>
    <w:rsid w:val="00BC5EC6"/>
    <w:rsid w:val="00BC5F0E"/>
    <w:rsid w:val="00BC5F2E"/>
    <w:rsid w:val="00BD0072"/>
    <w:rsid w:val="00BD119D"/>
    <w:rsid w:val="00BD1758"/>
    <w:rsid w:val="00BD1C65"/>
    <w:rsid w:val="00BD2211"/>
    <w:rsid w:val="00BD221D"/>
    <w:rsid w:val="00BD2913"/>
    <w:rsid w:val="00BD3021"/>
    <w:rsid w:val="00BD3E65"/>
    <w:rsid w:val="00BD505E"/>
    <w:rsid w:val="00BD5210"/>
    <w:rsid w:val="00BD5934"/>
    <w:rsid w:val="00BD5E0C"/>
    <w:rsid w:val="00BD6835"/>
    <w:rsid w:val="00BD69B4"/>
    <w:rsid w:val="00BD73DC"/>
    <w:rsid w:val="00BD7785"/>
    <w:rsid w:val="00BD77EB"/>
    <w:rsid w:val="00BD789F"/>
    <w:rsid w:val="00BE0842"/>
    <w:rsid w:val="00BE26D8"/>
    <w:rsid w:val="00BE32F7"/>
    <w:rsid w:val="00BE3841"/>
    <w:rsid w:val="00BE3B2E"/>
    <w:rsid w:val="00BE6224"/>
    <w:rsid w:val="00BE65AF"/>
    <w:rsid w:val="00BE6660"/>
    <w:rsid w:val="00BE683D"/>
    <w:rsid w:val="00BE69BF"/>
    <w:rsid w:val="00BE6D9C"/>
    <w:rsid w:val="00BE7DE8"/>
    <w:rsid w:val="00BF1CBD"/>
    <w:rsid w:val="00BF277D"/>
    <w:rsid w:val="00BF28D1"/>
    <w:rsid w:val="00BF4775"/>
    <w:rsid w:val="00BF52C4"/>
    <w:rsid w:val="00BF5328"/>
    <w:rsid w:val="00BF547E"/>
    <w:rsid w:val="00BF582D"/>
    <w:rsid w:val="00BF58C9"/>
    <w:rsid w:val="00BF62EC"/>
    <w:rsid w:val="00BF6458"/>
    <w:rsid w:val="00BF6732"/>
    <w:rsid w:val="00BF6885"/>
    <w:rsid w:val="00BF6EAC"/>
    <w:rsid w:val="00BF7275"/>
    <w:rsid w:val="00BF7C18"/>
    <w:rsid w:val="00C00472"/>
    <w:rsid w:val="00C006BE"/>
    <w:rsid w:val="00C01519"/>
    <w:rsid w:val="00C0182B"/>
    <w:rsid w:val="00C019FC"/>
    <w:rsid w:val="00C03A3F"/>
    <w:rsid w:val="00C05B8E"/>
    <w:rsid w:val="00C05CFB"/>
    <w:rsid w:val="00C066DA"/>
    <w:rsid w:val="00C0720B"/>
    <w:rsid w:val="00C1063D"/>
    <w:rsid w:val="00C1258D"/>
    <w:rsid w:val="00C12FB7"/>
    <w:rsid w:val="00C13FD1"/>
    <w:rsid w:val="00C1540F"/>
    <w:rsid w:val="00C15C7D"/>
    <w:rsid w:val="00C15E0E"/>
    <w:rsid w:val="00C161B8"/>
    <w:rsid w:val="00C16208"/>
    <w:rsid w:val="00C169D8"/>
    <w:rsid w:val="00C16A83"/>
    <w:rsid w:val="00C20968"/>
    <w:rsid w:val="00C2179A"/>
    <w:rsid w:val="00C226BC"/>
    <w:rsid w:val="00C22894"/>
    <w:rsid w:val="00C234F4"/>
    <w:rsid w:val="00C23FB5"/>
    <w:rsid w:val="00C24A1A"/>
    <w:rsid w:val="00C258FC"/>
    <w:rsid w:val="00C313A1"/>
    <w:rsid w:val="00C3165A"/>
    <w:rsid w:val="00C316C9"/>
    <w:rsid w:val="00C32262"/>
    <w:rsid w:val="00C330DC"/>
    <w:rsid w:val="00C331BB"/>
    <w:rsid w:val="00C3336B"/>
    <w:rsid w:val="00C33CBE"/>
    <w:rsid w:val="00C33E20"/>
    <w:rsid w:val="00C3435B"/>
    <w:rsid w:val="00C348F0"/>
    <w:rsid w:val="00C34E35"/>
    <w:rsid w:val="00C3649F"/>
    <w:rsid w:val="00C36893"/>
    <w:rsid w:val="00C3698F"/>
    <w:rsid w:val="00C3787D"/>
    <w:rsid w:val="00C378E8"/>
    <w:rsid w:val="00C40968"/>
    <w:rsid w:val="00C41A08"/>
    <w:rsid w:val="00C41DDC"/>
    <w:rsid w:val="00C422B9"/>
    <w:rsid w:val="00C4240A"/>
    <w:rsid w:val="00C4241E"/>
    <w:rsid w:val="00C425AD"/>
    <w:rsid w:val="00C42BBE"/>
    <w:rsid w:val="00C4355E"/>
    <w:rsid w:val="00C4407E"/>
    <w:rsid w:val="00C46BC1"/>
    <w:rsid w:val="00C470D3"/>
    <w:rsid w:val="00C47106"/>
    <w:rsid w:val="00C471E9"/>
    <w:rsid w:val="00C47A5B"/>
    <w:rsid w:val="00C504EC"/>
    <w:rsid w:val="00C50B7F"/>
    <w:rsid w:val="00C50E82"/>
    <w:rsid w:val="00C50EFE"/>
    <w:rsid w:val="00C52F5A"/>
    <w:rsid w:val="00C53155"/>
    <w:rsid w:val="00C54016"/>
    <w:rsid w:val="00C56302"/>
    <w:rsid w:val="00C567A2"/>
    <w:rsid w:val="00C578E9"/>
    <w:rsid w:val="00C57F65"/>
    <w:rsid w:val="00C60FAC"/>
    <w:rsid w:val="00C615A3"/>
    <w:rsid w:val="00C6198D"/>
    <w:rsid w:val="00C626A9"/>
    <w:rsid w:val="00C63424"/>
    <w:rsid w:val="00C635DA"/>
    <w:rsid w:val="00C639E7"/>
    <w:rsid w:val="00C648DE"/>
    <w:rsid w:val="00C648E8"/>
    <w:rsid w:val="00C64E83"/>
    <w:rsid w:val="00C659BE"/>
    <w:rsid w:val="00C668D2"/>
    <w:rsid w:val="00C671B4"/>
    <w:rsid w:val="00C6729B"/>
    <w:rsid w:val="00C675C2"/>
    <w:rsid w:val="00C67B8F"/>
    <w:rsid w:val="00C7276F"/>
    <w:rsid w:val="00C72A68"/>
    <w:rsid w:val="00C739E6"/>
    <w:rsid w:val="00C7412C"/>
    <w:rsid w:val="00C74A85"/>
    <w:rsid w:val="00C76CEB"/>
    <w:rsid w:val="00C778C6"/>
    <w:rsid w:val="00C80300"/>
    <w:rsid w:val="00C80BFC"/>
    <w:rsid w:val="00C81439"/>
    <w:rsid w:val="00C81D37"/>
    <w:rsid w:val="00C82307"/>
    <w:rsid w:val="00C8270E"/>
    <w:rsid w:val="00C84F9D"/>
    <w:rsid w:val="00C85139"/>
    <w:rsid w:val="00C8583E"/>
    <w:rsid w:val="00C8613B"/>
    <w:rsid w:val="00C87C75"/>
    <w:rsid w:val="00C900DE"/>
    <w:rsid w:val="00C9042F"/>
    <w:rsid w:val="00C906BE"/>
    <w:rsid w:val="00C90B5D"/>
    <w:rsid w:val="00C91C83"/>
    <w:rsid w:val="00C92622"/>
    <w:rsid w:val="00C929DF"/>
    <w:rsid w:val="00C9326C"/>
    <w:rsid w:val="00C93F20"/>
    <w:rsid w:val="00C95C0D"/>
    <w:rsid w:val="00C960B1"/>
    <w:rsid w:val="00C96497"/>
    <w:rsid w:val="00C96613"/>
    <w:rsid w:val="00C96C40"/>
    <w:rsid w:val="00C97228"/>
    <w:rsid w:val="00C9765F"/>
    <w:rsid w:val="00C9780D"/>
    <w:rsid w:val="00CA0144"/>
    <w:rsid w:val="00CA02DA"/>
    <w:rsid w:val="00CA0581"/>
    <w:rsid w:val="00CA1A54"/>
    <w:rsid w:val="00CA1CB3"/>
    <w:rsid w:val="00CA6109"/>
    <w:rsid w:val="00CA655A"/>
    <w:rsid w:val="00CA668C"/>
    <w:rsid w:val="00CA6962"/>
    <w:rsid w:val="00CA6DE6"/>
    <w:rsid w:val="00CA7C09"/>
    <w:rsid w:val="00CA7E33"/>
    <w:rsid w:val="00CA7FB9"/>
    <w:rsid w:val="00CB0022"/>
    <w:rsid w:val="00CB0D3F"/>
    <w:rsid w:val="00CB30D6"/>
    <w:rsid w:val="00CB3242"/>
    <w:rsid w:val="00CB3485"/>
    <w:rsid w:val="00CB3493"/>
    <w:rsid w:val="00CB585E"/>
    <w:rsid w:val="00CB5F4F"/>
    <w:rsid w:val="00CB73EE"/>
    <w:rsid w:val="00CB74EE"/>
    <w:rsid w:val="00CB76E8"/>
    <w:rsid w:val="00CC1674"/>
    <w:rsid w:val="00CC1E75"/>
    <w:rsid w:val="00CC2024"/>
    <w:rsid w:val="00CC4506"/>
    <w:rsid w:val="00CC46B2"/>
    <w:rsid w:val="00CC4BF5"/>
    <w:rsid w:val="00CC5179"/>
    <w:rsid w:val="00CC5487"/>
    <w:rsid w:val="00CC54E6"/>
    <w:rsid w:val="00CC5718"/>
    <w:rsid w:val="00CD04D1"/>
    <w:rsid w:val="00CD1352"/>
    <w:rsid w:val="00CD1CBE"/>
    <w:rsid w:val="00CD1D47"/>
    <w:rsid w:val="00CD1E1C"/>
    <w:rsid w:val="00CD1E3E"/>
    <w:rsid w:val="00CD2EDC"/>
    <w:rsid w:val="00CD32E2"/>
    <w:rsid w:val="00CD4179"/>
    <w:rsid w:val="00CD4B0B"/>
    <w:rsid w:val="00CD5531"/>
    <w:rsid w:val="00CD6698"/>
    <w:rsid w:val="00CD6C6C"/>
    <w:rsid w:val="00CD7349"/>
    <w:rsid w:val="00CD74E8"/>
    <w:rsid w:val="00CD79EC"/>
    <w:rsid w:val="00CE1E5B"/>
    <w:rsid w:val="00CE2607"/>
    <w:rsid w:val="00CE3219"/>
    <w:rsid w:val="00CE3FDD"/>
    <w:rsid w:val="00CE4727"/>
    <w:rsid w:val="00CE63C8"/>
    <w:rsid w:val="00CE6712"/>
    <w:rsid w:val="00CE70F1"/>
    <w:rsid w:val="00CE722E"/>
    <w:rsid w:val="00CF0A69"/>
    <w:rsid w:val="00CF0C9B"/>
    <w:rsid w:val="00CF0D3B"/>
    <w:rsid w:val="00CF171A"/>
    <w:rsid w:val="00CF19BB"/>
    <w:rsid w:val="00CF1BD2"/>
    <w:rsid w:val="00CF1D92"/>
    <w:rsid w:val="00CF2D92"/>
    <w:rsid w:val="00CF35A6"/>
    <w:rsid w:val="00CF566C"/>
    <w:rsid w:val="00CF5700"/>
    <w:rsid w:val="00CF5D91"/>
    <w:rsid w:val="00CF64F5"/>
    <w:rsid w:val="00D0025C"/>
    <w:rsid w:val="00D004FB"/>
    <w:rsid w:val="00D00BE9"/>
    <w:rsid w:val="00D02BBC"/>
    <w:rsid w:val="00D02BEE"/>
    <w:rsid w:val="00D02C36"/>
    <w:rsid w:val="00D04A60"/>
    <w:rsid w:val="00D04EC2"/>
    <w:rsid w:val="00D05A1A"/>
    <w:rsid w:val="00D112B0"/>
    <w:rsid w:val="00D12172"/>
    <w:rsid w:val="00D129E4"/>
    <w:rsid w:val="00D12AC8"/>
    <w:rsid w:val="00D12B8C"/>
    <w:rsid w:val="00D1339E"/>
    <w:rsid w:val="00D136EA"/>
    <w:rsid w:val="00D13936"/>
    <w:rsid w:val="00D14FFA"/>
    <w:rsid w:val="00D15CB7"/>
    <w:rsid w:val="00D15CBB"/>
    <w:rsid w:val="00D16174"/>
    <w:rsid w:val="00D16C4D"/>
    <w:rsid w:val="00D16EEA"/>
    <w:rsid w:val="00D171C8"/>
    <w:rsid w:val="00D17720"/>
    <w:rsid w:val="00D17B7E"/>
    <w:rsid w:val="00D17D7B"/>
    <w:rsid w:val="00D200F6"/>
    <w:rsid w:val="00D201AF"/>
    <w:rsid w:val="00D21615"/>
    <w:rsid w:val="00D21646"/>
    <w:rsid w:val="00D2171F"/>
    <w:rsid w:val="00D22A01"/>
    <w:rsid w:val="00D2336E"/>
    <w:rsid w:val="00D24819"/>
    <w:rsid w:val="00D27319"/>
    <w:rsid w:val="00D2785C"/>
    <w:rsid w:val="00D27FE5"/>
    <w:rsid w:val="00D30841"/>
    <w:rsid w:val="00D3170C"/>
    <w:rsid w:val="00D317F9"/>
    <w:rsid w:val="00D33E88"/>
    <w:rsid w:val="00D3431F"/>
    <w:rsid w:val="00D343DD"/>
    <w:rsid w:val="00D3516C"/>
    <w:rsid w:val="00D351AD"/>
    <w:rsid w:val="00D3532D"/>
    <w:rsid w:val="00D35A79"/>
    <w:rsid w:val="00D36A3A"/>
    <w:rsid w:val="00D36D39"/>
    <w:rsid w:val="00D3785E"/>
    <w:rsid w:val="00D40C71"/>
    <w:rsid w:val="00D41E6B"/>
    <w:rsid w:val="00D42CAE"/>
    <w:rsid w:val="00D43787"/>
    <w:rsid w:val="00D4421D"/>
    <w:rsid w:val="00D447BF"/>
    <w:rsid w:val="00D454F2"/>
    <w:rsid w:val="00D45F61"/>
    <w:rsid w:val="00D4611B"/>
    <w:rsid w:val="00D464A6"/>
    <w:rsid w:val="00D46B82"/>
    <w:rsid w:val="00D47058"/>
    <w:rsid w:val="00D4754B"/>
    <w:rsid w:val="00D47600"/>
    <w:rsid w:val="00D477E6"/>
    <w:rsid w:val="00D47CE9"/>
    <w:rsid w:val="00D47FA3"/>
    <w:rsid w:val="00D50333"/>
    <w:rsid w:val="00D50B91"/>
    <w:rsid w:val="00D51435"/>
    <w:rsid w:val="00D5169A"/>
    <w:rsid w:val="00D52995"/>
    <w:rsid w:val="00D53025"/>
    <w:rsid w:val="00D53A0A"/>
    <w:rsid w:val="00D54E82"/>
    <w:rsid w:val="00D55690"/>
    <w:rsid w:val="00D55D3E"/>
    <w:rsid w:val="00D56C55"/>
    <w:rsid w:val="00D57C38"/>
    <w:rsid w:val="00D60063"/>
    <w:rsid w:val="00D60425"/>
    <w:rsid w:val="00D608C0"/>
    <w:rsid w:val="00D60A35"/>
    <w:rsid w:val="00D618DC"/>
    <w:rsid w:val="00D6226B"/>
    <w:rsid w:val="00D62EAA"/>
    <w:rsid w:val="00D6352D"/>
    <w:rsid w:val="00D63BF4"/>
    <w:rsid w:val="00D644C3"/>
    <w:rsid w:val="00D6500E"/>
    <w:rsid w:val="00D666E6"/>
    <w:rsid w:val="00D70755"/>
    <w:rsid w:val="00D71316"/>
    <w:rsid w:val="00D719E4"/>
    <w:rsid w:val="00D721AE"/>
    <w:rsid w:val="00D728AD"/>
    <w:rsid w:val="00D72ADE"/>
    <w:rsid w:val="00D75131"/>
    <w:rsid w:val="00D75233"/>
    <w:rsid w:val="00D75978"/>
    <w:rsid w:val="00D75BD4"/>
    <w:rsid w:val="00D7728F"/>
    <w:rsid w:val="00D77696"/>
    <w:rsid w:val="00D77893"/>
    <w:rsid w:val="00D77FF3"/>
    <w:rsid w:val="00D80964"/>
    <w:rsid w:val="00D81CC4"/>
    <w:rsid w:val="00D83832"/>
    <w:rsid w:val="00D8504A"/>
    <w:rsid w:val="00D853D1"/>
    <w:rsid w:val="00D855E8"/>
    <w:rsid w:val="00D85B12"/>
    <w:rsid w:val="00D8623A"/>
    <w:rsid w:val="00D86329"/>
    <w:rsid w:val="00D86B74"/>
    <w:rsid w:val="00D871F7"/>
    <w:rsid w:val="00D87CE9"/>
    <w:rsid w:val="00D87D21"/>
    <w:rsid w:val="00D90F54"/>
    <w:rsid w:val="00D914EC"/>
    <w:rsid w:val="00D91F53"/>
    <w:rsid w:val="00D92A23"/>
    <w:rsid w:val="00D92C77"/>
    <w:rsid w:val="00D92E06"/>
    <w:rsid w:val="00D952F1"/>
    <w:rsid w:val="00D9645B"/>
    <w:rsid w:val="00D9765E"/>
    <w:rsid w:val="00DA0904"/>
    <w:rsid w:val="00DA1473"/>
    <w:rsid w:val="00DA19FC"/>
    <w:rsid w:val="00DA1C31"/>
    <w:rsid w:val="00DA337E"/>
    <w:rsid w:val="00DA4591"/>
    <w:rsid w:val="00DA4AE5"/>
    <w:rsid w:val="00DA4D95"/>
    <w:rsid w:val="00DA6430"/>
    <w:rsid w:val="00DA646F"/>
    <w:rsid w:val="00DA681A"/>
    <w:rsid w:val="00DA6B7E"/>
    <w:rsid w:val="00DA7C0D"/>
    <w:rsid w:val="00DB065A"/>
    <w:rsid w:val="00DB11DD"/>
    <w:rsid w:val="00DB143B"/>
    <w:rsid w:val="00DB18DE"/>
    <w:rsid w:val="00DB274F"/>
    <w:rsid w:val="00DB2BE8"/>
    <w:rsid w:val="00DB325C"/>
    <w:rsid w:val="00DB33A8"/>
    <w:rsid w:val="00DB50BF"/>
    <w:rsid w:val="00DB618B"/>
    <w:rsid w:val="00DB63B0"/>
    <w:rsid w:val="00DB63BE"/>
    <w:rsid w:val="00DB63DB"/>
    <w:rsid w:val="00DB650B"/>
    <w:rsid w:val="00DB664C"/>
    <w:rsid w:val="00DB66CE"/>
    <w:rsid w:val="00DB7269"/>
    <w:rsid w:val="00DB7404"/>
    <w:rsid w:val="00DB7824"/>
    <w:rsid w:val="00DC070D"/>
    <w:rsid w:val="00DC09B0"/>
    <w:rsid w:val="00DC0D26"/>
    <w:rsid w:val="00DC188A"/>
    <w:rsid w:val="00DC215A"/>
    <w:rsid w:val="00DC2548"/>
    <w:rsid w:val="00DC308E"/>
    <w:rsid w:val="00DC30E2"/>
    <w:rsid w:val="00DC3622"/>
    <w:rsid w:val="00DC385C"/>
    <w:rsid w:val="00DC43E8"/>
    <w:rsid w:val="00DC5E04"/>
    <w:rsid w:val="00DC5E0F"/>
    <w:rsid w:val="00DC607D"/>
    <w:rsid w:val="00DC65C5"/>
    <w:rsid w:val="00DC6665"/>
    <w:rsid w:val="00DC6C76"/>
    <w:rsid w:val="00DC7072"/>
    <w:rsid w:val="00DC7342"/>
    <w:rsid w:val="00DC7F73"/>
    <w:rsid w:val="00DD0AAC"/>
    <w:rsid w:val="00DD12A3"/>
    <w:rsid w:val="00DD1F88"/>
    <w:rsid w:val="00DD2E35"/>
    <w:rsid w:val="00DD3F57"/>
    <w:rsid w:val="00DD41B7"/>
    <w:rsid w:val="00DD4804"/>
    <w:rsid w:val="00DD4E4E"/>
    <w:rsid w:val="00DD572C"/>
    <w:rsid w:val="00DD6C1D"/>
    <w:rsid w:val="00DD7308"/>
    <w:rsid w:val="00DD7EA3"/>
    <w:rsid w:val="00DE007E"/>
    <w:rsid w:val="00DE191A"/>
    <w:rsid w:val="00DE193B"/>
    <w:rsid w:val="00DE1A0F"/>
    <w:rsid w:val="00DE27C1"/>
    <w:rsid w:val="00DE3123"/>
    <w:rsid w:val="00DE339F"/>
    <w:rsid w:val="00DE5133"/>
    <w:rsid w:val="00DE65D3"/>
    <w:rsid w:val="00DE6A61"/>
    <w:rsid w:val="00DF0F00"/>
    <w:rsid w:val="00DF10B3"/>
    <w:rsid w:val="00DF1535"/>
    <w:rsid w:val="00DF1833"/>
    <w:rsid w:val="00DF3E46"/>
    <w:rsid w:val="00DF407B"/>
    <w:rsid w:val="00DF42B7"/>
    <w:rsid w:val="00DF4E49"/>
    <w:rsid w:val="00DF53F5"/>
    <w:rsid w:val="00DF56AD"/>
    <w:rsid w:val="00DF61FD"/>
    <w:rsid w:val="00DF6D25"/>
    <w:rsid w:val="00DF6F5D"/>
    <w:rsid w:val="00DF70DF"/>
    <w:rsid w:val="00DF7199"/>
    <w:rsid w:val="00E00FE3"/>
    <w:rsid w:val="00E0148E"/>
    <w:rsid w:val="00E03C6D"/>
    <w:rsid w:val="00E056D1"/>
    <w:rsid w:val="00E06328"/>
    <w:rsid w:val="00E0634B"/>
    <w:rsid w:val="00E07BFA"/>
    <w:rsid w:val="00E07EA7"/>
    <w:rsid w:val="00E07ED4"/>
    <w:rsid w:val="00E10488"/>
    <w:rsid w:val="00E11EE3"/>
    <w:rsid w:val="00E12AD5"/>
    <w:rsid w:val="00E135F9"/>
    <w:rsid w:val="00E13753"/>
    <w:rsid w:val="00E14349"/>
    <w:rsid w:val="00E1516C"/>
    <w:rsid w:val="00E15BB0"/>
    <w:rsid w:val="00E20100"/>
    <w:rsid w:val="00E20726"/>
    <w:rsid w:val="00E20844"/>
    <w:rsid w:val="00E20C28"/>
    <w:rsid w:val="00E2292A"/>
    <w:rsid w:val="00E229EF"/>
    <w:rsid w:val="00E22A77"/>
    <w:rsid w:val="00E22E84"/>
    <w:rsid w:val="00E23CB5"/>
    <w:rsid w:val="00E249DE"/>
    <w:rsid w:val="00E24B18"/>
    <w:rsid w:val="00E24BF4"/>
    <w:rsid w:val="00E24EB4"/>
    <w:rsid w:val="00E24EB7"/>
    <w:rsid w:val="00E2561B"/>
    <w:rsid w:val="00E3016C"/>
    <w:rsid w:val="00E31AAA"/>
    <w:rsid w:val="00E32FD0"/>
    <w:rsid w:val="00E33758"/>
    <w:rsid w:val="00E34137"/>
    <w:rsid w:val="00E341A2"/>
    <w:rsid w:val="00E348BC"/>
    <w:rsid w:val="00E35B8D"/>
    <w:rsid w:val="00E36956"/>
    <w:rsid w:val="00E36AD3"/>
    <w:rsid w:val="00E36E50"/>
    <w:rsid w:val="00E373D2"/>
    <w:rsid w:val="00E41773"/>
    <w:rsid w:val="00E4193B"/>
    <w:rsid w:val="00E41F7D"/>
    <w:rsid w:val="00E42035"/>
    <w:rsid w:val="00E4231B"/>
    <w:rsid w:val="00E4307D"/>
    <w:rsid w:val="00E4318F"/>
    <w:rsid w:val="00E437E4"/>
    <w:rsid w:val="00E4392E"/>
    <w:rsid w:val="00E43C1A"/>
    <w:rsid w:val="00E43FBC"/>
    <w:rsid w:val="00E44866"/>
    <w:rsid w:val="00E46082"/>
    <w:rsid w:val="00E47687"/>
    <w:rsid w:val="00E5011F"/>
    <w:rsid w:val="00E50A98"/>
    <w:rsid w:val="00E50B9E"/>
    <w:rsid w:val="00E50D90"/>
    <w:rsid w:val="00E54250"/>
    <w:rsid w:val="00E54395"/>
    <w:rsid w:val="00E54741"/>
    <w:rsid w:val="00E55A4B"/>
    <w:rsid w:val="00E568E5"/>
    <w:rsid w:val="00E57AAD"/>
    <w:rsid w:val="00E57CB4"/>
    <w:rsid w:val="00E6002B"/>
    <w:rsid w:val="00E6104C"/>
    <w:rsid w:val="00E6453F"/>
    <w:rsid w:val="00E647AA"/>
    <w:rsid w:val="00E64CC8"/>
    <w:rsid w:val="00E659EF"/>
    <w:rsid w:val="00E65D04"/>
    <w:rsid w:val="00E661AF"/>
    <w:rsid w:val="00E665DB"/>
    <w:rsid w:val="00E66DEA"/>
    <w:rsid w:val="00E677A6"/>
    <w:rsid w:val="00E704A0"/>
    <w:rsid w:val="00E70CBD"/>
    <w:rsid w:val="00E71628"/>
    <w:rsid w:val="00E717E8"/>
    <w:rsid w:val="00E71E2F"/>
    <w:rsid w:val="00E72BAF"/>
    <w:rsid w:val="00E72CB2"/>
    <w:rsid w:val="00E7373F"/>
    <w:rsid w:val="00E73D81"/>
    <w:rsid w:val="00E73FCF"/>
    <w:rsid w:val="00E74D26"/>
    <w:rsid w:val="00E754F4"/>
    <w:rsid w:val="00E767C2"/>
    <w:rsid w:val="00E779F7"/>
    <w:rsid w:val="00E80533"/>
    <w:rsid w:val="00E808BF"/>
    <w:rsid w:val="00E80E19"/>
    <w:rsid w:val="00E80E5B"/>
    <w:rsid w:val="00E81C38"/>
    <w:rsid w:val="00E83BB5"/>
    <w:rsid w:val="00E857E6"/>
    <w:rsid w:val="00E85A0B"/>
    <w:rsid w:val="00E865D1"/>
    <w:rsid w:val="00E8686E"/>
    <w:rsid w:val="00E86CB3"/>
    <w:rsid w:val="00E87CCD"/>
    <w:rsid w:val="00E9174F"/>
    <w:rsid w:val="00E92535"/>
    <w:rsid w:val="00E92C79"/>
    <w:rsid w:val="00E93EEB"/>
    <w:rsid w:val="00E941AA"/>
    <w:rsid w:val="00E9614B"/>
    <w:rsid w:val="00E97294"/>
    <w:rsid w:val="00EA00A3"/>
    <w:rsid w:val="00EA057C"/>
    <w:rsid w:val="00EA1008"/>
    <w:rsid w:val="00EA137D"/>
    <w:rsid w:val="00EA1ECD"/>
    <w:rsid w:val="00EA29F3"/>
    <w:rsid w:val="00EA2D3D"/>
    <w:rsid w:val="00EA435E"/>
    <w:rsid w:val="00EA4F95"/>
    <w:rsid w:val="00EA4FC9"/>
    <w:rsid w:val="00EA53FE"/>
    <w:rsid w:val="00EA568E"/>
    <w:rsid w:val="00EA5B84"/>
    <w:rsid w:val="00EA5E3F"/>
    <w:rsid w:val="00EA6429"/>
    <w:rsid w:val="00EA67BC"/>
    <w:rsid w:val="00EB0B9B"/>
    <w:rsid w:val="00EB14CA"/>
    <w:rsid w:val="00EB1722"/>
    <w:rsid w:val="00EB20F9"/>
    <w:rsid w:val="00EB2466"/>
    <w:rsid w:val="00EB24EB"/>
    <w:rsid w:val="00EB30B7"/>
    <w:rsid w:val="00EB34AF"/>
    <w:rsid w:val="00EB52F6"/>
    <w:rsid w:val="00EB5D36"/>
    <w:rsid w:val="00EB64C2"/>
    <w:rsid w:val="00EB762C"/>
    <w:rsid w:val="00EB7A94"/>
    <w:rsid w:val="00EC0092"/>
    <w:rsid w:val="00EC1195"/>
    <w:rsid w:val="00EC136B"/>
    <w:rsid w:val="00EC1DE9"/>
    <w:rsid w:val="00EC1F45"/>
    <w:rsid w:val="00EC23D5"/>
    <w:rsid w:val="00EC2600"/>
    <w:rsid w:val="00EC27B3"/>
    <w:rsid w:val="00EC4235"/>
    <w:rsid w:val="00EC5923"/>
    <w:rsid w:val="00EC6AF6"/>
    <w:rsid w:val="00ED06CC"/>
    <w:rsid w:val="00ED1899"/>
    <w:rsid w:val="00ED206B"/>
    <w:rsid w:val="00ED2C8E"/>
    <w:rsid w:val="00ED3322"/>
    <w:rsid w:val="00ED379E"/>
    <w:rsid w:val="00ED4A69"/>
    <w:rsid w:val="00ED636C"/>
    <w:rsid w:val="00ED7680"/>
    <w:rsid w:val="00ED7C33"/>
    <w:rsid w:val="00EE0424"/>
    <w:rsid w:val="00EE05C2"/>
    <w:rsid w:val="00EE07D0"/>
    <w:rsid w:val="00EE0D47"/>
    <w:rsid w:val="00EE1C97"/>
    <w:rsid w:val="00EE1F2B"/>
    <w:rsid w:val="00EE269E"/>
    <w:rsid w:val="00EE2F91"/>
    <w:rsid w:val="00EE311A"/>
    <w:rsid w:val="00EE3341"/>
    <w:rsid w:val="00EE3419"/>
    <w:rsid w:val="00EE349E"/>
    <w:rsid w:val="00EE37CC"/>
    <w:rsid w:val="00EE5358"/>
    <w:rsid w:val="00EE5A72"/>
    <w:rsid w:val="00EE65F2"/>
    <w:rsid w:val="00EE6FDE"/>
    <w:rsid w:val="00EF099F"/>
    <w:rsid w:val="00EF168E"/>
    <w:rsid w:val="00EF1B6A"/>
    <w:rsid w:val="00EF2D76"/>
    <w:rsid w:val="00EF329C"/>
    <w:rsid w:val="00EF3C59"/>
    <w:rsid w:val="00EF3F0D"/>
    <w:rsid w:val="00EF54D8"/>
    <w:rsid w:val="00EF573A"/>
    <w:rsid w:val="00EF5D6F"/>
    <w:rsid w:val="00EF6DA0"/>
    <w:rsid w:val="00EF6EE0"/>
    <w:rsid w:val="00EF71E9"/>
    <w:rsid w:val="00EF799A"/>
    <w:rsid w:val="00EF7C81"/>
    <w:rsid w:val="00F006D2"/>
    <w:rsid w:val="00F00B8E"/>
    <w:rsid w:val="00F00BD1"/>
    <w:rsid w:val="00F01CEE"/>
    <w:rsid w:val="00F01FD9"/>
    <w:rsid w:val="00F0312C"/>
    <w:rsid w:val="00F03FAD"/>
    <w:rsid w:val="00F04B07"/>
    <w:rsid w:val="00F04C62"/>
    <w:rsid w:val="00F05BA8"/>
    <w:rsid w:val="00F0729F"/>
    <w:rsid w:val="00F07890"/>
    <w:rsid w:val="00F078F9"/>
    <w:rsid w:val="00F10FD5"/>
    <w:rsid w:val="00F11444"/>
    <w:rsid w:val="00F11671"/>
    <w:rsid w:val="00F12671"/>
    <w:rsid w:val="00F12F4D"/>
    <w:rsid w:val="00F1337B"/>
    <w:rsid w:val="00F14BC1"/>
    <w:rsid w:val="00F15FF7"/>
    <w:rsid w:val="00F16F13"/>
    <w:rsid w:val="00F175B9"/>
    <w:rsid w:val="00F178AA"/>
    <w:rsid w:val="00F17A71"/>
    <w:rsid w:val="00F20AEA"/>
    <w:rsid w:val="00F219C3"/>
    <w:rsid w:val="00F21DE6"/>
    <w:rsid w:val="00F226CA"/>
    <w:rsid w:val="00F22846"/>
    <w:rsid w:val="00F23E9A"/>
    <w:rsid w:val="00F242D9"/>
    <w:rsid w:val="00F259DC"/>
    <w:rsid w:val="00F259FE"/>
    <w:rsid w:val="00F26841"/>
    <w:rsid w:val="00F27431"/>
    <w:rsid w:val="00F27669"/>
    <w:rsid w:val="00F279B8"/>
    <w:rsid w:val="00F3020B"/>
    <w:rsid w:val="00F307F3"/>
    <w:rsid w:val="00F30B33"/>
    <w:rsid w:val="00F3131E"/>
    <w:rsid w:val="00F31D10"/>
    <w:rsid w:val="00F32BF3"/>
    <w:rsid w:val="00F3385A"/>
    <w:rsid w:val="00F34185"/>
    <w:rsid w:val="00F348AD"/>
    <w:rsid w:val="00F34ADF"/>
    <w:rsid w:val="00F35A8C"/>
    <w:rsid w:val="00F35CCD"/>
    <w:rsid w:val="00F3708F"/>
    <w:rsid w:val="00F37146"/>
    <w:rsid w:val="00F3715D"/>
    <w:rsid w:val="00F3792C"/>
    <w:rsid w:val="00F40013"/>
    <w:rsid w:val="00F41798"/>
    <w:rsid w:val="00F41890"/>
    <w:rsid w:val="00F43069"/>
    <w:rsid w:val="00F43232"/>
    <w:rsid w:val="00F432D3"/>
    <w:rsid w:val="00F44B62"/>
    <w:rsid w:val="00F45949"/>
    <w:rsid w:val="00F45AD7"/>
    <w:rsid w:val="00F45C47"/>
    <w:rsid w:val="00F46192"/>
    <w:rsid w:val="00F461E7"/>
    <w:rsid w:val="00F4739B"/>
    <w:rsid w:val="00F4798A"/>
    <w:rsid w:val="00F47FE7"/>
    <w:rsid w:val="00F5072C"/>
    <w:rsid w:val="00F50773"/>
    <w:rsid w:val="00F50F61"/>
    <w:rsid w:val="00F5128B"/>
    <w:rsid w:val="00F519CD"/>
    <w:rsid w:val="00F51CBF"/>
    <w:rsid w:val="00F526D5"/>
    <w:rsid w:val="00F52F92"/>
    <w:rsid w:val="00F5411D"/>
    <w:rsid w:val="00F54CFD"/>
    <w:rsid w:val="00F5655F"/>
    <w:rsid w:val="00F56D2B"/>
    <w:rsid w:val="00F57D2D"/>
    <w:rsid w:val="00F606D8"/>
    <w:rsid w:val="00F60C1A"/>
    <w:rsid w:val="00F613AC"/>
    <w:rsid w:val="00F62A49"/>
    <w:rsid w:val="00F647BB"/>
    <w:rsid w:val="00F64907"/>
    <w:rsid w:val="00F64F0D"/>
    <w:rsid w:val="00F64FF8"/>
    <w:rsid w:val="00F65210"/>
    <w:rsid w:val="00F65560"/>
    <w:rsid w:val="00F65630"/>
    <w:rsid w:val="00F65636"/>
    <w:rsid w:val="00F65E2E"/>
    <w:rsid w:val="00F66428"/>
    <w:rsid w:val="00F66634"/>
    <w:rsid w:val="00F66C85"/>
    <w:rsid w:val="00F7026A"/>
    <w:rsid w:val="00F70454"/>
    <w:rsid w:val="00F712AA"/>
    <w:rsid w:val="00F71826"/>
    <w:rsid w:val="00F721AA"/>
    <w:rsid w:val="00F72B45"/>
    <w:rsid w:val="00F73B00"/>
    <w:rsid w:val="00F764EE"/>
    <w:rsid w:val="00F7680D"/>
    <w:rsid w:val="00F77D04"/>
    <w:rsid w:val="00F8066C"/>
    <w:rsid w:val="00F8073A"/>
    <w:rsid w:val="00F8150D"/>
    <w:rsid w:val="00F822E1"/>
    <w:rsid w:val="00F823A9"/>
    <w:rsid w:val="00F8286C"/>
    <w:rsid w:val="00F837B2"/>
    <w:rsid w:val="00F8425E"/>
    <w:rsid w:val="00F84737"/>
    <w:rsid w:val="00F85B1C"/>
    <w:rsid w:val="00F87B69"/>
    <w:rsid w:val="00F905AB"/>
    <w:rsid w:val="00F90820"/>
    <w:rsid w:val="00F90C95"/>
    <w:rsid w:val="00F90E6B"/>
    <w:rsid w:val="00F9103E"/>
    <w:rsid w:val="00F924DC"/>
    <w:rsid w:val="00F939CF"/>
    <w:rsid w:val="00F94773"/>
    <w:rsid w:val="00F95191"/>
    <w:rsid w:val="00F95923"/>
    <w:rsid w:val="00F9699B"/>
    <w:rsid w:val="00F96A39"/>
    <w:rsid w:val="00F96DB3"/>
    <w:rsid w:val="00F97463"/>
    <w:rsid w:val="00FA124C"/>
    <w:rsid w:val="00FA129B"/>
    <w:rsid w:val="00FA1CE6"/>
    <w:rsid w:val="00FA2524"/>
    <w:rsid w:val="00FA322C"/>
    <w:rsid w:val="00FA44B6"/>
    <w:rsid w:val="00FA4736"/>
    <w:rsid w:val="00FA4B50"/>
    <w:rsid w:val="00FA4DC6"/>
    <w:rsid w:val="00FA53D9"/>
    <w:rsid w:val="00FA5D99"/>
    <w:rsid w:val="00FA5F7F"/>
    <w:rsid w:val="00FA76A9"/>
    <w:rsid w:val="00FB0121"/>
    <w:rsid w:val="00FB030E"/>
    <w:rsid w:val="00FB0B80"/>
    <w:rsid w:val="00FB14B5"/>
    <w:rsid w:val="00FB1A53"/>
    <w:rsid w:val="00FB2D04"/>
    <w:rsid w:val="00FB3A28"/>
    <w:rsid w:val="00FB571F"/>
    <w:rsid w:val="00FB572C"/>
    <w:rsid w:val="00FB58B3"/>
    <w:rsid w:val="00FB61BE"/>
    <w:rsid w:val="00FB713F"/>
    <w:rsid w:val="00FB7567"/>
    <w:rsid w:val="00FB7FCA"/>
    <w:rsid w:val="00FC049B"/>
    <w:rsid w:val="00FC11BE"/>
    <w:rsid w:val="00FC1E22"/>
    <w:rsid w:val="00FC2939"/>
    <w:rsid w:val="00FC42BA"/>
    <w:rsid w:val="00FC52B4"/>
    <w:rsid w:val="00FC6166"/>
    <w:rsid w:val="00FC70D9"/>
    <w:rsid w:val="00FC74BD"/>
    <w:rsid w:val="00FC77BB"/>
    <w:rsid w:val="00FC7C9A"/>
    <w:rsid w:val="00FC7E08"/>
    <w:rsid w:val="00FD02B3"/>
    <w:rsid w:val="00FD08C1"/>
    <w:rsid w:val="00FD0938"/>
    <w:rsid w:val="00FD197D"/>
    <w:rsid w:val="00FD2C54"/>
    <w:rsid w:val="00FD3827"/>
    <w:rsid w:val="00FD4E6C"/>
    <w:rsid w:val="00FD54F8"/>
    <w:rsid w:val="00FD65E0"/>
    <w:rsid w:val="00FD7A7A"/>
    <w:rsid w:val="00FE007D"/>
    <w:rsid w:val="00FE10C1"/>
    <w:rsid w:val="00FE188F"/>
    <w:rsid w:val="00FE190E"/>
    <w:rsid w:val="00FE20A9"/>
    <w:rsid w:val="00FE28CC"/>
    <w:rsid w:val="00FE2ED9"/>
    <w:rsid w:val="00FE48A9"/>
    <w:rsid w:val="00FE5A63"/>
    <w:rsid w:val="00FE6D4C"/>
    <w:rsid w:val="00FE77E3"/>
    <w:rsid w:val="00FF04B2"/>
    <w:rsid w:val="00FF08B7"/>
    <w:rsid w:val="00FF0A23"/>
    <w:rsid w:val="00FF12B8"/>
    <w:rsid w:val="00FF13B9"/>
    <w:rsid w:val="00FF171B"/>
    <w:rsid w:val="00FF1D3B"/>
    <w:rsid w:val="00FF3333"/>
    <w:rsid w:val="00FF42F8"/>
    <w:rsid w:val="00FF489D"/>
    <w:rsid w:val="00FF4FA1"/>
    <w:rsid w:val="00FF521D"/>
    <w:rsid w:val="00FF52B1"/>
    <w:rsid w:val="00FF6911"/>
    <w:rsid w:val="00FF7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9963E658-C9C2-443D-9B43-E52939FA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3D5E1D"/>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184860"/>
    <w:pPr>
      <w:keepNext/>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184860"/>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BB1E61"/>
    <w:pPr>
      <w:numPr>
        <w:numId w:val="6"/>
      </w:numPr>
      <w:spacing w:before="0" w:after="20"/>
      <w:ind w:left="7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565C84"/>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565C84"/>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2129BA"/>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2129BA"/>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427574"/>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27574"/>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character" w:styleId="Emphasis">
    <w:name w:val="Emphasis"/>
    <w:basedOn w:val="DefaultParagraphFont"/>
    <w:uiPriority w:val="20"/>
    <w:qFormat/>
    <w:rsid w:val="00A107E7"/>
    <w:rPr>
      <w:i/>
      <w:iCs/>
    </w:rPr>
  </w:style>
  <w:style w:type="character" w:customStyle="1" w:styleId="NFTableBody">
    <w:name w:val="NF Table Body"/>
    <w:basedOn w:val="BodyTextChar"/>
    <w:uiPriority w:val="1"/>
    <w:qFormat/>
    <w:rsid w:val="00827164"/>
    <w:rPr>
      <w:rFonts w:ascii="Calibri Light" w:hAnsi="Calibri Light"/>
      <w:sz w:val="20"/>
    </w:rPr>
  </w:style>
  <w:style w:type="character" w:customStyle="1" w:styleId="dropdown">
    <w:name w:val="dropdown"/>
    <w:basedOn w:val="DefaultParagraphFont"/>
    <w:rsid w:val="005820CC"/>
  </w:style>
  <w:style w:type="paragraph" w:styleId="Title">
    <w:name w:val="Title"/>
    <w:basedOn w:val="Normal"/>
    <w:next w:val="Normal"/>
    <w:link w:val="TitleChar"/>
    <w:uiPriority w:val="10"/>
    <w:qFormat/>
    <w:rsid w:val="004C666D"/>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666D"/>
    <w:rPr>
      <w:rFonts w:asciiTheme="majorHAnsi" w:eastAsiaTheme="majorEastAsia" w:hAnsiTheme="majorHAnsi" w:cstheme="majorBidi"/>
      <w:spacing w:val="-10"/>
      <w:kern w:val="28"/>
      <w:sz w:val="56"/>
      <w:szCs w:val="56"/>
    </w:rPr>
  </w:style>
  <w:style w:type="paragraph" w:customStyle="1" w:styleId="Default">
    <w:name w:val="Default"/>
    <w:rsid w:val="005854D4"/>
    <w:pPr>
      <w:autoSpaceDE w:val="0"/>
      <w:autoSpaceDN w:val="0"/>
      <w:adjustRightInd w:val="0"/>
    </w:pPr>
    <w:rPr>
      <w:rFonts w:ascii="Calibri" w:hAnsi="Calibri" w:cs="Calibri"/>
      <w:color w:val="000000"/>
    </w:rPr>
  </w:style>
  <w:style w:type="paragraph" w:customStyle="1" w:styleId="xetrmbulletedtext">
    <w:name w:val="x_etrmbulletedtext"/>
    <w:basedOn w:val="Normal"/>
    <w:rsid w:val="008E6F82"/>
    <w:pPr>
      <w:spacing w:before="0" w:after="20"/>
      <w:ind w:left="720" w:hanging="360"/>
    </w:pPr>
    <w:rPr>
      <w:rFonts w:eastAsiaTheme="minorHAnsi" w:cs="Calibri Light"/>
      <w:szCs w:val="22"/>
    </w:rPr>
  </w:style>
  <w:style w:type="character" w:styleId="UnresolvedMention">
    <w:name w:val="Unresolved Mention"/>
    <w:basedOn w:val="DefaultParagraphFont"/>
    <w:uiPriority w:val="99"/>
    <w:semiHidden/>
    <w:unhideWhenUsed/>
    <w:rsid w:val="003964F1"/>
    <w:rPr>
      <w:color w:val="605E5C"/>
      <w:shd w:val="clear" w:color="auto" w:fill="E1DFDD"/>
    </w:rPr>
  </w:style>
  <w:style w:type="paragraph" w:customStyle="1" w:styleId="Normal1">
    <w:name w:val="Normal1"/>
    <w:rsid w:val="00536FD2"/>
    <w:rPr>
      <w:rFonts w:ascii="Calibri" w:eastAsia="Calibri" w:hAnsi="Calibri" w:cs="Calibri"/>
      <w:color w:val="000000"/>
      <w:sz w:val="22"/>
      <w:szCs w:val="22"/>
    </w:rPr>
  </w:style>
  <w:style w:type="character" w:styleId="SubtleEmphasis">
    <w:name w:val="Subtle Emphasis"/>
    <w:basedOn w:val="DefaultParagraphFont"/>
    <w:uiPriority w:val="19"/>
    <w:qFormat/>
    <w:rsid w:val="00581236"/>
    <w:rPr>
      <w:i/>
      <w:iCs/>
      <w:color w:val="525252" w:themeColor="text1" w:themeTint="BF"/>
    </w:rPr>
  </w:style>
  <w:style w:type="table" w:styleId="TableGridLight">
    <w:name w:val="Grid Table Light"/>
    <w:basedOn w:val="TableNormal"/>
    <w:uiPriority w:val="40"/>
    <w:rsid w:val="002E567D"/>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11332">
      <w:bodyDiv w:val="1"/>
      <w:marLeft w:val="0"/>
      <w:marRight w:val="0"/>
      <w:marTop w:val="0"/>
      <w:marBottom w:val="0"/>
      <w:divBdr>
        <w:top w:val="none" w:sz="0" w:space="0" w:color="auto"/>
        <w:left w:val="none" w:sz="0" w:space="0" w:color="auto"/>
        <w:bottom w:val="none" w:sz="0" w:space="0" w:color="auto"/>
        <w:right w:val="none" w:sz="0" w:space="0" w:color="auto"/>
      </w:divBdr>
    </w:div>
    <w:div w:id="4869858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71509">
      <w:bodyDiv w:val="1"/>
      <w:marLeft w:val="0"/>
      <w:marRight w:val="0"/>
      <w:marTop w:val="0"/>
      <w:marBottom w:val="0"/>
      <w:divBdr>
        <w:top w:val="none" w:sz="0" w:space="0" w:color="auto"/>
        <w:left w:val="none" w:sz="0" w:space="0" w:color="auto"/>
        <w:bottom w:val="none" w:sz="0" w:space="0" w:color="auto"/>
        <w:right w:val="none" w:sz="0" w:space="0" w:color="auto"/>
      </w:divBdr>
    </w:div>
    <w:div w:id="260994177">
      <w:bodyDiv w:val="1"/>
      <w:marLeft w:val="0"/>
      <w:marRight w:val="0"/>
      <w:marTop w:val="0"/>
      <w:marBottom w:val="0"/>
      <w:divBdr>
        <w:top w:val="none" w:sz="0" w:space="0" w:color="auto"/>
        <w:left w:val="none" w:sz="0" w:space="0" w:color="auto"/>
        <w:bottom w:val="none" w:sz="0" w:space="0" w:color="auto"/>
        <w:right w:val="none" w:sz="0" w:space="0" w:color="auto"/>
      </w:divBdr>
      <w:divsChild>
        <w:div w:id="1524662184">
          <w:marLeft w:val="0"/>
          <w:marRight w:val="0"/>
          <w:marTop w:val="0"/>
          <w:marBottom w:val="0"/>
          <w:divBdr>
            <w:top w:val="none" w:sz="0" w:space="0" w:color="auto"/>
            <w:left w:val="none" w:sz="0" w:space="0" w:color="auto"/>
            <w:bottom w:val="none" w:sz="0" w:space="0" w:color="auto"/>
            <w:right w:val="none" w:sz="0" w:space="0" w:color="auto"/>
          </w:divBdr>
        </w:div>
      </w:divsChild>
    </w:div>
    <w:div w:id="599485212">
      <w:bodyDiv w:val="1"/>
      <w:marLeft w:val="0"/>
      <w:marRight w:val="0"/>
      <w:marTop w:val="0"/>
      <w:marBottom w:val="0"/>
      <w:divBdr>
        <w:top w:val="none" w:sz="0" w:space="0" w:color="auto"/>
        <w:left w:val="none" w:sz="0" w:space="0" w:color="auto"/>
        <w:bottom w:val="none" w:sz="0" w:space="0" w:color="auto"/>
        <w:right w:val="none" w:sz="0" w:space="0" w:color="auto"/>
      </w:divBdr>
    </w:div>
    <w:div w:id="706681155">
      <w:bodyDiv w:val="1"/>
      <w:marLeft w:val="0"/>
      <w:marRight w:val="0"/>
      <w:marTop w:val="0"/>
      <w:marBottom w:val="0"/>
      <w:divBdr>
        <w:top w:val="none" w:sz="0" w:space="0" w:color="auto"/>
        <w:left w:val="none" w:sz="0" w:space="0" w:color="auto"/>
        <w:bottom w:val="none" w:sz="0" w:space="0" w:color="auto"/>
        <w:right w:val="none" w:sz="0" w:space="0" w:color="auto"/>
      </w:divBdr>
      <w:divsChild>
        <w:div w:id="1850679086">
          <w:marLeft w:val="0"/>
          <w:marRight w:val="0"/>
          <w:marTop w:val="0"/>
          <w:marBottom w:val="0"/>
          <w:divBdr>
            <w:top w:val="none" w:sz="0" w:space="0" w:color="auto"/>
            <w:left w:val="none" w:sz="0" w:space="0" w:color="auto"/>
            <w:bottom w:val="none" w:sz="0" w:space="0" w:color="auto"/>
            <w:right w:val="none" w:sz="0" w:space="0" w:color="auto"/>
          </w:divBdr>
        </w:div>
      </w:divsChild>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56438484">
      <w:bodyDiv w:val="1"/>
      <w:marLeft w:val="0"/>
      <w:marRight w:val="0"/>
      <w:marTop w:val="0"/>
      <w:marBottom w:val="0"/>
      <w:divBdr>
        <w:top w:val="none" w:sz="0" w:space="0" w:color="auto"/>
        <w:left w:val="none" w:sz="0" w:space="0" w:color="auto"/>
        <w:bottom w:val="none" w:sz="0" w:space="0" w:color="auto"/>
        <w:right w:val="none" w:sz="0" w:space="0" w:color="auto"/>
      </w:divBdr>
    </w:div>
    <w:div w:id="778372646">
      <w:bodyDiv w:val="1"/>
      <w:marLeft w:val="0"/>
      <w:marRight w:val="0"/>
      <w:marTop w:val="0"/>
      <w:marBottom w:val="0"/>
      <w:divBdr>
        <w:top w:val="none" w:sz="0" w:space="0" w:color="auto"/>
        <w:left w:val="none" w:sz="0" w:space="0" w:color="auto"/>
        <w:bottom w:val="none" w:sz="0" w:space="0" w:color="auto"/>
        <w:right w:val="none" w:sz="0" w:space="0" w:color="auto"/>
      </w:divBdr>
    </w:div>
    <w:div w:id="888416918">
      <w:bodyDiv w:val="1"/>
      <w:marLeft w:val="0"/>
      <w:marRight w:val="0"/>
      <w:marTop w:val="0"/>
      <w:marBottom w:val="0"/>
      <w:divBdr>
        <w:top w:val="none" w:sz="0" w:space="0" w:color="auto"/>
        <w:left w:val="none" w:sz="0" w:space="0" w:color="auto"/>
        <w:bottom w:val="none" w:sz="0" w:space="0" w:color="auto"/>
        <w:right w:val="none" w:sz="0" w:space="0" w:color="auto"/>
      </w:divBdr>
    </w:div>
    <w:div w:id="891312664">
      <w:bodyDiv w:val="1"/>
      <w:marLeft w:val="0"/>
      <w:marRight w:val="0"/>
      <w:marTop w:val="0"/>
      <w:marBottom w:val="0"/>
      <w:divBdr>
        <w:top w:val="none" w:sz="0" w:space="0" w:color="auto"/>
        <w:left w:val="none" w:sz="0" w:space="0" w:color="auto"/>
        <w:bottom w:val="none" w:sz="0" w:space="0" w:color="auto"/>
        <w:right w:val="none" w:sz="0" w:space="0" w:color="auto"/>
      </w:divBdr>
    </w:div>
    <w:div w:id="919020025">
      <w:bodyDiv w:val="1"/>
      <w:marLeft w:val="0"/>
      <w:marRight w:val="0"/>
      <w:marTop w:val="0"/>
      <w:marBottom w:val="0"/>
      <w:divBdr>
        <w:top w:val="none" w:sz="0" w:space="0" w:color="auto"/>
        <w:left w:val="none" w:sz="0" w:space="0" w:color="auto"/>
        <w:bottom w:val="none" w:sz="0" w:space="0" w:color="auto"/>
        <w:right w:val="none" w:sz="0" w:space="0" w:color="auto"/>
      </w:divBdr>
    </w:div>
    <w:div w:id="97278342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84459">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28223098">
      <w:bodyDiv w:val="1"/>
      <w:marLeft w:val="0"/>
      <w:marRight w:val="0"/>
      <w:marTop w:val="0"/>
      <w:marBottom w:val="0"/>
      <w:divBdr>
        <w:top w:val="none" w:sz="0" w:space="0" w:color="auto"/>
        <w:left w:val="none" w:sz="0" w:space="0" w:color="auto"/>
        <w:bottom w:val="none" w:sz="0" w:space="0" w:color="auto"/>
        <w:right w:val="none" w:sz="0" w:space="0" w:color="auto"/>
      </w:divBdr>
    </w:div>
    <w:div w:id="1332294825">
      <w:bodyDiv w:val="1"/>
      <w:marLeft w:val="0"/>
      <w:marRight w:val="0"/>
      <w:marTop w:val="0"/>
      <w:marBottom w:val="0"/>
      <w:divBdr>
        <w:top w:val="none" w:sz="0" w:space="0" w:color="auto"/>
        <w:left w:val="none" w:sz="0" w:space="0" w:color="auto"/>
        <w:bottom w:val="none" w:sz="0" w:space="0" w:color="auto"/>
        <w:right w:val="none" w:sz="0" w:space="0" w:color="auto"/>
      </w:divBdr>
    </w:div>
    <w:div w:id="1359308910">
      <w:bodyDiv w:val="1"/>
      <w:marLeft w:val="0"/>
      <w:marRight w:val="0"/>
      <w:marTop w:val="0"/>
      <w:marBottom w:val="0"/>
      <w:divBdr>
        <w:top w:val="none" w:sz="0" w:space="0" w:color="auto"/>
        <w:left w:val="none" w:sz="0" w:space="0" w:color="auto"/>
        <w:bottom w:val="none" w:sz="0" w:space="0" w:color="auto"/>
        <w:right w:val="none" w:sz="0" w:space="0" w:color="auto"/>
      </w:divBdr>
    </w:div>
    <w:div w:id="1362392371">
      <w:bodyDiv w:val="1"/>
      <w:marLeft w:val="0"/>
      <w:marRight w:val="0"/>
      <w:marTop w:val="0"/>
      <w:marBottom w:val="0"/>
      <w:divBdr>
        <w:top w:val="none" w:sz="0" w:space="0" w:color="auto"/>
        <w:left w:val="none" w:sz="0" w:space="0" w:color="auto"/>
        <w:bottom w:val="none" w:sz="0" w:space="0" w:color="auto"/>
        <w:right w:val="none" w:sz="0" w:space="0" w:color="auto"/>
      </w:divBdr>
    </w:div>
    <w:div w:id="1405908035">
      <w:bodyDiv w:val="1"/>
      <w:marLeft w:val="0"/>
      <w:marRight w:val="0"/>
      <w:marTop w:val="0"/>
      <w:marBottom w:val="0"/>
      <w:divBdr>
        <w:top w:val="none" w:sz="0" w:space="0" w:color="auto"/>
        <w:left w:val="none" w:sz="0" w:space="0" w:color="auto"/>
        <w:bottom w:val="none" w:sz="0" w:space="0" w:color="auto"/>
        <w:right w:val="none" w:sz="0" w:space="0" w:color="auto"/>
      </w:divBdr>
    </w:div>
    <w:div w:id="1535003099">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26691160">
      <w:bodyDiv w:val="1"/>
      <w:marLeft w:val="0"/>
      <w:marRight w:val="0"/>
      <w:marTop w:val="0"/>
      <w:marBottom w:val="0"/>
      <w:divBdr>
        <w:top w:val="none" w:sz="0" w:space="0" w:color="auto"/>
        <w:left w:val="none" w:sz="0" w:space="0" w:color="auto"/>
        <w:bottom w:val="none" w:sz="0" w:space="0" w:color="auto"/>
        <w:right w:val="none" w:sz="0" w:space="0" w:color="auto"/>
      </w:divBdr>
    </w:div>
    <w:div w:id="1640266409">
      <w:bodyDiv w:val="1"/>
      <w:marLeft w:val="0"/>
      <w:marRight w:val="0"/>
      <w:marTop w:val="0"/>
      <w:marBottom w:val="0"/>
      <w:divBdr>
        <w:top w:val="none" w:sz="0" w:space="0" w:color="auto"/>
        <w:left w:val="none" w:sz="0" w:space="0" w:color="auto"/>
        <w:bottom w:val="none" w:sz="0" w:space="0" w:color="auto"/>
        <w:right w:val="none" w:sz="0" w:space="0" w:color="auto"/>
      </w:divBdr>
    </w:div>
    <w:div w:id="1728994867">
      <w:bodyDiv w:val="1"/>
      <w:marLeft w:val="0"/>
      <w:marRight w:val="0"/>
      <w:marTop w:val="0"/>
      <w:marBottom w:val="0"/>
      <w:divBdr>
        <w:top w:val="none" w:sz="0" w:space="0" w:color="auto"/>
        <w:left w:val="none" w:sz="0" w:space="0" w:color="auto"/>
        <w:bottom w:val="none" w:sz="0" w:space="0" w:color="auto"/>
        <w:right w:val="none" w:sz="0" w:space="0" w:color="auto"/>
      </w:divBdr>
    </w:div>
    <w:div w:id="1741755668">
      <w:bodyDiv w:val="1"/>
      <w:marLeft w:val="0"/>
      <w:marRight w:val="0"/>
      <w:marTop w:val="0"/>
      <w:marBottom w:val="0"/>
      <w:divBdr>
        <w:top w:val="none" w:sz="0" w:space="0" w:color="auto"/>
        <w:left w:val="none" w:sz="0" w:space="0" w:color="auto"/>
        <w:bottom w:val="none" w:sz="0" w:space="0" w:color="auto"/>
        <w:right w:val="none" w:sz="0" w:space="0" w:color="auto"/>
      </w:divBdr>
    </w:div>
    <w:div w:id="1788767972">
      <w:bodyDiv w:val="1"/>
      <w:marLeft w:val="0"/>
      <w:marRight w:val="0"/>
      <w:marTop w:val="0"/>
      <w:marBottom w:val="0"/>
      <w:divBdr>
        <w:top w:val="none" w:sz="0" w:space="0" w:color="auto"/>
        <w:left w:val="none" w:sz="0" w:space="0" w:color="auto"/>
        <w:bottom w:val="none" w:sz="0" w:space="0" w:color="auto"/>
        <w:right w:val="none" w:sz="0" w:space="0" w:color="auto"/>
      </w:divBdr>
    </w:div>
    <w:div w:id="1809543129">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tif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library.cee1.org/content/cee-residential-high-efficiency-central-air-conditioners-and-air-source-heat-pumps-specifica" TargetMode="External"/><Relationship Id="rId2" Type="http://schemas.openxmlformats.org/officeDocument/2006/relationships/hyperlink" Target="https://www.energystar.gov/products/heating_cooling/heat_pumps_air_source/key_product_criteria" TargetMode="External"/><Relationship Id="rId1" Type="http://schemas.openxmlformats.org/officeDocument/2006/relationships/hyperlink" Target="https://www.energy.gov/energysaver/heat-pump-systems/ductless-mini-split-heat-pumps" TargetMode="External"/><Relationship Id="rId4" Type="http://schemas.openxmlformats.org/officeDocument/2006/relationships/hyperlink" Target="https://www.nrel.gov/docs/fy17osti/6485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lincusinc-my.sharepoint.com/personal/nfette_solaris-technical_com/Documents/WP2020/High%20SEER%20Ductless%20Heat%20Pumps/Scratch%20work/AHRIDirectory/ahri%20data%20res%20minisplit%20HP%202020-12-0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v>Mini-split, AHRI mean value</c:v>
          </c:tx>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5.5131671041119858E-2"/>
                  <c:y val="-7.0384951881015088E-3"/>
                </c:manualLayout>
              </c:layout>
              <c:numFmt formatCode="General" sourceLinked="0"/>
              <c:spPr>
                <a:solidFill>
                  <a:schemeClr val="lt1"/>
                </a:solidFill>
                <a:ln w="12700" cap="flat" cmpd="sng" algn="ctr">
                  <a:solidFill>
                    <a:schemeClr val="accent1"/>
                  </a:solidFill>
                  <a:prstDash val="solid"/>
                  <a:miter lim="800000"/>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trendlineLbl>
          </c:trendline>
          <c:xVal>
            <c:numRef>
              <c:f>'unique EER vs SEER'!$Z$8:$Z$16</c:f>
              <c:numCache>
                <c:formatCode>0</c:formatCode>
                <c:ptCount val="9"/>
                <c:pt idx="0">
                  <c:v>14</c:v>
                </c:pt>
                <c:pt idx="1">
                  <c:v>15</c:v>
                </c:pt>
                <c:pt idx="2">
                  <c:v>16</c:v>
                </c:pt>
                <c:pt idx="3">
                  <c:v>17</c:v>
                </c:pt>
                <c:pt idx="4">
                  <c:v>18</c:v>
                </c:pt>
                <c:pt idx="5">
                  <c:v>19</c:v>
                </c:pt>
                <c:pt idx="6">
                  <c:v>20</c:v>
                </c:pt>
                <c:pt idx="7">
                  <c:v>21</c:v>
                </c:pt>
                <c:pt idx="8">
                  <c:v>22</c:v>
                </c:pt>
              </c:numCache>
            </c:numRef>
          </c:xVal>
          <c:yVal>
            <c:numRef>
              <c:f>'unique EER vs SEER'!$AE$8:$AE$16</c:f>
              <c:numCache>
                <c:formatCode>0.00</c:formatCode>
                <c:ptCount val="9"/>
                <c:pt idx="0">
                  <c:v>9.3149584487534582</c:v>
                </c:pt>
                <c:pt idx="1">
                  <c:v>10.157233368532221</c:v>
                </c:pt>
                <c:pt idx="2">
                  <c:v>10.662725225225236</c:v>
                </c:pt>
                <c:pt idx="3">
                  <c:v>11.097611940298506</c:v>
                </c:pt>
                <c:pt idx="4">
                  <c:v>11.977052200614125</c:v>
                </c:pt>
                <c:pt idx="5">
                  <c:v>12.350054545454546</c:v>
                </c:pt>
                <c:pt idx="6">
                  <c:v>12.797250639386181</c:v>
                </c:pt>
                <c:pt idx="7">
                  <c:v>12.865454545454549</c:v>
                </c:pt>
                <c:pt idx="8">
                  <c:v>14.151093749999987</c:v>
                </c:pt>
              </c:numCache>
            </c:numRef>
          </c:yVal>
          <c:smooth val="0"/>
          <c:extLst>
            <c:ext xmlns:c16="http://schemas.microsoft.com/office/drawing/2014/chart" uri="{C3380CC4-5D6E-409C-BE32-E72D297353CC}">
              <c16:uniqueId val="{00000001-E594-447A-A4E0-C473FFE87FB6}"/>
            </c:ext>
          </c:extLst>
        </c:ser>
        <c:ser>
          <c:idx val="2"/>
          <c:order val="2"/>
          <c:tx>
            <c:v>Multi-split, AHRI mean value</c:v>
          </c:tx>
          <c:spPr>
            <a:ln w="25400" cap="rnd">
              <a:noFill/>
              <a:round/>
            </a:ln>
            <a:effectLst/>
          </c:spPr>
          <c:marker>
            <c:symbol val="square"/>
            <c:size val="5"/>
            <c:spPr>
              <a:solidFill>
                <a:schemeClr val="accent2"/>
              </a:solidFill>
              <a:ln w="9525">
                <a:solidFill>
                  <a:schemeClr val="accent2"/>
                </a:solidFill>
              </a:ln>
              <a:effectLst/>
            </c:spPr>
          </c:marker>
          <c:trendline>
            <c:spPr>
              <a:ln w="19050" cap="rnd">
                <a:solidFill>
                  <a:schemeClr val="accent3"/>
                </a:solidFill>
                <a:prstDash val="sysDot"/>
              </a:ln>
              <a:effectLst/>
            </c:spPr>
            <c:trendlineType val="linear"/>
            <c:dispRSqr val="1"/>
            <c:dispEq val="1"/>
            <c:trendlineLbl>
              <c:layout>
                <c:manualLayout>
                  <c:x val="6.785454943132109E-2"/>
                  <c:y val="0.42765383493729953"/>
                </c:manualLayout>
              </c:layout>
              <c:numFmt formatCode="General" sourceLinked="0"/>
              <c:spPr>
                <a:solidFill>
                  <a:schemeClr val="lt1"/>
                </a:solidFill>
                <a:ln w="12700" cap="flat" cmpd="sng" algn="ctr">
                  <a:solidFill>
                    <a:schemeClr val="accent2"/>
                  </a:solidFill>
                  <a:prstDash val="solid"/>
                  <a:miter lim="800000"/>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trendlineLbl>
          </c:trendline>
          <c:xVal>
            <c:numRef>
              <c:f>'unique EER vs SEER'!$Z$37:$Z$46</c:f>
              <c:numCache>
                <c:formatCode>0</c:formatCode>
                <c:ptCount val="10"/>
                <c:pt idx="0">
                  <c:v>13</c:v>
                </c:pt>
                <c:pt idx="1">
                  <c:v>14</c:v>
                </c:pt>
                <c:pt idx="2">
                  <c:v>15</c:v>
                </c:pt>
                <c:pt idx="3">
                  <c:v>16</c:v>
                </c:pt>
                <c:pt idx="4">
                  <c:v>17</c:v>
                </c:pt>
                <c:pt idx="5">
                  <c:v>18</c:v>
                </c:pt>
                <c:pt idx="6">
                  <c:v>19</c:v>
                </c:pt>
                <c:pt idx="7">
                  <c:v>20</c:v>
                </c:pt>
                <c:pt idx="8">
                  <c:v>21</c:v>
                </c:pt>
                <c:pt idx="9">
                  <c:v>22</c:v>
                </c:pt>
              </c:numCache>
            </c:numRef>
          </c:xVal>
          <c:yVal>
            <c:numRef>
              <c:f>'unique EER vs SEER'!$AE$37:$AE$46</c:f>
              <c:numCache>
                <c:formatCode>0.00</c:formatCode>
                <c:ptCount val="10"/>
                <c:pt idx="0">
                  <c:v>8.9</c:v>
                </c:pt>
                <c:pt idx="1">
                  <c:v>9.2430061349693204</c:v>
                </c:pt>
                <c:pt idx="2">
                  <c:v>9.7833333333333403</c:v>
                </c:pt>
                <c:pt idx="3">
                  <c:v>9.3892070484581502</c:v>
                </c:pt>
                <c:pt idx="4">
                  <c:v>9.7331081081081088</c:v>
                </c:pt>
                <c:pt idx="5">
                  <c:v>10.760563380281681</c:v>
                </c:pt>
                <c:pt idx="6">
                  <c:v>11.38113207547171</c:v>
                </c:pt>
                <c:pt idx="7">
                  <c:v>12.373606557377057</c:v>
                </c:pt>
                <c:pt idx="8">
                  <c:v>13.230357142857143</c:v>
                </c:pt>
                <c:pt idx="9">
                  <c:v>15.203448275862073</c:v>
                </c:pt>
              </c:numCache>
            </c:numRef>
          </c:yVal>
          <c:smooth val="0"/>
          <c:extLst>
            <c:ext xmlns:c16="http://schemas.microsoft.com/office/drawing/2014/chart" uri="{C3380CC4-5D6E-409C-BE32-E72D297353CC}">
              <c16:uniqueId val="{00000003-E594-447A-A4E0-C473FFE87FB6}"/>
            </c:ext>
          </c:extLst>
        </c:ser>
        <c:dLbls>
          <c:showLegendKey val="0"/>
          <c:showVal val="0"/>
          <c:showCatName val="0"/>
          <c:showSerName val="0"/>
          <c:showPercent val="0"/>
          <c:showBubbleSize val="0"/>
        </c:dLbls>
        <c:axId val="901481896"/>
        <c:axId val="901478288"/>
        <c:extLst>
          <c:ext xmlns:c15="http://schemas.microsoft.com/office/drawing/2012/chart" uri="{02D57815-91ED-43cb-92C2-25804820EDAC}">
            <c15:filteredScatterSeries>
              <c15:ser>
                <c:idx val="1"/>
                <c:order val="1"/>
                <c:tx>
                  <c:v>Mini-split, linear fit</c:v>
                </c:tx>
                <c:spPr>
                  <a:ln w="12700" cap="rnd">
                    <a:solidFill>
                      <a:schemeClr val="accent1">
                        <a:lumMod val="75000"/>
                      </a:schemeClr>
                    </a:solidFill>
                    <a:prstDash val="sysDash"/>
                    <a:round/>
                  </a:ln>
                  <a:effectLst/>
                </c:spPr>
                <c:marker>
                  <c:symbol val="none"/>
                </c:marker>
                <c:xVal>
                  <c:numRef>
                    <c:extLst>
                      <c:ext uri="{02D57815-91ED-43cb-92C2-25804820EDAC}">
                        <c15:formulaRef>
                          <c15:sqref>'unique EER vs SEER'!$AD$19:$AD$27</c15:sqref>
                        </c15:formulaRef>
                      </c:ext>
                    </c:extLst>
                    <c:numCache>
                      <c:formatCode>0</c:formatCode>
                      <c:ptCount val="9"/>
                      <c:pt idx="0" formatCode="General">
                        <c:v>14</c:v>
                      </c:pt>
                      <c:pt idx="1">
                        <c:v>15</c:v>
                      </c:pt>
                      <c:pt idx="2">
                        <c:v>16</c:v>
                      </c:pt>
                      <c:pt idx="3">
                        <c:v>17</c:v>
                      </c:pt>
                      <c:pt idx="4">
                        <c:v>18</c:v>
                      </c:pt>
                      <c:pt idx="5">
                        <c:v>19</c:v>
                      </c:pt>
                      <c:pt idx="6">
                        <c:v>20</c:v>
                      </c:pt>
                      <c:pt idx="7">
                        <c:v>21</c:v>
                      </c:pt>
                      <c:pt idx="8">
                        <c:v>22</c:v>
                      </c:pt>
                    </c:numCache>
                  </c:numRef>
                </c:xVal>
                <c:yVal>
                  <c:numRef>
                    <c:extLst>
                      <c:ext uri="{02D57815-91ED-43cb-92C2-25804820EDAC}">
                        <c15:formulaRef>
                          <c15:sqref>'unique EER vs SEER'!$AE$19:$AE$27</c15:sqref>
                        </c15:formulaRef>
                      </c:ext>
                    </c:extLst>
                    <c:numCache>
                      <c:formatCode>0.00</c:formatCode>
                      <c:ptCount val="9"/>
                      <c:pt idx="0">
                        <c:v>9.5087795291311323</c:v>
                      </c:pt>
                      <c:pt idx="1">
                        <c:v>10.058624498618316</c:v>
                      </c:pt>
                      <c:pt idx="2">
                        <c:v>10.608469468105501</c:v>
                      </c:pt>
                      <c:pt idx="3">
                        <c:v>11.158314437592685</c:v>
                      </c:pt>
                      <c:pt idx="4">
                        <c:v>11.708159407079869</c:v>
                      </c:pt>
                      <c:pt idx="5">
                        <c:v>12.258004376567053</c:v>
                      </c:pt>
                      <c:pt idx="6">
                        <c:v>12.807849346054237</c:v>
                      </c:pt>
                      <c:pt idx="7">
                        <c:v>13.357694315541419</c:v>
                      </c:pt>
                      <c:pt idx="8">
                        <c:v>13.907539285028603</c:v>
                      </c:pt>
                    </c:numCache>
                  </c:numRef>
                </c:yVal>
                <c:smooth val="0"/>
                <c:extLst>
                  <c:ext xmlns:c16="http://schemas.microsoft.com/office/drawing/2014/chart" uri="{C3380CC4-5D6E-409C-BE32-E72D297353CC}">
                    <c16:uniqueId val="{00000004-E594-447A-A4E0-C473FFE87FB6}"/>
                  </c:ext>
                </c:extLst>
              </c15:ser>
            </c15:filteredScatterSeries>
            <c15:filteredScatterSeries>
              <c15:ser>
                <c:idx val="3"/>
                <c:order val="3"/>
                <c:tx>
                  <c:v>Multi-split, linear fit</c:v>
                </c:tx>
                <c:spPr>
                  <a:ln w="12700" cap="rnd">
                    <a:solidFill>
                      <a:schemeClr val="accent2">
                        <a:lumMod val="75000"/>
                      </a:schemeClr>
                    </a:solidFill>
                    <a:prstDash val="sysDot"/>
                    <a:round/>
                  </a:ln>
                  <a:effectLst/>
                </c:spPr>
                <c:marker>
                  <c:symbol val="none"/>
                </c:marker>
                <c:xVal>
                  <c:numRef>
                    <c:extLst xmlns:c15="http://schemas.microsoft.com/office/drawing/2012/chart">
                      <c:ext xmlns:c15="http://schemas.microsoft.com/office/drawing/2012/chart" uri="{02D57815-91ED-43cb-92C2-25804820EDAC}">
                        <c15:formulaRef>
                          <c15:sqref>'unique EER vs SEER'!$AD$49:$AD$58</c15:sqref>
                        </c15:formulaRef>
                      </c:ext>
                    </c:extLst>
                    <c:numCache>
                      <c:formatCode>General</c:formatCode>
                      <c:ptCount val="10"/>
                      <c:pt idx="0">
                        <c:v>13</c:v>
                      </c:pt>
                      <c:pt idx="1">
                        <c:v>14</c:v>
                      </c:pt>
                      <c:pt idx="2" formatCode="0">
                        <c:v>15</c:v>
                      </c:pt>
                      <c:pt idx="3" formatCode="0">
                        <c:v>16</c:v>
                      </c:pt>
                      <c:pt idx="4" formatCode="0">
                        <c:v>17</c:v>
                      </c:pt>
                      <c:pt idx="5" formatCode="0">
                        <c:v>18</c:v>
                      </c:pt>
                      <c:pt idx="6" formatCode="0">
                        <c:v>19</c:v>
                      </c:pt>
                      <c:pt idx="7" formatCode="0">
                        <c:v>20</c:v>
                      </c:pt>
                      <c:pt idx="8" formatCode="0">
                        <c:v>21</c:v>
                      </c:pt>
                      <c:pt idx="9" formatCode="0">
                        <c:v>22</c:v>
                      </c:pt>
                    </c:numCache>
                  </c:numRef>
                </c:xVal>
                <c:yVal>
                  <c:numRef>
                    <c:extLst xmlns:c15="http://schemas.microsoft.com/office/drawing/2012/chart">
                      <c:ext xmlns:c15="http://schemas.microsoft.com/office/drawing/2012/chart" uri="{02D57815-91ED-43cb-92C2-25804820EDAC}">
                        <c15:formulaRef>
                          <c15:sqref>'unique EER vs SEER'!$AE$49:$AE$58</c15:sqref>
                        </c15:formulaRef>
                      </c:ext>
                    </c:extLst>
                    <c:numCache>
                      <c:formatCode>0.00</c:formatCode>
                      <c:ptCount val="10"/>
                      <c:pt idx="0">
                        <c:v>8.1471283508153238</c:v>
                      </c:pt>
                      <c:pt idx="1">
                        <c:v>8.7810500963389995</c:v>
                      </c:pt>
                      <c:pt idx="2">
                        <c:v>9.4149718418626733</c:v>
                      </c:pt>
                      <c:pt idx="3">
                        <c:v>10.048893587386347</c:v>
                      </c:pt>
                      <c:pt idx="4">
                        <c:v>10.682815332910021</c:v>
                      </c:pt>
                      <c:pt idx="5">
                        <c:v>11.316737078433695</c:v>
                      </c:pt>
                      <c:pt idx="6">
                        <c:v>11.950658823957371</c:v>
                      </c:pt>
                      <c:pt idx="7">
                        <c:v>12.584580569481044</c:v>
                      </c:pt>
                      <c:pt idx="8">
                        <c:v>13.218502315004718</c:v>
                      </c:pt>
                      <c:pt idx="9">
                        <c:v>13.852424060528394</c:v>
                      </c:pt>
                    </c:numCache>
                  </c:numRef>
                </c:yVal>
                <c:smooth val="0"/>
                <c:extLst xmlns:c15="http://schemas.microsoft.com/office/drawing/2012/chart">
                  <c:ext xmlns:c16="http://schemas.microsoft.com/office/drawing/2014/chart" uri="{C3380CC4-5D6E-409C-BE32-E72D297353CC}">
                    <c16:uniqueId val="{00000005-E594-447A-A4E0-C473FFE87FB6}"/>
                  </c:ext>
                </c:extLst>
              </c15:ser>
            </c15:filteredScatterSeries>
          </c:ext>
        </c:extLst>
      </c:scatterChart>
      <c:valAx>
        <c:axId val="901481896"/>
        <c:scaling>
          <c:orientation val="minMax"/>
          <c:max val="24"/>
          <c:min val="12"/>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Efficiency region (minimum SEER requirement)</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901478288"/>
        <c:crosses val="autoZero"/>
        <c:crossBetween val="midCat"/>
        <c:majorUnit val="4"/>
      </c:valAx>
      <c:valAx>
        <c:axId val="901478288"/>
        <c:scaling>
          <c:orientation val="minMax"/>
          <c:min val="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EER</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901481896"/>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516ccbc37f03e723052be7a8c7c63dd9">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c9ca2bf1c433fa93e8de51b6638498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F31693-BBBC-454E-A2AE-7EEA56141057}">
  <ds:schemaRefs>
    <ds:schemaRef ds:uri="http://schemas.openxmlformats.org/officeDocument/2006/bibliography"/>
  </ds:schemaRefs>
</ds:datastoreItem>
</file>

<file path=customXml/itemProps2.xml><?xml version="1.0" encoding="utf-8"?>
<ds:datastoreItem xmlns:ds="http://schemas.openxmlformats.org/officeDocument/2006/customXml" ds:itemID="{14A1FFE7-F9CD-4214-9CB3-E72CC60B7085}">
  <ds:schemaRefs>
    <ds:schemaRef ds:uri="http://schemas.microsoft.com/sharepoint/v3/contenttype/forms"/>
  </ds:schemaRefs>
</ds:datastoreItem>
</file>

<file path=customXml/itemProps3.xml><?xml version="1.0" encoding="utf-8"?>
<ds:datastoreItem xmlns:ds="http://schemas.openxmlformats.org/officeDocument/2006/customXml" ds:itemID="{005C76DB-1303-485F-AB33-318947BDD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26A27-AC4A-439E-9829-17A89E46C3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8</TotalTime>
  <Pages>27</Pages>
  <Words>8910</Words>
  <Characters>50789</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59580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3</cp:revision>
  <cp:lastPrinted>2019-08-21T21:11:00Z</cp:lastPrinted>
  <dcterms:created xsi:type="dcterms:W3CDTF">2021-02-24T01:22:00Z</dcterms:created>
  <dcterms:modified xsi:type="dcterms:W3CDTF">2021-02-24T01:22:00Z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